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91" w:rsidRPr="006F0991" w:rsidRDefault="00CB5C43" w:rsidP="004C60D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95AD3E" wp14:editId="3523D5BA">
                <wp:simplePos x="0" y="0"/>
                <wp:positionH relativeFrom="column">
                  <wp:posOffset>-6985</wp:posOffset>
                </wp:positionH>
                <wp:positionV relativeFrom="paragraph">
                  <wp:posOffset>12700</wp:posOffset>
                </wp:positionV>
                <wp:extent cx="648017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pt" to="509.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5tc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"/>
            </w:pict>
          </mc:Fallback>
        </mc:AlternateContent>
      </w:r>
      <w:r w:rsidR="006F0991" w:rsidRPr="006F0991">
        <w:rPr>
          <w:sz w:val="28"/>
          <w:szCs w:val="28"/>
        </w:rPr>
        <w:t>dichiarazione sostitutiva di certificazioni e di atto di notorietà</w:t>
      </w:r>
    </w:p>
    <w:p w:rsidR="006F0991" w:rsidRPr="006F0991" w:rsidRDefault="006F0991" w:rsidP="004C60DD">
      <w:pPr>
        <w:jc w:val="center"/>
        <w:rPr>
          <w:sz w:val="28"/>
          <w:szCs w:val="28"/>
        </w:rPr>
      </w:pPr>
      <w:r w:rsidRPr="006F0991">
        <w:rPr>
          <w:sz w:val="28"/>
          <w:szCs w:val="28"/>
        </w:rPr>
        <w:t xml:space="preserve">(artt. </w:t>
      </w:r>
      <w:proofErr w:type="gramStart"/>
      <w:r w:rsidRPr="006F0991">
        <w:rPr>
          <w:sz w:val="28"/>
          <w:szCs w:val="28"/>
        </w:rPr>
        <w:t>46</w:t>
      </w:r>
      <w:proofErr w:type="gramEnd"/>
      <w:r w:rsidRPr="006F0991">
        <w:rPr>
          <w:sz w:val="28"/>
          <w:szCs w:val="28"/>
        </w:rPr>
        <w:t xml:space="preserve"> e 47 DPR 445 del 28 dicembre 2000)</w:t>
      </w:r>
    </w:p>
    <w:p w:rsidR="006F0991" w:rsidRPr="006F0991" w:rsidRDefault="006F0991" w:rsidP="00872B72">
      <w:pPr>
        <w:rPr>
          <w:sz w:val="18"/>
          <w:szCs w:val="18"/>
        </w:rPr>
      </w:pPr>
    </w:p>
    <w:p w:rsidR="00B25E41" w:rsidRDefault="006F0991" w:rsidP="00872B72">
      <w:pPr>
        <w:rPr>
          <w:sz w:val="18"/>
          <w:szCs w:val="18"/>
        </w:rPr>
      </w:pPr>
      <w:r w:rsidRPr="006F0991">
        <w:rPr>
          <w:sz w:val="18"/>
          <w:szCs w:val="18"/>
        </w:rPr>
        <w:t xml:space="preserve">Il sottoscritto </w:t>
      </w:r>
      <w:r w:rsidRPr="006F0991">
        <w:rPr>
          <w:b/>
          <w:sz w:val="18"/>
          <w:szCs w:val="18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6F0991">
        <w:rPr>
          <w:b/>
          <w:sz w:val="18"/>
          <w:szCs w:val="18"/>
        </w:rPr>
        <w:instrText xml:space="preserve"> FORMTEXT </w:instrText>
      </w:r>
      <w:r w:rsidRPr="006F0991">
        <w:rPr>
          <w:b/>
          <w:sz w:val="18"/>
          <w:szCs w:val="18"/>
        </w:rPr>
      </w:r>
      <w:r w:rsidRPr="006F0991">
        <w:rPr>
          <w:b/>
          <w:sz w:val="18"/>
          <w:szCs w:val="18"/>
        </w:rPr>
        <w:fldChar w:fldCharType="separate"/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fldChar w:fldCharType="end"/>
      </w:r>
      <w:r w:rsidRPr="006F0991">
        <w:rPr>
          <w:sz w:val="18"/>
          <w:szCs w:val="18"/>
        </w:rPr>
        <w:t xml:space="preserve"> codice fiscale </w:t>
      </w:r>
      <w:r w:rsidRPr="006F0991">
        <w:rPr>
          <w:b/>
          <w:sz w:val="18"/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6F0991">
        <w:rPr>
          <w:b/>
          <w:sz w:val="18"/>
          <w:szCs w:val="18"/>
        </w:rPr>
        <w:instrText xml:space="preserve"> FORMTEXT </w:instrText>
      </w:r>
      <w:r w:rsidRPr="006F0991">
        <w:rPr>
          <w:b/>
          <w:sz w:val="18"/>
          <w:szCs w:val="18"/>
        </w:rPr>
      </w:r>
      <w:r w:rsidRPr="006F0991">
        <w:rPr>
          <w:b/>
          <w:sz w:val="18"/>
          <w:szCs w:val="18"/>
        </w:rPr>
        <w:fldChar w:fldCharType="separate"/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t> </w:t>
      </w:r>
      <w:r w:rsidRPr="006F0991">
        <w:rPr>
          <w:b/>
          <w:sz w:val="18"/>
          <w:szCs w:val="18"/>
        </w:rPr>
        <w:fldChar w:fldCharType="end"/>
      </w:r>
      <w:r w:rsidRPr="006F0991">
        <w:rPr>
          <w:sz w:val="18"/>
          <w:szCs w:val="18"/>
        </w:rPr>
        <w:t xml:space="preserve"> </w:t>
      </w:r>
      <w:proofErr w:type="gramStart"/>
      <w:r w:rsidRPr="006F0991">
        <w:rPr>
          <w:sz w:val="18"/>
          <w:szCs w:val="18"/>
        </w:rPr>
        <w:t>in qualità di</w:t>
      </w:r>
      <w:proofErr w:type="gramEnd"/>
      <w:r w:rsidR="0093189D">
        <w:rPr>
          <w:sz w:val="18"/>
          <w:szCs w:val="18"/>
        </w:rPr>
        <w:t xml:space="preserve"> </w:t>
      </w:r>
    </w:p>
    <w:p w:rsidR="00C1458D" w:rsidRDefault="00E42DF7" w:rsidP="00336E87">
      <w:pPr>
        <w:spacing w:before="120"/>
        <w:rPr>
          <w:sz w:val="18"/>
          <w:szCs w:val="18"/>
        </w:rPr>
      </w:pPr>
      <w:sdt>
        <w:sdtPr>
          <w:rPr>
            <w:sz w:val="18"/>
            <w:szCs w:val="18"/>
          </w:rPr>
          <w:id w:val="74222596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336E87">
            <w:rPr>
              <w:rFonts w:ascii="MS Gothic" w:eastAsia="MS Gothic" w:hint="eastAsia"/>
              <w:sz w:val="18"/>
              <w:szCs w:val="18"/>
            </w:rPr>
            <w:t>☐</w:t>
          </w:r>
        </w:sdtContent>
      </w:sdt>
      <w:r w:rsidR="00336E87">
        <w:rPr>
          <w:sz w:val="18"/>
          <w:szCs w:val="18"/>
        </w:rPr>
        <w:tab/>
      </w:r>
      <w:r w:rsidR="00C1458D">
        <w:rPr>
          <w:sz w:val="18"/>
          <w:szCs w:val="18"/>
        </w:rPr>
        <w:t xml:space="preserve">Responsabile dell’ufficio tecnico competente dell’ente </w:t>
      </w:r>
      <w:r w:rsidR="00C1458D" w:rsidRPr="006F0991">
        <w:rPr>
          <w:b/>
          <w:sz w:val="18"/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C1458D" w:rsidRPr="006F0991">
        <w:rPr>
          <w:b/>
          <w:sz w:val="18"/>
          <w:szCs w:val="18"/>
        </w:rPr>
        <w:instrText xml:space="preserve"> FORMTEXT </w:instrText>
      </w:r>
      <w:r w:rsidR="00C1458D" w:rsidRPr="006F0991">
        <w:rPr>
          <w:b/>
          <w:sz w:val="18"/>
          <w:szCs w:val="18"/>
        </w:rPr>
      </w:r>
      <w:r w:rsidR="00C1458D" w:rsidRPr="006F0991">
        <w:rPr>
          <w:b/>
          <w:sz w:val="18"/>
          <w:szCs w:val="18"/>
        </w:rPr>
        <w:fldChar w:fldCharType="separate"/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fldChar w:fldCharType="end"/>
      </w:r>
    </w:p>
    <w:p w:rsidR="00C1458D" w:rsidRDefault="00E42DF7" w:rsidP="00336E87">
      <w:pPr>
        <w:spacing w:before="120"/>
        <w:rPr>
          <w:sz w:val="18"/>
          <w:szCs w:val="18"/>
        </w:rPr>
      </w:pPr>
      <w:sdt>
        <w:sdtPr>
          <w:rPr>
            <w:sz w:val="18"/>
            <w:szCs w:val="18"/>
          </w:rPr>
          <w:id w:val="-139164903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336E87">
            <w:rPr>
              <w:rFonts w:ascii="MS Gothic" w:eastAsia="MS Gothic" w:hint="eastAsia"/>
              <w:sz w:val="18"/>
              <w:szCs w:val="18"/>
            </w:rPr>
            <w:t>☐</w:t>
          </w:r>
        </w:sdtContent>
      </w:sdt>
      <w:r w:rsidR="00336E87">
        <w:rPr>
          <w:sz w:val="18"/>
          <w:szCs w:val="18"/>
        </w:rPr>
        <w:tab/>
      </w:r>
      <w:r w:rsidR="00C1458D">
        <w:rPr>
          <w:sz w:val="18"/>
          <w:szCs w:val="18"/>
        </w:rPr>
        <w:t xml:space="preserve">Tecnico incaricato iscritto all’ordine/collegio professionale </w:t>
      </w:r>
      <w:r w:rsidR="00C1458D" w:rsidRPr="006F0991">
        <w:rPr>
          <w:b/>
          <w:sz w:val="18"/>
          <w:szCs w:val="18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C1458D" w:rsidRPr="006F0991">
        <w:rPr>
          <w:b/>
          <w:sz w:val="18"/>
          <w:szCs w:val="18"/>
        </w:rPr>
        <w:instrText xml:space="preserve"> FORMTEXT </w:instrText>
      </w:r>
      <w:r w:rsidR="00C1458D" w:rsidRPr="006F0991">
        <w:rPr>
          <w:b/>
          <w:sz w:val="18"/>
          <w:szCs w:val="18"/>
        </w:rPr>
      </w:r>
      <w:r w:rsidR="00C1458D" w:rsidRPr="006F0991">
        <w:rPr>
          <w:b/>
          <w:sz w:val="18"/>
          <w:szCs w:val="18"/>
        </w:rPr>
        <w:fldChar w:fldCharType="separate"/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fldChar w:fldCharType="end"/>
      </w:r>
      <w:r w:rsidR="00C1458D" w:rsidRPr="006F0991">
        <w:rPr>
          <w:sz w:val="18"/>
          <w:szCs w:val="18"/>
        </w:rPr>
        <w:t xml:space="preserve"> </w:t>
      </w:r>
      <w:r w:rsidR="00C1458D">
        <w:rPr>
          <w:sz w:val="18"/>
          <w:szCs w:val="18"/>
        </w:rPr>
        <w:t xml:space="preserve">della Provincia </w:t>
      </w:r>
      <w:proofErr w:type="gramStart"/>
      <w:r w:rsidR="00C1458D">
        <w:rPr>
          <w:sz w:val="18"/>
          <w:szCs w:val="18"/>
        </w:rPr>
        <w:t>di</w:t>
      </w:r>
      <w:proofErr w:type="gramEnd"/>
      <w:r w:rsidR="00C1458D" w:rsidRPr="006F0991">
        <w:rPr>
          <w:sz w:val="18"/>
          <w:szCs w:val="18"/>
        </w:rPr>
        <w:t xml:space="preserve"> </w:t>
      </w:r>
      <w:r w:rsidR="00C1458D" w:rsidRPr="006F0991">
        <w:rPr>
          <w:b/>
          <w:sz w:val="18"/>
          <w:szCs w:val="18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C1458D" w:rsidRPr="006F0991">
        <w:rPr>
          <w:b/>
          <w:sz w:val="18"/>
          <w:szCs w:val="18"/>
        </w:rPr>
        <w:instrText xml:space="preserve"> FORMTEXT </w:instrText>
      </w:r>
      <w:r w:rsidR="00C1458D" w:rsidRPr="006F0991">
        <w:rPr>
          <w:b/>
          <w:sz w:val="18"/>
          <w:szCs w:val="18"/>
        </w:rPr>
      </w:r>
      <w:r w:rsidR="00C1458D" w:rsidRPr="006F0991">
        <w:rPr>
          <w:b/>
          <w:sz w:val="18"/>
          <w:szCs w:val="18"/>
        </w:rPr>
        <w:fldChar w:fldCharType="separate"/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t> </w:t>
      </w:r>
      <w:r w:rsidR="00C1458D" w:rsidRPr="006F0991">
        <w:rPr>
          <w:b/>
          <w:sz w:val="18"/>
          <w:szCs w:val="18"/>
        </w:rPr>
        <w:fldChar w:fldCharType="end"/>
      </w:r>
    </w:p>
    <w:p w:rsidR="001F01D2" w:rsidRPr="006F0991" w:rsidRDefault="006F0991" w:rsidP="00C1458D">
      <w:pPr>
        <w:spacing w:before="120"/>
        <w:jc w:val="both"/>
        <w:rPr>
          <w:sz w:val="18"/>
          <w:szCs w:val="18"/>
        </w:rPr>
      </w:pPr>
      <w:proofErr w:type="gramStart"/>
      <w:r w:rsidRPr="006F0991">
        <w:rPr>
          <w:sz w:val="18"/>
          <w:szCs w:val="18"/>
        </w:rPr>
        <w:t>a</w:t>
      </w:r>
      <w:proofErr w:type="gramEnd"/>
      <w:r w:rsidRPr="006F0991">
        <w:rPr>
          <w:sz w:val="18"/>
          <w:szCs w:val="18"/>
        </w:rPr>
        <w:t xml:space="preserve"> corredo dell’istanza di contributo che viene presentata ai sensi del </w:t>
      </w:r>
      <w:r w:rsidR="00675644">
        <w:rPr>
          <w:b/>
          <w:sz w:val="18"/>
          <w:szCs w:val="18"/>
        </w:rPr>
        <w:t>bando approvato con DGR 128 del 29 gennaio 2016</w:t>
      </w:r>
      <w:r w:rsidRPr="006F0991">
        <w:rPr>
          <w:sz w:val="18"/>
          <w:szCs w:val="18"/>
        </w:rPr>
        <w:t xml:space="preserve"> a valere sul </w:t>
      </w:r>
      <w:r w:rsidRPr="006F0991">
        <w:rPr>
          <w:b/>
          <w:sz w:val="18"/>
          <w:szCs w:val="18"/>
        </w:rPr>
        <w:t xml:space="preserve">POR FESR 2014-2020 </w:t>
      </w:r>
      <w:r>
        <w:rPr>
          <w:b/>
          <w:sz w:val="18"/>
          <w:szCs w:val="18"/>
        </w:rPr>
        <w:t>Linea di intervento 3.1.a.1</w:t>
      </w:r>
      <w:r w:rsidRPr="00A5123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– Riduzione di consumi di energia primaria negli edifici scolastici per la realizzazione del progetto </w:t>
      </w:r>
      <w:r w:rsidR="00C1458D">
        <w:rPr>
          <w:sz w:val="18"/>
          <w:szCs w:val="18"/>
        </w:rPr>
        <w:t xml:space="preserve">come sotto </w:t>
      </w:r>
      <w:r w:rsidR="002F321F">
        <w:rPr>
          <w:sz w:val="18"/>
          <w:szCs w:val="18"/>
        </w:rPr>
        <w:t>denominato</w:t>
      </w:r>
      <w:r w:rsidR="00C1458D">
        <w:rPr>
          <w:sz w:val="18"/>
          <w:szCs w:val="18"/>
        </w:rPr>
        <w:t xml:space="preserve"> ed al fine della sua </w:t>
      </w:r>
      <w:r w:rsidR="001F01D2">
        <w:rPr>
          <w:sz w:val="20"/>
          <w:szCs w:val="20"/>
        </w:rPr>
        <w:t xml:space="preserve">valutazione ed immissione in graduatoria </w:t>
      </w:r>
    </w:p>
    <w:p w:rsidR="006F0991" w:rsidRPr="006F0991" w:rsidRDefault="004C60DD" w:rsidP="004C60DD">
      <w:pPr>
        <w:spacing w:after="1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dichiara</w:t>
      </w:r>
      <w:proofErr w:type="gramEnd"/>
    </w:p>
    <w:p w:rsidR="006F0991" w:rsidRDefault="006F0991" w:rsidP="00872B72">
      <w:pPr>
        <w:tabs>
          <w:tab w:val="num" w:pos="426"/>
        </w:tabs>
        <w:jc w:val="both"/>
        <w:rPr>
          <w:sz w:val="20"/>
          <w:szCs w:val="20"/>
        </w:rPr>
      </w:pPr>
      <w:r w:rsidRPr="006F0991">
        <w:rPr>
          <w:sz w:val="18"/>
          <w:szCs w:val="18"/>
        </w:rPr>
        <w:t xml:space="preserve">consapevole delle </w:t>
      </w:r>
      <w:r w:rsidRPr="006F0991">
        <w:rPr>
          <w:b/>
          <w:sz w:val="18"/>
          <w:szCs w:val="18"/>
        </w:rPr>
        <w:t>responsabilità anche penali derivanti dal rilascio di dichiarazioni mendaci</w:t>
      </w:r>
      <w:r w:rsidRPr="006F0991">
        <w:rPr>
          <w:sz w:val="18"/>
          <w:szCs w:val="18"/>
        </w:rPr>
        <w:t xml:space="preserve"> e della conseguente decadenza dai benefici concessi sulla base di una dichiarazione non veritiera, ai sensi degli articoli </w:t>
      </w:r>
      <w:hyperlink r:id="rId12" w:history="1">
        <w:r w:rsidRPr="006F0991">
          <w:rPr>
            <w:sz w:val="18"/>
            <w:szCs w:val="18"/>
          </w:rPr>
          <w:t>75</w:t>
        </w:r>
      </w:hyperlink>
      <w:r w:rsidRPr="006F0991">
        <w:rPr>
          <w:sz w:val="18"/>
          <w:szCs w:val="18"/>
        </w:rPr>
        <w:t xml:space="preserve"> e </w:t>
      </w:r>
      <w:hyperlink r:id="rId13" w:history="1">
        <w:r w:rsidRPr="006F0991">
          <w:rPr>
            <w:sz w:val="18"/>
            <w:szCs w:val="18"/>
          </w:rPr>
          <w:t>76</w:t>
        </w:r>
      </w:hyperlink>
      <w:r w:rsidRPr="006F0991">
        <w:rPr>
          <w:sz w:val="18"/>
          <w:szCs w:val="18"/>
        </w:rPr>
        <w:t xml:space="preserve"> del </w:t>
      </w:r>
      <w:hyperlink r:id="rId14" w:history="1">
        <w:r w:rsidRPr="006F0991">
          <w:rPr>
            <w:sz w:val="18"/>
            <w:szCs w:val="18"/>
          </w:rPr>
          <w:t>decreto del Presidente della Repubblica 28 dicembre 2000, n. 445</w:t>
        </w:r>
      </w:hyperlink>
      <w:r w:rsidRPr="006F0991">
        <w:rPr>
          <w:sz w:val="18"/>
          <w:szCs w:val="18"/>
        </w:rPr>
        <w:t>,</w:t>
      </w:r>
      <w:r w:rsidRPr="006F0991">
        <w:rPr>
          <w:sz w:val="20"/>
          <w:szCs w:val="20"/>
        </w:rPr>
        <w:t>:</w:t>
      </w:r>
    </w:p>
    <w:p w:rsidR="004C60DD" w:rsidRPr="006F0991" w:rsidRDefault="004C60DD" w:rsidP="004C60DD">
      <w:pPr>
        <w:tabs>
          <w:tab w:val="num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</w:t>
      </w:r>
    </w:p>
    <w:p w:rsidR="00AC5959" w:rsidRPr="00FC2759" w:rsidRDefault="00AC5959" w:rsidP="00453C77">
      <w:pPr>
        <w:spacing w:before="240"/>
        <w:outlineLvl w:val="0"/>
        <w:rPr>
          <w:b/>
          <w:noProof/>
          <w:sz w:val="24"/>
          <w:szCs w:val="24"/>
          <w:u w:val="single"/>
        </w:rPr>
      </w:pPr>
      <w:r w:rsidRPr="00FC2759">
        <w:rPr>
          <w:b/>
          <w:noProof/>
          <w:sz w:val="24"/>
          <w:szCs w:val="24"/>
          <w:u w:val="single"/>
        </w:rPr>
        <w:t>1 – DATI GENERALI</w:t>
      </w:r>
    </w:p>
    <w:p w:rsidR="001639FE" w:rsidRDefault="001639FE" w:rsidP="00453C77">
      <w:pPr>
        <w:spacing w:before="240"/>
        <w:outlineLvl w:val="0"/>
        <w:rPr>
          <w:noProof/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t>Titolo del progetto</w:t>
      </w:r>
      <w:r w:rsidR="00CC7656">
        <w:rPr>
          <w:noProof/>
          <w:sz w:val="26"/>
          <w:szCs w:val="26"/>
          <w:u w:val="single"/>
        </w:rPr>
        <w:t xml:space="preserve"> di efficientamento energetico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3510"/>
        <w:gridCol w:w="3828"/>
        <w:gridCol w:w="2976"/>
        <w:gridCol w:w="143"/>
      </w:tblGrid>
      <w:tr w:rsidR="002F321F" w:rsidRPr="001024A1" w:rsidTr="00CC7656">
        <w:trPr>
          <w:trHeight w:val="490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21F" w:rsidRPr="00581356" w:rsidRDefault="002F321F" w:rsidP="008B5F07">
            <w:pPr>
              <w:tabs>
                <w:tab w:val="left" w:pos="3119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titolo</w:t>
            </w:r>
            <w:proofErr w:type="gramEnd"/>
          </w:p>
        </w:tc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21F" w:rsidRPr="001024A1" w:rsidRDefault="002F321F" w:rsidP="008B5F07">
            <w:pPr>
              <w:tabs>
                <w:tab w:val="left" w:pos="3119"/>
              </w:tabs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F321F" w:rsidRPr="001024A1" w:rsidTr="00CC7656">
        <w:trPr>
          <w:trHeight w:val="490"/>
        </w:trPr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D9D9D9"/>
              <w:right w:val="nil"/>
            </w:tcBorders>
            <w:vAlign w:val="center"/>
          </w:tcPr>
          <w:p w:rsidR="002F321F" w:rsidRPr="00581356" w:rsidRDefault="002F321F" w:rsidP="008B5F07">
            <w:pPr>
              <w:tabs>
                <w:tab w:val="left" w:pos="3119"/>
              </w:tabs>
              <w:rPr>
                <w:sz w:val="24"/>
                <w:szCs w:val="24"/>
              </w:rPr>
            </w:pPr>
            <w:proofErr w:type="gramStart"/>
            <w:r w:rsidRPr="00581356">
              <w:rPr>
                <w:sz w:val="24"/>
                <w:szCs w:val="24"/>
              </w:rPr>
              <w:t>descrizione</w:t>
            </w:r>
            <w:proofErr w:type="gramEnd"/>
            <w:r w:rsidRPr="00581356">
              <w:rPr>
                <w:sz w:val="24"/>
                <w:szCs w:val="24"/>
              </w:rPr>
              <w:t xml:space="preserve"> sintetica</w:t>
            </w:r>
          </w:p>
        </w:tc>
        <w:tc>
          <w:tcPr>
            <w:tcW w:w="6947" w:type="dxa"/>
            <w:gridSpan w:val="3"/>
            <w:tcBorders>
              <w:top w:val="nil"/>
              <w:left w:val="nil"/>
              <w:bottom w:val="single" w:sz="4" w:space="0" w:color="D9D9D9"/>
              <w:right w:val="nil"/>
            </w:tcBorders>
            <w:vAlign w:val="center"/>
          </w:tcPr>
          <w:p w:rsidR="002F321F" w:rsidRPr="00DE5357" w:rsidRDefault="002F321F" w:rsidP="008B5F07">
            <w:pPr>
              <w:tabs>
                <w:tab w:val="left" w:pos="3119"/>
              </w:tabs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F321F" w:rsidRPr="001024A1" w:rsidTr="00CC7656">
        <w:tblPrEx>
          <w:tblBorders>
            <w:top w:val="none" w:sz="0" w:space="0" w:color="auto"/>
            <w:left w:val="none" w:sz="0" w:space="0" w:color="auto"/>
            <w:bottom w:val="single" w:sz="4" w:space="0" w:color="D9D9D9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3544" w:type="dxa"/>
            <w:gridSpan w:val="2"/>
            <w:vAlign w:val="center"/>
          </w:tcPr>
          <w:p w:rsidR="002F321F" w:rsidRPr="00581356" w:rsidRDefault="002F321F" w:rsidP="008B5F07">
            <w:pPr>
              <w:tabs>
                <w:tab w:val="left" w:pos="3119"/>
              </w:tabs>
              <w:rPr>
                <w:sz w:val="24"/>
                <w:szCs w:val="24"/>
              </w:rPr>
            </w:pPr>
            <w:proofErr w:type="gramStart"/>
            <w:r w:rsidRPr="00581356">
              <w:rPr>
                <w:sz w:val="24"/>
                <w:szCs w:val="24"/>
              </w:rPr>
              <w:t>localizzazione</w:t>
            </w:r>
            <w:proofErr w:type="gramEnd"/>
            <w:r w:rsidRPr="00581356">
              <w:rPr>
                <w:sz w:val="24"/>
                <w:szCs w:val="24"/>
              </w:rPr>
              <w:t xml:space="preserve"> intervento</w:t>
            </w:r>
          </w:p>
        </w:tc>
        <w:tc>
          <w:tcPr>
            <w:tcW w:w="6947" w:type="dxa"/>
            <w:gridSpan w:val="3"/>
            <w:vAlign w:val="center"/>
          </w:tcPr>
          <w:p w:rsidR="002F321F" w:rsidRPr="001024A1" w:rsidRDefault="002F321F" w:rsidP="008B5F07">
            <w:pPr>
              <w:tabs>
                <w:tab w:val="left" w:pos="3119"/>
              </w:tabs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C7656" w:rsidRPr="003C5CA8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0"/>
        </w:trPr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7656" w:rsidRPr="00CC7656" w:rsidRDefault="00CC7656" w:rsidP="008B5F07">
            <w:pPr>
              <w:spacing w:before="120" w:after="120"/>
              <w:outlineLvl w:val="0"/>
              <w:rPr>
                <w:noProof/>
                <w:sz w:val="26"/>
                <w:szCs w:val="26"/>
                <w:u w:val="single"/>
              </w:rPr>
            </w:pPr>
            <w:r w:rsidRPr="003C5CA8">
              <w:rPr>
                <w:noProof/>
                <w:sz w:val="26"/>
                <w:szCs w:val="26"/>
                <w:u w:val="single"/>
              </w:rPr>
              <w:t>Superficie oggetto dell’intervento di efficientamento</w:t>
            </w:r>
            <w:r w:rsidR="00AC5959">
              <w:rPr>
                <w:rStyle w:val="Rimandonotaapidipagina"/>
                <w:noProof/>
                <w:sz w:val="26"/>
                <w:szCs w:val="26"/>
                <w:u w:val="single"/>
              </w:rPr>
              <w:footnoteReference w:id="1"/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7656" w:rsidRPr="007F1C7C" w:rsidRDefault="00CC7656" w:rsidP="008B5F07">
            <w:pPr>
              <w:jc w:val="both"/>
              <w:outlineLvl w:val="3"/>
              <w:rPr>
                <w:color w:val="FF0000"/>
                <w:sz w:val="20"/>
                <w:szCs w:val="20"/>
              </w:rPr>
            </w:pPr>
            <w:r w:rsidRPr="00AC5959">
              <w:rPr>
                <w:sz w:val="20"/>
                <w:szCs w:val="20"/>
              </w:rPr>
              <w:t>mq.</w:t>
            </w:r>
            <w:r w:rsidR="004C60DD">
              <w:rPr>
                <w:sz w:val="20"/>
                <w:szCs w:val="20"/>
              </w:rPr>
              <w:t xml:space="preserve"> </w:t>
            </w:r>
            <w:r w:rsidR="004C60DD"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4C60DD">
              <w:rPr>
                <w:sz w:val="20"/>
                <w:szCs w:val="20"/>
              </w:rPr>
              <w:instrText xml:space="preserve"> FORMTEXT </w:instrText>
            </w:r>
            <w:r w:rsidR="004C60DD">
              <w:rPr>
                <w:sz w:val="20"/>
                <w:szCs w:val="20"/>
              </w:rPr>
            </w:r>
            <w:r w:rsidR="004C60DD">
              <w:rPr>
                <w:sz w:val="20"/>
                <w:szCs w:val="20"/>
              </w:rPr>
              <w:fldChar w:fldCharType="separate"/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</w:t>
            </w:r>
          </w:p>
        </w:tc>
      </w:tr>
      <w:tr w:rsidR="00CC7656" w:rsidRPr="003C5CA8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</w:trPr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7656" w:rsidRPr="00453C77" w:rsidRDefault="00CC7656" w:rsidP="00AC5959">
            <w:pPr>
              <w:outlineLvl w:val="0"/>
              <w:rPr>
                <w:noProof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7656" w:rsidRPr="007F1C7C" w:rsidRDefault="00CC7656" w:rsidP="00453C77">
            <w:pPr>
              <w:jc w:val="both"/>
              <w:outlineLvl w:val="3"/>
              <w:rPr>
                <w:sz w:val="20"/>
                <w:szCs w:val="20"/>
              </w:rPr>
            </w:pP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1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CC7656" w:rsidP="00AC5959">
            <w:pPr>
              <w:spacing w:before="120" w:after="120"/>
              <w:outlineLvl w:val="0"/>
              <w:rPr>
                <w:noProof/>
                <w:sz w:val="26"/>
                <w:szCs w:val="26"/>
                <w:u w:val="single"/>
              </w:rPr>
            </w:pPr>
            <w:r>
              <w:rPr>
                <w:noProof/>
                <w:sz w:val="26"/>
                <w:szCs w:val="26"/>
                <w:u w:val="single"/>
              </w:rPr>
              <w:t>Tipologie di intervento previste</w:t>
            </w:r>
            <w:r w:rsidR="00AC5959">
              <w:rPr>
                <w:rStyle w:val="Rimandonotaapidipagina"/>
                <w:noProof/>
                <w:sz w:val="26"/>
                <w:szCs w:val="26"/>
                <w:u w:val="single"/>
              </w:rPr>
              <w:footnoteReference w:id="2"/>
            </w:r>
            <w:r w:rsidR="00AC5959">
              <w:rPr>
                <w:noProof/>
                <w:sz w:val="26"/>
                <w:szCs w:val="26"/>
              </w:rPr>
              <w:t xml:space="preserve"> 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2B27" w:rsidRPr="00732B27" w:rsidRDefault="00732B27" w:rsidP="00732B27">
            <w:pPr>
              <w:spacing w:before="240"/>
              <w:outlineLvl w:val="3"/>
              <w:rPr>
                <w:sz w:val="24"/>
                <w:szCs w:val="24"/>
              </w:rPr>
            </w:pPr>
            <w:r w:rsidRPr="00732B27">
              <w:rPr>
                <w:sz w:val="24"/>
                <w:szCs w:val="24"/>
              </w:rPr>
              <w:t>Edili e affini</w:t>
            </w:r>
          </w:p>
          <w:p w:rsidR="00732B27" w:rsidRPr="00732B27" w:rsidRDefault="00E42DF7" w:rsidP="0023722A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6894024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C595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23722A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coibentazione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interna, esterna o nella intercapedine di pareti perimetrali;</w:t>
            </w:r>
          </w:p>
          <w:p w:rsidR="00732B27" w:rsidRPr="00732B27" w:rsidRDefault="00E42DF7" w:rsidP="0023722A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4753941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23722A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coibentazione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interna, esterna o nella intercapedine della copertura;</w:t>
            </w:r>
          </w:p>
          <w:p w:rsidR="00732B27" w:rsidRPr="00732B27" w:rsidRDefault="00E42DF7" w:rsidP="0023722A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9472595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23722A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coibentazione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solai e pareti verso locali non riscaldati o verso il terreno;</w:t>
            </w:r>
          </w:p>
          <w:p w:rsidR="00732B27" w:rsidRPr="00732B27" w:rsidRDefault="00E42DF7" w:rsidP="0023722A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58793495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23722A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sostituzione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serramenti e infissi;</w:t>
            </w:r>
          </w:p>
          <w:p w:rsidR="00732B27" w:rsidRPr="00732B27" w:rsidRDefault="00E42DF7" w:rsidP="0023722A">
            <w:pPr>
              <w:ind w:left="284" w:hanging="284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4687423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23722A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installazione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sistemi schermanti a protezione di superfici vetrate con esclusione di quelle orienta</w:t>
            </w:r>
            <w:r w:rsidR="0023722A">
              <w:rPr>
                <w:sz w:val="24"/>
                <w:szCs w:val="24"/>
              </w:rPr>
              <w:t>te a nord-est, nord, nord-ovest</w:t>
            </w:r>
            <w:r w:rsidR="00732B27" w:rsidRPr="00732B27">
              <w:rPr>
                <w:sz w:val="24"/>
                <w:szCs w:val="24"/>
              </w:rPr>
              <w:t>;</w:t>
            </w:r>
          </w:p>
          <w:p w:rsidR="00732B27" w:rsidRPr="00732B27" w:rsidRDefault="00E42DF7" w:rsidP="0023722A">
            <w:pPr>
              <w:ind w:left="284" w:hanging="284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2877956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altre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opere edili ed affini di ripristino strettamente connesse alla realizzazione dell’intervento di efficientamento (ad es. ripristino di intonaci, pavimentazioni, pitturazioni ecc.)</w:t>
            </w:r>
          </w:p>
          <w:p w:rsidR="00732B27" w:rsidRPr="00732B27" w:rsidRDefault="00732B27" w:rsidP="00732B27">
            <w:pPr>
              <w:spacing w:before="240"/>
              <w:outlineLvl w:val="3"/>
              <w:rPr>
                <w:sz w:val="24"/>
                <w:szCs w:val="24"/>
              </w:rPr>
            </w:pPr>
            <w:r w:rsidRPr="00732B27">
              <w:rPr>
                <w:sz w:val="24"/>
                <w:szCs w:val="24"/>
              </w:rPr>
              <w:lastRenderedPageBreak/>
              <w:t>Impianti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6579599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B94D6A">
                  <w:rPr>
                    <w:rFonts w:ascii="Meiryo" w:eastAsia="Meiryo" w:hAnsi="Meiryo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implementazione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materiali, dispositivi e prodotti per il miglioramento dei rendimenti di distribuzione ed emissione;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2175257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B94D6A">
                  <w:rPr>
                    <w:rFonts w:ascii="Meiryo" w:hAnsi="Meiryo"/>
                    <w:sz w:val="24"/>
                    <w:szCs w:val="24"/>
                  </w:rPr>
                  <w:t>☐</w:t>
                </w:r>
              </w:sdtContent>
            </w:sdt>
            <w:r w:rsidR="00266A7B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sostituzione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generatori di calore con sistemi e componenti ad alta efficienza, con esclusione di quelli alimentati a combustibili solidi limitatamente alle aree non montane;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9319274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integrazione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degli impianti esistenti o loro sostituzione con impianti di energia rinnovabile</w:t>
            </w:r>
            <w:r w:rsidR="003330B8">
              <w:rPr>
                <w:sz w:val="24"/>
                <w:szCs w:val="24"/>
              </w:rPr>
              <w:t>,</w:t>
            </w:r>
            <w:r w:rsidR="00732B27" w:rsidRPr="00732B27">
              <w:rPr>
                <w:sz w:val="24"/>
                <w:szCs w:val="24"/>
              </w:rPr>
              <w:t xml:space="preserve"> con esclusione di quelli alimentati a combustibili solidi limitatamente alle aree non montane;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6915365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implementazione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sistemi di termoregolazione e/o di contabilizzazione del calore;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36943986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installazione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sistemi per la ventilazione meccanica controllata;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9225134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implementazione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sistemi di illuminazione a basso consumo e di sensori di controllo;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7719731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implementazione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sistemi per la gestione e regolazione intelligente degli impianti;</w:t>
            </w:r>
          </w:p>
          <w:p w:rsidR="00732B27" w:rsidRPr="00732B27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75864965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implementazione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di sistemi per la gestione e il monitoraggio energetico degli edifici, anche in remoto;</w:t>
            </w:r>
          </w:p>
          <w:p w:rsidR="00CC7656" w:rsidRDefault="00E42DF7" w:rsidP="00266A7B">
            <w:pPr>
              <w:ind w:left="426" w:hanging="426"/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0085264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3722A" w:rsidRPr="004C4929">
                  <w:rPr>
                    <w:rFonts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32B27" w:rsidRPr="00732B27">
              <w:rPr>
                <w:sz w:val="24"/>
                <w:szCs w:val="24"/>
              </w:rPr>
              <w:t>realizzazione</w:t>
            </w:r>
            <w:proofErr w:type="gramEnd"/>
            <w:r w:rsidR="00732B27" w:rsidRPr="00732B27">
              <w:rPr>
                <w:sz w:val="24"/>
                <w:szCs w:val="24"/>
              </w:rPr>
              <w:t xml:space="preserve"> e/o implementazione di altri eventuali impianti innovativi finalizzati all’effi</w:t>
            </w:r>
            <w:r w:rsidR="00732B27">
              <w:rPr>
                <w:sz w:val="24"/>
                <w:szCs w:val="24"/>
              </w:rPr>
              <w:t>cientamento energetico dell’edicio</w:t>
            </w:r>
            <w:r w:rsidR="00C96F3E">
              <w:rPr>
                <w:sz w:val="24"/>
                <w:szCs w:val="24"/>
              </w:rPr>
              <w:t>;</w:t>
            </w:r>
          </w:p>
          <w:p w:rsidR="00AC5959" w:rsidRPr="00732B27" w:rsidRDefault="00AC5959" w:rsidP="004C4929">
            <w:pPr>
              <w:ind w:left="284" w:hanging="284"/>
              <w:jc w:val="both"/>
              <w:outlineLvl w:val="3"/>
              <w:rPr>
                <w:sz w:val="24"/>
                <w:szCs w:val="24"/>
              </w:rPr>
            </w:pP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1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CC7656" w:rsidP="008B5F07">
            <w:pPr>
              <w:spacing w:before="120" w:after="120"/>
              <w:outlineLvl w:val="0"/>
              <w:rPr>
                <w:noProof/>
                <w:sz w:val="26"/>
                <w:szCs w:val="26"/>
                <w:u w:val="single"/>
              </w:rPr>
            </w:pPr>
            <w:r w:rsidRPr="002A052D">
              <w:rPr>
                <w:noProof/>
                <w:sz w:val="26"/>
                <w:szCs w:val="26"/>
                <w:u w:val="single"/>
              </w:rPr>
              <w:lastRenderedPageBreak/>
              <w:t xml:space="preserve">Impianti considerati nei calcoli energetici 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8276553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Climatizzazione invernale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981105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Climatizzazione estiva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1667531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Produzione acqua calda sanitaria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3726679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Elettrici, elettronici, trasmissione dati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73489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Ventilazione meccanica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77602762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Ascensori, montacarichi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Pr="002A052D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7120063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>Produzione energia rinnovabile</w:t>
            </w:r>
          </w:p>
        </w:tc>
      </w:tr>
      <w:tr w:rsidR="00CC7656" w:rsidRPr="002A052D" w:rsidTr="00CC765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3" w:type="dxa"/>
          <w:trHeight w:val="240"/>
        </w:trPr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7656" w:rsidRDefault="00E42DF7" w:rsidP="004C4929">
            <w:pPr>
              <w:outlineLvl w:val="3"/>
              <w:rPr>
                <w:sz w:val="20"/>
                <w:szCs w:val="20"/>
              </w:rPr>
            </w:pPr>
            <w:sdt>
              <w:sdtPr>
                <w:rPr>
                  <w:sz w:val="24"/>
                  <w:szCs w:val="24"/>
                </w:rPr>
                <w:id w:val="149923205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CC7656" w:rsidRPr="002A052D">
              <w:rPr>
                <w:sz w:val="24"/>
                <w:szCs w:val="24"/>
              </w:rPr>
              <w:t xml:space="preserve">Altro </w:t>
            </w:r>
            <w:r w:rsidR="004C60DD" w:rsidRPr="00B5069D">
              <w:rPr>
                <w:color w:val="FF0000"/>
                <w:sz w:val="20"/>
                <w:szCs w:val="20"/>
              </w:rPr>
              <w:t>[</w:t>
            </w:r>
            <w:r w:rsidR="00CC7656" w:rsidRPr="004C60DD">
              <w:rPr>
                <w:color w:val="FF0000"/>
                <w:sz w:val="20"/>
                <w:szCs w:val="20"/>
              </w:rPr>
              <w:t>specificare</w:t>
            </w:r>
            <w:r w:rsidR="004C60DD" w:rsidRPr="00B5069D">
              <w:rPr>
                <w:color w:val="FF0000"/>
                <w:sz w:val="20"/>
                <w:szCs w:val="20"/>
              </w:rPr>
              <w:t>]</w:t>
            </w:r>
            <w:r w:rsidR="004C60DD">
              <w:rPr>
                <w:sz w:val="20"/>
                <w:szCs w:val="20"/>
              </w:rPr>
              <w:t xml:space="preserve"> </w:t>
            </w:r>
            <w:r w:rsidR="004C60DD"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4C60DD">
              <w:rPr>
                <w:sz w:val="20"/>
                <w:szCs w:val="20"/>
              </w:rPr>
              <w:instrText xml:space="preserve"> FORMTEXT </w:instrText>
            </w:r>
            <w:r w:rsidR="004C60DD">
              <w:rPr>
                <w:sz w:val="20"/>
                <w:szCs w:val="20"/>
              </w:rPr>
            </w:r>
            <w:r w:rsidR="004C60DD">
              <w:rPr>
                <w:sz w:val="20"/>
                <w:szCs w:val="20"/>
              </w:rPr>
              <w:fldChar w:fldCharType="separate"/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noProof/>
                <w:sz w:val="20"/>
                <w:szCs w:val="20"/>
              </w:rPr>
              <w:t> </w:t>
            </w:r>
            <w:r w:rsidR="004C60DD">
              <w:rPr>
                <w:sz w:val="20"/>
                <w:szCs w:val="20"/>
              </w:rPr>
              <w:fldChar w:fldCharType="end"/>
            </w:r>
          </w:p>
          <w:p w:rsidR="00AC5959" w:rsidRPr="002A052D" w:rsidRDefault="00AC5959" w:rsidP="004C4929">
            <w:pPr>
              <w:outlineLvl w:val="3"/>
              <w:rPr>
                <w:sz w:val="24"/>
                <w:szCs w:val="24"/>
              </w:rPr>
            </w:pPr>
          </w:p>
        </w:tc>
      </w:tr>
    </w:tbl>
    <w:p w:rsidR="00CC7656" w:rsidRPr="00FC2759" w:rsidRDefault="00AC5959" w:rsidP="00872B72">
      <w:pPr>
        <w:spacing w:before="120" w:after="120"/>
        <w:outlineLvl w:val="0"/>
        <w:rPr>
          <w:noProof/>
          <w:sz w:val="24"/>
          <w:szCs w:val="24"/>
          <w:u w:val="single"/>
        </w:rPr>
      </w:pPr>
      <w:r w:rsidRPr="00FC2759">
        <w:rPr>
          <w:b/>
          <w:noProof/>
          <w:sz w:val="24"/>
          <w:szCs w:val="24"/>
        </w:rPr>
        <w:t xml:space="preserve">2 - </w:t>
      </w:r>
      <w:r w:rsidR="0023722A" w:rsidRPr="00FC2759">
        <w:rPr>
          <w:b/>
          <w:noProof/>
          <w:sz w:val="24"/>
          <w:szCs w:val="24"/>
        </w:rPr>
        <w:t>INFORMAZIONI RELATIVE AI CRITERI DI SELEZIONE/VALUTAZIONE</w:t>
      </w:r>
      <w:r w:rsidRPr="00FC2759">
        <w:rPr>
          <w:rStyle w:val="Rimandonotaapidipagina"/>
          <w:b/>
          <w:noProof/>
          <w:sz w:val="24"/>
          <w:szCs w:val="24"/>
        </w:rPr>
        <w:footnoteReference w:id="3"/>
      </w:r>
    </w:p>
    <w:p w:rsidR="00021CD1" w:rsidRDefault="00021CD1" w:rsidP="00872B72">
      <w:pPr>
        <w:spacing w:before="120" w:after="120"/>
        <w:outlineLvl w:val="0"/>
        <w:rPr>
          <w:noProof/>
          <w:sz w:val="26"/>
          <w:szCs w:val="26"/>
          <w:u w:val="single"/>
        </w:rPr>
      </w:pPr>
    </w:p>
    <w:p w:rsidR="00FE3F5B" w:rsidRPr="008A277C" w:rsidRDefault="00FE3F5B" w:rsidP="00872B72">
      <w:pPr>
        <w:spacing w:before="120" w:after="120"/>
        <w:outlineLvl w:val="0"/>
        <w:rPr>
          <w:noProof/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t>Anno di costruzione dell’edificio</w:t>
      </w:r>
      <w:r w:rsidR="00116791">
        <w:rPr>
          <w:rStyle w:val="Rimandonotaapidipagina"/>
          <w:noProof/>
          <w:sz w:val="26"/>
          <w:szCs w:val="26"/>
          <w:u w:val="single"/>
        </w:rPr>
        <w:footnoteReference w:id="4"/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FE3F5B" w:rsidRPr="006F0991" w:rsidTr="00C306AB">
        <w:trPr>
          <w:trHeight w:val="240"/>
        </w:trPr>
        <w:tc>
          <w:tcPr>
            <w:tcW w:w="9606" w:type="dxa"/>
            <w:shd w:val="clear" w:color="auto" w:fill="auto"/>
          </w:tcPr>
          <w:p w:rsidR="00FE3F5B" w:rsidRPr="001D4D3B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8540655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FE3F5B" w:rsidRPr="006F0991">
              <w:rPr>
                <w:sz w:val="24"/>
                <w:szCs w:val="24"/>
              </w:rPr>
              <w:t>ante</w:t>
            </w:r>
            <w:proofErr w:type="gramEnd"/>
            <w:r w:rsidR="00FE3F5B" w:rsidRPr="006F0991">
              <w:rPr>
                <w:sz w:val="24"/>
                <w:szCs w:val="24"/>
              </w:rPr>
              <w:t xml:space="preserve"> 1930</w:t>
            </w:r>
          </w:p>
        </w:tc>
      </w:tr>
      <w:tr w:rsidR="00FE3F5B" w:rsidRPr="006F0991" w:rsidTr="00C306AB">
        <w:trPr>
          <w:trHeight w:val="240"/>
        </w:trPr>
        <w:tc>
          <w:tcPr>
            <w:tcW w:w="9606" w:type="dxa"/>
            <w:shd w:val="clear" w:color="auto" w:fill="auto"/>
          </w:tcPr>
          <w:p w:rsidR="00FE3F5B" w:rsidRPr="006F0991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008362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FE3F5B" w:rsidRPr="006F0991">
              <w:rPr>
                <w:sz w:val="24"/>
                <w:szCs w:val="24"/>
              </w:rPr>
              <w:t>dal 1930 al 19</w:t>
            </w:r>
            <w:r w:rsidR="009C75E3">
              <w:rPr>
                <w:sz w:val="24"/>
                <w:szCs w:val="24"/>
              </w:rPr>
              <w:t>49</w:t>
            </w:r>
          </w:p>
        </w:tc>
      </w:tr>
      <w:tr w:rsidR="00FE3F5B" w:rsidRPr="006F0991" w:rsidTr="00C306AB">
        <w:trPr>
          <w:trHeight w:val="240"/>
        </w:trPr>
        <w:tc>
          <w:tcPr>
            <w:tcW w:w="9606" w:type="dxa"/>
            <w:shd w:val="clear" w:color="auto" w:fill="auto"/>
          </w:tcPr>
          <w:p w:rsidR="00C306AB" w:rsidRPr="00116791" w:rsidRDefault="00E42DF7" w:rsidP="00116791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6467438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FE3F5B" w:rsidRPr="006F0991">
              <w:rPr>
                <w:sz w:val="24"/>
                <w:szCs w:val="24"/>
              </w:rPr>
              <w:t xml:space="preserve">dal 1950 al </w:t>
            </w:r>
            <w:r w:rsidR="00C306AB">
              <w:rPr>
                <w:sz w:val="24"/>
                <w:szCs w:val="24"/>
              </w:rPr>
              <w:t>31/12/</w:t>
            </w:r>
            <w:r w:rsidR="00FE3F5B" w:rsidRPr="006F0991">
              <w:rPr>
                <w:sz w:val="24"/>
                <w:szCs w:val="24"/>
              </w:rPr>
              <w:t>19</w:t>
            </w:r>
            <w:r w:rsidR="009C75E3">
              <w:rPr>
                <w:sz w:val="24"/>
                <w:szCs w:val="24"/>
              </w:rPr>
              <w:t>79</w:t>
            </w:r>
          </w:p>
        </w:tc>
      </w:tr>
    </w:tbl>
    <w:p w:rsidR="00FE3F5B" w:rsidRDefault="00FE3F5B" w:rsidP="00872B72">
      <w:pPr>
        <w:spacing w:before="120" w:after="120"/>
        <w:outlineLvl w:val="0"/>
        <w:rPr>
          <w:noProof/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lastRenderedPageBreak/>
        <w:t>Tipologia costruttiva prevalente</w:t>
      </w:r>
      <w:r w:rsidR="000F1389">
        <w:rPr>
          <w:noProof/>
          <w:sz w:val="26"/>
          <w:szCs w:val="26"/>
          <w:u w:val="single"/>
        </w:rPr>
        <w:t xml:space="preserve"> 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786"/>
        <w:gridCol w:w="567"/>
        <w:gridCol w:w="1985"/>
        <w:gridCol w:w="2976"/>
      </w:tblGrid>
      <w:tr w:rsidR="007C7756" w:rsidRPr="006F0991" w:rsidTr="008A0F2F">
        <w:tc>
          <w:tcPr>
            <w:tcW w:w="5353" w:type="dxa"/>
            <w:gridSpan w:val="2"/>
            <w:shd w:val="clear" w:color="auto" w:fill="auto"/>
          </w:tcPr>
          <w:p w:rsidR="000651D9" w:rsidRPr="006F0991" w:rsidRDefault="007C7756" w:rsidP="009C75E3">
            <w:pPr>
              <w:shd w:val="clear" w:color="auto" w:fill="F9F9F9"/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6F0991">
              <w:rPr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6F0991">
              <w:rPr>
                <w:color w:val="000000"/>
                <w:sz w:val="24"/>
                <w:szCs w:val="24"/>
              </w:rPr>
              <w:t>Struttura portante</w:t>
            </w:r>
            <w:proofErr w:type="gramEnd"/>
            <w:r w:rsidRPr="006F0991">
              <w:rPr>
                <w:color w:val="000000"/>
                <w:sz w:val="24"/>
                <w:szCs w:val="24"/>
              </w:rPr>
              <w:t xml:space="preserve"> principale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7C7756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911401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9C75E3" w:rsidRPr="001D4D3B">
              <w:rPr>
                <w:sz w:val="24"/>
                <w:szCs w:val="24"/>
              </w:rPr>
              <w:t>pietrame</w:t>
            </w:r>
            <w:proofErr w:type="gramEnd"/>
            <w:r w:rsidR="009C75E3" w:rsidRPr="001D4D3B">
              <w:rPr>
                <w:sz w:val="24"/>
                <w:szCs w:val="24"/>
              </w:rPr>
              <w:t>/laterizio</w:t>
            </w:r>
            <w:r w:rsidR="009C75E3">
              <w:rPr>
                <w:sz w:val="24"/>
                <w:szCs w:val="24"/>
              </w:rPr>
              <w:t xml:space="preserve"> e </w:t>
            </w:r>
            <w:r w:rsidR="009C75E3" w:rsidRPr="001D4D3B">
              <w:rPr>
                <w:sz w:val="24"/>
                <w:szCs w:val="24"/>
              </w:rPr>
              <w:t>legno</w:t>
            </w:r>
          </w:p>
          <w:p w:rsidR="000651D9" w:rsidRPr="000651D9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4845600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r w:rsidR="009C75E3" w:rsidRPr="001D4D3B">
              <w:rPr>
                <w:sz w:val="24"/>
                <w:szCs w:val="24"/>
              </w:rPr>
              <w:t>cemento armato</w:t>
            </w:r>
          </w:p>
        </w:tc>
      </w:tr>
      <w:tr w:rsidR="007C7756" w:rsidRPr="006F0991" w:rsidTr="008A0F2F">
        <w:tc>
          <w:tcPr>
            <w:tcW w:w="5353" w:type="dxa"/>
            <w:gridSpan w:val="2"/>
            <w:shd w:val="clear" w:color="auto" w:fill="auto"/>
          </w:tcPr>
          <w:p w:rsidR="007C7756" w:rsidRPr="006F0991" w:rsidRDefault="007C7756" w:rsidP="00872B72">
            <w:pPr>
              <w:shd w:val="clear" w:color="auto" w:fill="F9F9F9"/>
              <w:ind w:right="-10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7C7756" w:rsidRPr="001D4D3B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3106873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9C75E3" w:rsidRPr="001D4D3B">
              <w:rPr>
                <w:sz w:val="24"/>
                <w:szCs w:val="24"/>
              </w:rPr>
              <w:t>acciaio</w:t>
            </w:r>
            <w:proofErr w:type="gramEnd"/>
          </w:p>
        </w:tc>
      </w:tr>
      <w:tr w:rsidR="007C7756" w:rsidRPr="006F0991" w:rsidTr="008A0F2F">
        <w:tc>
          <w:tcPr>
            <w:tcW w:w="5353" w:type="dxa"/>
            <w:gridSpan w:val="2"/>
            <w:shd w:val="clear" w:color="auto" w:fill="auto"/>
          </w:tcPr>
          <w:p w:rsidR="007C7756" w:rsidRPr="006F0991" w:rsidRDefault="007C7756" w:rsidP="00872B72">
            <w:pPr>
              <w:shd w:val="clear" w:color="auto" w:fill="F9F9F9"/>
              <w:ind w:right="-10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7C7756" w:rsidRPr="001D4D3B" w:rsidRDefault="007C7756" w:rsidP="009C75E3">
            <w:pPr>
              <w:outlineLvl w:val="3"/>
              <w:rPr>
                <w:sz w:val="24"/>
                <w:szCs w:val="24"/>
              </w:rPr>
            </w:pPr>
          </w:p>
        </w:tc>
      </w:tr>
      <w:tr w:rsidR="00123191" w:rsidRPr="006F0991" w:rsidTr="008A0F2F">
        <w:tc>
          <w:tcPr>
            <w:tcW w:w="5353" w:type="dxa"/>
            <w:gridSpan w:val="2"/>
            <w:shd w:val="clear" w:color="auto" w:fill="auto"/>
          </w:tcPr>
          <w:p w:rsidR="00123191" w:rsidRPr="006F0991" w:rsidRDefault="00123191" w:rsidP="00872B72">
            <w:pPr>
              <w:shd w:val="clear" w:color="auto" w:fill="F9F9F9"/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6F0991">
              <w:rPr>
                <w:color w:val="000000"/>
                <w:sz w:val="24"/>
                <w:szCs w:val="24"/>
              </w:rPr>
              <w:t>- Tamponamenti perimetrali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23191" w:rsidRPr="001D4D3B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1058191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123191" w:rsidRPr="001D4D3B">
              <w:rPr>
                <w:sz w:val="24"/>
                <w:szCs w:val="24"/>
              </w:rPr>
              <w:t>pietrame</w:t>
            </w:r>
            <w:proofErr w:type="gramEnd"/>
            <w:r w:rsidR="00123191" w:rsidRPr="001D4D3B">
              <w:rPr>
                <w:sz w:val="24"/>
                <w:szCs w:val="24"/>
              </w:rPr>
              <w:t>/laterizio</w:t>
            </w:r>
            <w:r w:rsidR="00123191">
              <w:rPr>
                <w:sz w:val="24"/>
                <w:szCs w:val="24"/>
              </w:rPr>
              <w:t>/</w:t>
            </w:r>
            <w:r w:rsidR="00123191" w:rsidRPr="001D4D3B">
              <w:rPr>
                <w:sz w:val="24"/>
                <w:szCs w:val="24"/>
              </w:rPr>
              <w:t>legno</w:t>
            </w:r>
          </w:p>
        </w:tc>
      </w:tr>
      <w:tr w:rsidR="007C7756" w:rsidRPr="006F0991" w:rsidTr="008A0F2F">
        <w:tc>
          <w:tcPr>
            <w:tcW w:w="5353" w:type="dxa"/>
            <w:gridSpan w:val="2"/>
            <w:shd w:val="clear" w:color="auto" w:fill="auto"/>
          </w:tcPr>
          <w:p w:rsidR="007C7756" w:rsidRPr="006F0991" w:rsidRDefault="007C7756" w:rsidP="00872B72">
            <w:pPr>
              <w:shd w:val="clear" w:color="auto" w:fill="F9F9F9"/>
              <w:ind w:right="-10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7C7756" w:rsidRPr="001D4D3B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30661231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C7756" w:rsidRPr="001D4D3B">
              <w:rPr>
                <w:sz w:val="24"/>
                <w:szCs w:val="24"/>
              </w:rPr>
              <w:t>pannelli</w:t>
            </w:r>
            <w:proofErr w:type="gramEnd"/>
            <w:r w:rsidR="007C7756" w:rsidRPr="001D4D3B">
              <w:rPr>
                <w:sz w:val="24"/>
                <w:szCs w:val="24"/>
              </w:rPr>
              <w:t xml:space="preserve"> prefabbricati in c</w:t>
            </w:r>
            <w:r w:rsidR="00872B72" w:rsidRPr="001D4D3B">
              <w:rPr>
                <w:sz w:val="24"/>
                <w:szCs w:val="24"/>
              </w:rPr>
              <w:t>.a.</w:t>
            </w:r>
          </w:p>
        </w:tc>
      </w:tr>
      <w:tr w:rsidR="007C7756" w:rsidRPr="006F0991" w:rsidTr="008A0F2F">
        <w:tc>
          <w:tcPr>
            <w:tcW w:w="5353" w:type="dxa"/>
            <w:gridSpan w:val="2"/>
            <w:shd w:val="clear" w:color="auto" w:fill="auto"/>
          </w:tcPr>
          <w:p w:rsidR="007C7756" w:rsidRPr="006F0991" w:rsidRDefault="007C7756" w:rsidP="00872B72">
            <w:pPr>
              <w:shd w:val="clear" w:color="auto" w:fill="F9F9F9"/>
              <w:ind w:right="-10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7C7756" w:rsidRPr="001D4D3B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9072369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7C7756" w:rsidRPr="001D4D3B">
              <w:rPr>
                <w:sz w:val="24"/>
                <w:szCs w:val="24"/>
              </w:rPr>
              <w:t>facciate</w:t>
            </w:r>
            <w:proofErr w:type="gramEnd"/>
            <w:r w:rsidR="007C7756" w:rsidRPr="001D4D3B">
              <w:rPr>
                <w:sz w:val="24"/>
                <w:szCs w:val="24"/>
              </w:rPr>
              <w:t xml:space="preserve"> continue metallo/vetro</w:t>
            </w:r>
          </w:p>
        </w:tc>
      </w:tr>
      <w:tr w:rsidR="00C1458D" w:rsidRPr="00872B72" w:rsidTr="008A0F2F">
        <w:tc>
          <w:tcPr>
            <w:tcW w:w="5353" w:type="dxa"/>
            <w:gridSpan w:val="2"/>
            <w:shd w:val="clear" w:color="auto" w:fill="auto"/>
          </w:tcPr>
          <w:p w:rsidR="00C1458D" w:rsidRPr="00FD2FFB" w:rsidRDefault="00C1458D" w:rsidP="002A052D">
            <w:pPr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C1458D" w:rsidRPr="00872B72" w:rsidRDefault="00C1458D" w:rsidP="00C1458D">
            <w:pPr>
              <w:ind w:left="720"/>
              <w:outlineLvl w:val="3"/>
              <w:rPr>
                <w:sz w:val="24"/>
                <w:szCs w:val="24"/>
              </w:rPr>
            </w:pPr>
          </w:p>
        </w:tc>
      </w:tr>
      <w:tr w:rsidR="00872B72" w:rsidRPr="00872B72" w:rsidTr="008A0F2F">
        <w:tc>
          <w:tcPr>
            <w:tcW w:w="5353" w:type="dxa"/>
            <w:gridSpan w:val="2"/>
            <w:shd w:val="clear" w:color="auto" w:fill="auto"/>
          </w:tcPr>
          <w:p w:rsidR="00872B72" w:rsidRPr="00872B72" w:rsidRDefault="00872B72" w:rsidP="002A052D">
            <w:pPr>
              <w:outlineLvl w:val="3"/>
            </w:pPr>
            <w:r w:rsidRPr="00FD2FFB">
              <w:rPr>
                <w:color w:val="000000"/>
                <w:sz w:val="24"/>
                <w:szCs w:val="24"/>
              </w:rPr>
              <w:t>- Copertura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872B72" w:rsidRPr="00872B72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300980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872B72" w:rsidRPr="00872B72">
              <w:rPr>
                <w:sz w:val="24"/>
                <w:szCs w:val="24"/>
              </w:rPr>
              <w:t>falde</w:t>
            </w:r>
            <w:proofErr w:type="gramEnd"/>
          </w:p>
        </w:tc>
      </w:tr>
      <w:tr w:rsidR="00872B72" w:rsidRPr="00872B72" w:rsidTr="008A0F2F">
        <w:tc>
          <w:tcPr>
            <w:tcW w:w="5353" w:type="dxa"/>
            <w:gridSpan w:val="2"/>
            <w:shd w:val="clear" w:color="auto" w:fill="auto"/>
          </w:tcPr>
          <w:p w:rsidR="00872B72" w:rsidRPr="00872B72" w:rsidRDefault="00872B72" w:rsidP="002A052D">
            <w:pPr>
              <w:outlineLvl w:val="3"/>
              <w:rPr>
                <w:u w:val="single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872B72" w:rsidRDefault="00E42DF7" w:rsidP="004C4929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3674979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4C4929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4C4929">
              <w:rPr>
                <w:sz w:val="24"/>
                <w:szCs w:val="24"/>
              </w:rPr>
              <w:t xml:space="preserve"> </w:t>
            </w:r>
            <w:proofErr w:type="gramStart"/>
            <w:r w:rsidR="00872B72" w:rsidRPr="00872B72">
              <w:rPr>
                <w:sz w:val="24"/>
                <w:szCs w:val="24"/>
              </w:rPr>
              <w:t>piana</w:t>
            </w:r>
            <w:proofErr w:type="gramEnd"/>
          </w:p>
          <w:p w:rsidR="0048679F" w:rsidRPr="00872B72" w:rsidRDefault="0048679F" w:rsidP="004C4929">
            <w:pPr>
              <w:ind w:left="-5495"/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:rsidTr="002339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0651D9" w:rsidRDefault="0048679F" w:rsidP="00A41A16">
            <w:pPr>
              <w:spacing w:after="240"/>
              <w:ind w:left="284" w:hanging="284"/>
              <w:outlineLvl w:val="3"/>
              <w:rPr>
                <w:rFonts w:ascii="DecimaWE Rg" w:hAnsi="DecimaWE Rg"/>
                <w:i/>
                <w:color w:val="FF0000"/>
                <w:sz w:val="20"/>
                <w:szCs w:val="20"/>
              </w:rPr>
            </w:pPr>
            <w:r w:rsidRPr="00E3453D">
              <w:rPr>
                <w:noProof/>
                <w:sz w:val="26"/>
                <w:szCs w:val="26"/>
                <w:u w:val="single"/>
              </w:rPr>
              <w:t>Progetti aggiuntivi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1A5DED">
            <w:pPr>
              <w:jc w:val="both"/>
              <w:outlineLvl w:val="3"/>
              <w:rPr>
                <w:sz w:val="24"/>
                <w:szCs w:val="24"/>
              </w:rPr>
            </w:pPr>
            <w:r w:rsidRPr="003C5CA8">
              <w:rPr>
                <w:sz w:val="24"/>
                <w:szCs w:val="24"/>
              </w:rPr>
              <w:t xml:space="preserve">Sono previsti </w:t>
            </w:r>
            <w:proofErr w:type="gramStart"/>
            <w:r w:rsidRPr="003C5CA8">
              <w:rPr>
                <w:sz w:val="24"/>
                <w:szCs w:val="24"/>
              </w:rPr>
              <w:t>ulteriori</w:t>
            </w:r>
            <w:proofErr w:type="gramEnd"/>
            <w:r w:rsidRPr="003C5CA8">
              <w:rPr>
                <w:sz w:val="24"/>
                <w:szCs w:val="24"/>
              </w:rPr>
              <w:t xml:space="preserve"> interventi aggiuntivi</w:t>
            </w:r>
            <w:r w:rsidR="00C306AB" w:rsidRPr="003C5CA8">
              <w:rPr>
                <w:sz w:val="24"/>
                <w:szCs w:val="24"/>
              </w:rPr>
              <w:t xml:space="preserve"> a completamento</w:t>
            </w:r>
            <w:r w:rsidR="00C306AB">
              <w:rPr>
                <w:sz w:val="24"/>
                <w:szCs w:val="24"/>
              </w:rPr>
              <w:t>, a</w:t>
            </w:r>
            <w:r w:rsidR="00C306AB" w:rsidRPr="00C306AB">
              <w:rPr>
                <w:sz w:val="24"/>
                <w:szCs w:val="24"/>
              </w:rPr>
              <w:t>vviati e non conclusi e/o da avviare alla data della presentazione della domanda</w:t>
            </w:r>
            <w:r w:rsidR="00C306AB">
              <w:rPr>
                <w:sz w:val="24"/>
                <w:szCs w:val="24"/>
              </w:rPr>
              <w:t xml:space="preserve">, </w:t>
            </w:r>
            <w:r w:rsidRPr="003C5CA8">
              <w:rPr>
                <w:sz w:val="24"/>
                <w:szCs w:val="24"/>
              </w:rPr>
              <w:t>risolutivi delle problematiche della struttura</w:t>
            </w:r>
            <w:r w:rsidR="001A5DED">
              <w:rPr>
                <w:sz w:val="24"/>
                <w:szCs w:val="24"/>
              </w:rPr>
              <w:t xml:space="preserve"> scolastica descritti come nell’</w:t>
            </w:r>
            <w:r w:rsidRPr="003C5CA8">
              <w:rPr>
                <w:sz w:val="24"/>
                <w:szCs w:val="24"/>
              </w:rPr>
              <w:t>allegat</w:t>
            </w:r>
            <w:r w:rsidR="001A5DED">
              <w:rPr>
                <w:sz w:val="24"/>
                <w:szCs w:val="24"/>
              </w:rPr>
              <w:t>o E</w:t>
            </w:r>
            <w:r w:rsidRPr="003C5CA8">
              <w:rPr>
                <w:sz w:val="24"/>
                <w:szCs w:val="24"/>
              </w:rPr>
              <w:t xml:space="preserve"> “Scheda di progetto aggiuntivo”, valutati nel rapporto tra il costo totale, desunto dai quadri economici, dell’intervento aggiuntivo rispetto a quello di efficientamento oggetto della domanda di contribuzione</w:t>
            </w:r>
            <w:r w:rsidR="00D51140">
              <w:rPr>
                <w:sz w:val="24"/>
                <w:szCs w:val="24"/>
              </w:rPr>
              <w:t xml:space="preserve"> </w:t>
            </w:r>
            <w:r w:rsidR="00D51140" w:rsidRPr="00D51140">
              <w:rPr>
                <w:sz w:val="24"/>
                <w:szCs w:val="24"/>
              </w:rPr>
              <w:t xml:space="preserve">la cui copertura economica </w:t>
            </w:r>
            <w:r w:rsidR="00D51140">
              <w:rPr>
                <w:sz w:val="24"/>
                <w:szCs w:val="24"/>
              </w:rPr>
              <w:t xml:space="preserve">è </w:t>
            </w:r>
            <w:r w:rsidR="00D51140" w:rsidRPr="00D51140">
              <w:rPr>
                <w:sz w:val="24"/>
                <w:szCs w:val="24"/>
              </w:rPr>
              <w:t>garantita da quote di cofinanziamento provenienti dal bilancio dell’ente locale beneficiario ovvero da apporti di una ESCO con la quale ha stipulato un EPC</w:t>
            </w:r>
            <w:r w:rsidR="00D5114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1894074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</w:t>
            </w:r>
            <w:r w:rsidR="00490783">
              <w:rPr>
                <w:sz w:val="24"/>
                <w:szCs w:val="24"/>
              </w:rPr>
              <w:t>01</w:t>
            </w:r>
            <w:r w:rsidR="003C5CA8" w:rsidRPr="003C5CA8">
              <w:rPr>
                <w:sz w:val="24"/>
                <w:szCs w:val="24"/>
              </w:rPr>
              <w:t>% a 10%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3857531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11% a 20%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4195043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21% a 30%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745635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31% a 40%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1370040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41% a 50%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7618633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51% a 60%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480256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61% a 70%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51782946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71% a 80%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4131759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da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81% a 90%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6843116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8A0F2F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8A0F2F">
              <w:rPr>
                <w:sz w:val="24"/>
                <w:szCs w:val="24"/>
              </w:rPr>
              <w:t xml:space="preserve"> </w:t>
            </w:r>
            <w:proofErr w:type="gramStart"/>
            <w:r w:rsidR="003C5CA8" w:rsidRPr="003C5CA8">
              <w:rPr>
                <w:sz w:val="24"/>
                <w:szCs w:val="24"/>
              </w:rPr>
              <w:t>superiore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 al 90% </w:t>
            </w:r>
          </w:p>
        </w:tc>
      </w:tr>
      <w:tr w:rsidR="003C5CA8" w:rsidRPr="003C5CA8" w:rsidTr="00BF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7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284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</w:tr>
      <w:tr w:rsidR="003C5CA8" w:rsidRPr="003C5CA8" w:rsidTr="00BF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350D" w:rsidRDefault="0054350D" w:rsidP="00D51140">
            <w:pPr>
              <w:spacing w:before="240" w:after="120"/>
              <w:outlineLvl w:val="0"/>
              <w:rPr>
                <w:noProof/>
                <w:sz w:val="26"/>
                <w:szCs w:val="26"/>
                <w:u w:val="single"/>
              </w:rPr>
            </w:pPr>
            <w:r>
              <w:rPr>
                <w:noProof/>
                <w:sz w:val="26"/>
                <w:szCs w:val="26"/>
                <w:u w:val="single"/>
              </w:rPr>
              <w:t xml:space="preserve">Ristrutturazione importante di II° livello  </w:t>
            </w:r>
          </w:p>
          <w:p w:rsidR="003C5CA8" w:rsidRDefault="003C5CA8" w:rsidP="009C75E3">
            <w:pPr>
              <w:jc w:val="both"/>
              <w:outlineLvl w:val="3"/>
              <w:rPr>
                <w:sz w:val="24"/>
                <w:szCs w:val="24"/>
              </w:rPr>
            </w:pPr>
            <w:proofErr w:type="gramStart"/>
            <w:r w:rsidRPr="003C5CA8">
              <w:rPr>
                <w:sz w:val="24"/>
                <w:szCs w:val="24"/>
              </w:rPr>
              <w:t>Il progetto corrisponde a quanto richiesto dal decreto 26 giugno 2015 del Ministero dello sviluppo economico (di concerto con i Ministri dell’ambiente e della tutela del territorio e del mare, delle infrastrutture e dei trasporti, della salute e della difesa), recante</w:t>
            </w:r>
            <w:r w:rsidR="00490783">
              <w:rPr>
                <w:sz w:val="24"/>
                <w:szCs w:val="24"/>
              </w:rPr>
              <w:t xml:space="preserve"> </w:t>
            </w:r>
            <w:r w:rsidRPr="003C5CA8">
              <w:rPr>
                <w:sz w:val="24"/>
                <w:szCs w:val="24"/>
              </w:rPr>
              <w:t>”Applicazione delle metodologie di calcolo delle prestazioni energetiche e definizione delle prescrizioni e dei requisiti minimi degli edifici ai sensi dell’art</w:t>
            </w:r>
            <w:proofErr w:type="gramEnd"/>
            <w:r w:rsidRPr="003C5CA8">
              <w:rPr>
                <w:sz w:val="24"/>
                <w:szCs w:val="24"/>
              </w:rPr>
              <w:t xml:space="preserve">. 4, comma </w:t>
            </w:r>
            <w:proofErr w:type="gramStart"/>
            <w:r w:rsidRPr="003C5CA8">
              <w:rPr>
                <w:sz w:val="24"/>
                <w:szCs w:val="24"/>
              </w:rPr>
              <w:t>1</w:t>
            </w:r>
            <w:proofErr w:type="gramEnd"/>
            <w:r w:rsidRPr="003C5CA8">
              <w:rPr>
                <w:sz w:val="24"/>
                <w:szCs w:val="24"/>
              </w:rPr>
              <w:t xml:space="preserve">, del decreto legislativo 19 agosto 2015, n.° 192, con relativi allegati”, in ordine alla definizione dell’intervento quale </w:t>
            </w:r>
            <w:r w:rsidR="00C306AB">
              <w:rPr>
                <w:sz w:val="24"/>
                <w:szCs w:val="24"/>
              </w:rPr>
              <w:t xml:space="preserve">non inferiore alla </w:t>
            </w:r>
            <w:r w:rsidR="00D503A8">
              <w:rPr>
                <w:sz w:val="24"/>
                <w:szCs w:val="24"/>
              </w:rPr>
              <w:t>“</w:t>
            </w:r>
            <w:r w:rsidRPr="003C5CA8">
              <w:rPr>
                <w:sz w:val="24"/>
                <w:szCs w:val="24"/>
              </w:rPr>
              <w:t>Ristrutturaz</w:t>
            </w:r>
            <w:r w:rsidR="00D503A8">
              <w:rPr>
                <w:sz w:val="24"/>
                <w:szCs w:val="24"/>
              </w:rPr>
              <w:t>ione importante di II° livello”.</w:t>
            </w:r>
          </w:p>
          <w:p w:rsidR="00E53D4B" w:rsidRDefault="00E42DF7" w:rsidP="00E53D4B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8409818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E53D4B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E53D4B">
              <w:rPr>
                <w:sz w:val="24"/>
                <w:szCs w:val="24"/>
              </w:rPr>
              <w:t xml:space="preserve"> SI</w:t>
            </w:r>
          </w:p>
          <w:p w:rsidR="00E53D4B" w:rsidRPr="00490783" w:rsidRDefault="00E42DF7" w:rsidP="00E53D4B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5517455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E53D4B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E53D4B">
              <w:rPr>
                <w:sz w:val="24"/>
                <w:szCs w:val="24"/>
              </w:rPr>
              <w:t xml:space="preserve"> NO</w:t>
            </w:r>
          </w:p>
          <w:p w:rsidR="0054350D" w:rsidRPr="003C5CA8" w:rsidRDefault="0054350D" w:rsidP="00E53D4B">
            <w:pPr>
              <w:jc w:val="both"/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:rsidTr="00BF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"/>
        </w:trPr>
        <w:tc>
          <w:tcPr>
            <w:tcW w:w="7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Default="003C5CA8" w:rsidP="00E72644">
            <w:pPr>
              <w:shd w:val="clear" w:color="auto" w:fill="F9F9F9"/>
              <w:ind w:left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  <w:p w:rsidR="00A51218" w:rsidRPr="003C5CA8" w:rsidRDefault="00A51218" w:rsidP="00E72644">
            <w:pPr>
              <w:shd w:val="clear" w:color="auto" w:fill="F9F9F9"/>
              <w:ind w:left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350D" w:rsidRDefault="0054350D" w:rsidP="0054350D">
            <w:pPr>
              <w:spacing w:before="120" w:after="120"/>
              <w:outlineLvl w:val="0"/>
              <w:rPr>
                <w:noProof/>
                <w:sz w:val="26"/>
                <w:szCs w:val="26"/>
                <w:u w:val="single"/>
              </w:rPr>
            </w:pPr>
            <w:r>
              <w:rPr>
                <w:noProof/>
                <w:sz w:val="26"/>
                <w:szCs w:val="26"/>
                <w:u w:val="single"/>
              </w:rPr>
              <w:lastRenderedPageBreak/>
              <w:t xml:space="preserve">Riduzione dei consumi e delle emissioni  </w:t>
            </w:r>
          </w:p>
          <w:p w:rsidR="00D503A8" w:rsidRDefault="003C5CA8" w:rsidP="00D503A8">
            <w:pPr>
              <w:spacing w:after="240"/>
              <w:jc w:val="both"/>
              <w:outlineLvl w:val="3"/>
              <w:rPr>
                <w:i/>
                <w:sz w:val="24"/>
                <w:szCs w:val="24"/>
              </w:rPr>
            </w:pPr>
            <w:r w:rsidRPr="003C5CA8">
              <w:rPr>
                <w:sz w:val="24"/>
                <w:szCs w:val="24"/>
              </w:rPr>
              <w:t xml:space="preserve">Il progetto comporta il conseguimento finale, per l’edificio o per gli edifici, della contemporanea riduzione reale (in percentuale) dei consumi </w:t>
            </w:r>
            <w:r w:rsidR="000816EF">
              <w:rPr>
                <w:sz w:val="24"/>
                <w:szCs w:val="24"/>
              </w:rPr>
              <w:t xml:space="preserve">annuali </w:t>
            </w:r>
            <w:r w:rsidR="009C75E3">
              <w:rPr>
                <w:sz w:val="24"/>
                <w:szCs w:val="24"/>
              </w:rPr>
              <w:t xml:space="preserve">di </w:t>
            </w:r>
            <w:r w:rsidRPr="003C5CA8">
              <w:rPr>
                <w:sz w:val="24"/>
                <w:szCs w:val="24"/>
              </w:rPr>
              <w:t>energ</w:t>
            </w:r>
            <w:r w:rsidR="009C75E3">
              <w:rPr>
                <w:sz w:val="24"/>
                <w:szCs w:val="24"/>
              </w:rPr>
              <w:t xml:space="preserve">ia primaria </w:t>
            </w:r>
            <w:r w:rsidRPr="003C5CA8">
              <w:rPr>
                <w:sz w:val="24"/>
                <w:szCs w:val="24"/>
              </w:rPr>
              <w:t>e delle emissioni di gas climalteranti</w:t>
            </w:r>
            <w:r w:rsidR="008A0F2F">
              <w:rPr>
                <w:rStyle w:val="Rimandonotaapidipagina"/>
                <w:sz w:val="24"/>
                <w:szCs w:val="24"/>
              </w:rPr>
              <w:footnoteReference w:id="5"/>
            </w:r>
            <w:r w:rsidR="00B33B72">
              <w:rPr>
                <w:sz w:val="24"/>
                <w:szCs w:val="24"/>
              </w:rPr>
              <w:t>, non inferiore al 15%,</w:t>
            </w:r>
            <w:r w:rsidRPr="003C5CA8">
              <w:rPr>
                <w:sz w:val="24"/>
                <w:szCs w:val="24"/>
              </w:rPr>
              <w:t xml:space="preserve"> rispetto </w:t>
            </w:r>
            <w:r w:rsidR="00E5257D" w:rsidRPr="00BF1A88">
              <w:rPr>
                <w:sz w:val="24"/>
                <w:szCs w:val="24"/>
              </w:rPr>
              <w:t>a</w:t>
            </w:r>
            <w:r w:rsidR="00E5257D">
              <w:rPr>
                <w:sz w:val="24"/>
                <w:szCs w:val="24"/>
              </w:rPr>
              <w:t>lla media dei</w:t>
            </w:r>
            <w:r w:rsidR="00E5257D" w:rsidRPr="00BF1A88">
              <w:rPr>
                <w:sz w:val="24"/>
                <w:szCs w:val="24"/>
              </w:rPr>
              <w:t xml:space="preserve"> consumi </w:t>
            </w:r>
            <w:r w:rsidR="00B33B72">
              <w:rPr>
                <w:sz w:val="24"/>
                <w:szCs w:val="24"/>
              </w:rPr>
              <w:t xml:space="preserve">di </w:t>
            </w:r>
            <w:r w:rsidR="00E5257D" w:rsidRPr="00BF1A88">
              <w:rPr>
                <w:sz w:val="24"/>
                <w:szCs w:val="24"/>
              </w:rPr>
              <w:t>energ</w:t>
            </w:r>
            <w:r w:rsidR="00B33B72">
              <w:rPr>
                <w:sz w:val="24"/>
                <w:szCs w:val="24"/>
              </w:rPr>
              <w:t>ia primaria</w:t>
            </w:r>
            <w:r w:rsidR="00E5257D" w:rsidRPr="00BF1A88">
              <w:rPr>
                <w:sz w:val="24"/>
                <w:szCs w:val="24"/>
              </w:rPr>
              <w:t xml:space="preserve"> </w:t>
            </w:r>
            <w:r w:rsidR="00E5257D">
              <w:rPr>
                <w:sz w:val="24"/>
                <w:szCs w:val="24"/>
              </w:rPr>
              <w:t>riferiti alle tre</w:t>
            </w:r>
            <w:r w:rsidR="00E5257D" w:rsidRPr="00BF1A88">
              <w:rPr>
                <w:sz w:val="24"/>
                <w:szCs w:val="24"/>
              </w:rPr>
              <w:t xml:space="preserve"> annualità </w:t>
            </w:r>
            <w:r w:rsidR="00E5257D">
              <w:rPr>
                <w:sz w:val="24"/>
                <w:szCs w:val="24"/>
              </w:rPr>
              <w:t>precedenti la domanda di contributo</w:t>
            </w:r>
            <w:r w:rsidR="00E5257D" w:rsidRPr="00BF1A88">
              <w:rPr>
                <w:sz w:val="24"/>
                <w:szCs w:val="24"/>
              </w:rPr>
              <w:t xml:space="preserve"> </w:t>
            </w:r>
            <w:r w:rsidR="00E5257D" w:rsidRPr="009C75E3">
              <w:rPr>
                <w:i/>
                <w:sz w:val="24"/>
                <w:szCs w:val="24"/>
              </w:rPr>
              <w:t>(</w:t>
            </w:r>
            <w:r w:rsidR="00436F2C" w:rsidRPr="009C75E3">
              <w:rPr>
                <w:i/>
                <w:sz w:val="24"/>
                <w:szCs w:val="24"/>
              </w:rPr>
              <w:t xml:space="preserve">2012 – </w:t>
            </w:r>
            <w:proofErr w:type="gramStart"/>
            <w:r w:rsidR="00436F2C" w:rsidRPr="009C75E3">
              <w:rPr>
                <w:i/>
                <w:sz w:val="24"/>
                <w:szCs w:val="24"/>
              </w:rPr>
              <w:t>2014</w:t>
            </w:r>
            <w:r w:rsidR="000816EF">
              <w:rPr>
                <w:i/>
                <w:sz w:val="24"/>
                <w:szCs w:val="24"/>
              </w:rPr>
              <w:t xml:space="preserve"> </w:t>
            </w:r>
            <w:r w:rsidR="00E5257D" w:rsidRPr="009C75E3">
              <w:rPr>
                <w:i/>
                <w:sz w:val="24"/>
                <w:szCs w:val="24"/>
              </w:rPr>
              <w:t>fonte Resysweb</w:t>
            </w:r>
            <w:proofErr w:type="gramEnd"/>
            <w:r w:rsidR="00E5257D" w:rsidRPr="009C75E3">
              <w:rPr>
                <w:i/>
                <w:sz w:val="24"/>
                <w:szCs w:val="24"/>
              </w:rPr>
              <w:t>)</w:t>
            </w:r>
            <w:r w:rsidR="00D503A8">
              <w:rPr>
                <w:i/>
                <w:sz w:val="24"/>
                <w:szCs w:val="24"/>
              </w:rPr>
              <w:t xml:space="preserve">. </w:t>
            </w:r>
          </w:p>
          <w:p w:rsidR="00B33B72" w:rsidRPr="00CF4501" w:rsidRDefault="00B33B72" w:rsidP="008A0F2F">
            <w:pPr>
              <w:ind w:left="142" w:hanging="142"/>
              <w:jc w:val="both"/>
              <w:outlineLvl w:val="3"/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8A0F2F">
            <w:pPr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8A0F2F">
            <w:pPr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0832769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E53D4B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E53D4B">
              <w:rPr>
                <w:sz w:val="24"/>
                <w:szCs w:val="24"/>
              </w:rPr>
              <w:t xml:space="preserve"> </w:t>
            </w:r>
            <w:proofErr w:type="gramStart"/>
            <w:r w:rsidR="00E53D4B" w:rsidRPr="003C5CA8">
              <w:rPr>
                <w:sz w:val="24"/>
                <w:szCs w:val="24"/>
              </w:rPr>
              <w:t>da</w:t>
            </w:r>
            <w:proofErr w:type="gramEnd"/>
            <w:r w:rsidR="00E53D4B" w:rsidRPr="003C5CA8">
              <w:rPr>
                <w:sz w:val="24"/>
                <w:szCs w:val="24"/>
              </w:rPr>
              <w:t xml:space="preserve"> </w:t>
            </w:r>
            <w:r w:rsidR="00E53D4B">
              <w:rPr>
                <w:sz w:val="24"/>
                <w:szCs w:val="24"/>
              </w:rPr>
              <w:t>15</w:t>
            </w:r>
            <w:r w:rsidR="00E53D4B" w:rsidRPr="003C5CA8">
              <w:rPr>
                <w:sz w:val="24"/>
                <w:szCs w:val="24"/>
              </w:rPr>
              <w:t xml:space="preserve">% a </w:t>
            </w:r>
            <w:r w:rsidR="00E53D4B">
              <w:rPr>
                <w:sz w:val="24"/>
                <w:szCs w:val="24"/>
              </w:rPr>
              <w:t>20</w:t>
            </w:r>
            <w:r w:rsidR="00E53D4B" w:rsidRPr="003C5CA8">
              <w:rPr>
                <w:sz w:val="24"/>
                <w:szCs w:val="24"/>
              </w:rPr>
              <w:t>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0092313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A51218" w:rsidRPr="003C5CA8">
              <w:rPr>
                <w:sz w:val="24"/>
                <w:szCs w:val="24"/>
              </w:rPr>
              <w:t>da</w:t>
            </w:r>
            <w:proofErr w:type="gramEnd"/>
            <w:r w:rsidR="00A51218" w:rsidRPr="003C5CA8">
              <w:rPr>
                <w:sz w:val="24"/>
                <w:szCs w:val="24"/>
              </w:rPr>
              <w:t xml:space="preserve"> 2</w:t>
            </w:r>
            <w:r w:rsidR="00A51218">
              <w:rPr>
                <w:sz w:val="24"/>
                <w:szCs w:val="24"/>
              </w:rPr>
              <w:t>6</w:t>
            </w:r>
            <w:r w:rsidR="00A51218" w:rsidRPr="003C5CA8">
              <w:rPr>
                <w:sz w:val="24"/>
                <w:szCs w:val="24"/>
              </w:rPr>
              <w:t>% a 30%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9248923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A51218" w:rsidRPr="003C5CA8">
              <w:rPr>
                <w:sz w:val="24"/>
                <w:szCs w:val="24"/>
              </w:rPr>
              <w:t>da</w:t>
            </w:r>
            <w:proofErr w:type="gramEnd"/>
            <w:r w:rsidR="00A51218" w:rsidRPr="003C5CA8">
              <w:rPr>
                <w:sz w:val="24"/>
                <w:szCs w:val="24"/>
              </w:rPr>
              <w:t xml:space="preserve"> 3</w:t>
            </w:r>
            <w:r w:rsidR="00A51218">
              <w:rPr>
                <w:sz w:val="24"/>
                <w:szCs w:val="24"/>
              </w:rPr>
              <w:t>1</w:t>
            </w:r>
            <w:r w:rsidR="00A51218" w:rsidRPr="003C5CA8">
              <w:rPr>
                <w:sz w:val="24"/>
                <w:szCs w:val="24"/>
              </w:rPr>
              <w:t>% a 40%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9474413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A51218" w:rsidRPr="003C5CA8">
              <w:rPr>
                <w:sz w:val="24"/>
                <w:szCs w:val="24"/>
              </w:rPr>
              <w:t>da</w:t>
            </w:r>
            <w:proofErr w:type="gramEnd"/>
            <w:r w:rsidR="00A51218" w:rsidRPr="003C5CA8">
              <w:rPr>
                <w:sz w:val="24"/>
                <w:szCs w:val="24"/>
              </w:rPr>
              <w:t xml:space="preserve"> 4</w:t>
            </w:r>
            <w:r w:rsidR="00A51218">
              <w:rPr>
                <w:sz w:val="24"/>
                <w:szCs w:val="24"/>
              </w:rPr>
              <w:t>1</w:t>
            </w:r>
            <w:r w:rsidR="00A51218" w:rsidRPr="003C5CA8">
              <w:rPr>
                <w:sz w:val="24"/>
                <w:szCs w:val="24"/>
              </w:rPr>
              <w:t>% a 50%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8A0F2F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1887535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A51218" w:rsidRPr="003C5CA8">
              <w:rPr>
                <w:sz w:val="24"/>
                <w:szCs w:val="24"/>
              </w:rPr>
              <w:t>da</w:t>
            </w:r>
            <w:proofErr w:type="gramEnd"/>
            <w:r w:rsidR="00A51218" w:rsidRPr="003C5CA8">
              <w:rPr>
                <w:sz w:val="24"/>
                <w:szCs w:val="24"/>
              </w:rPr>
              <w:t xml:space="preserve"> 5</w:t>
            </w:r>
            <w:r w:rsidR="00A51218">
              <w:rPr>
                <w:sz w:val="24"/>
                <w:szCs w:val="24"/>
              </w:rPr>
              <w:t>1</w:t>
            </w:r>
            <w:r w:rsidR="00A51218" w:rsidRPr="003C5CA8">
              <w:rPr>
                <w:sz w:val="24"/>
                <w:szCs w:val="24"/>
              </w:rPr>
              <w:t>% a 70%</w:t>
            </w:r>
          </w:p>
        </w:tc>
      </w:tr>
      <w:tr w:rsidR="003C5CA8" w:rsidRPr="003C5CA8" w:rsidTr="008A0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5"/>
              </w:numPr>
              <w:shd w:val="clear" w:color="auto" w:fill="F9F9F9"/>
              <w:tabs>
                <w:tab w:val="clear" w:pos="720"/>
              </w:tabs>
              <w:ind w:left="0" w:firstLine="0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1218" w:rsidRDefault="00E42DF7" w:rsidP="00A51218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0688944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A51218" w:rsidRPr="003C5CA8">
              <w:rPr>
                <w:sz w:val="24"/>
                <w:szCs w:val="24"/>
              </w:rPr>
              <w:t>da</w:t>
            </w:r>
            <w:proofErr w:type="gramEnd"/>
            <w:r w:rsidR="00A51218" w:rsidRPr="003C5CA8">
              <w:rPr>
                <w:sz w:val="24"/>
                <w:szCs w:val="24"/>
              </w:rPr>
              <w:t xml:space="preserve"> 7</w:t>
            </w:r>
            <w:r w:rsidR="00A51218">
              <w:rPr>
                <w:sz w:val="24"/>
                <w:szCs w:val="24"/>
              </w:rPr>
              <w:t>1</w:t>
            </w:r>
            <w:r w:rsidR="00A51218" w:rsidRPr="003C5CA8">
              <w:rPr>
                <w:sz w:val="24"/>
                <w:szCs w:val="24"/>
              </w:rPr>
              <w:t>% a 90%</w:t>
            </w:r>
          </w:p>
          <w:p w:rsidR="00A51218" w:rsidRDefault="00E42DF7" w:rsidP="00A51218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06290241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A51218" w:rsidRPr="003C5CA8">
              <w:rPr>
                <w:sz w:val="24"/>
                <w:szCs w:val="24"/>
              </w:rPr>
              <w:t>superiore</w:t>
            </w:r>
            <w:proofErr w:type="gramEnd"/>
            <w:r w:rsidR="00A51218" w:rsidRPr="003C5CA8">
              <w:rPr>
                <w:sz w:val="24"/>
                <w:szCs w:val="24"/>
              </w:rPr>
              <w:t xml:space="preserve"> a 90%</w:t>
            </w:r>
          </w:p>
          <w:p w:rsidR="00A51218" w:rsidRPr="003C5CA8" w:rsidRDefault="00A51218" w:rsidP="008A0F2F">
            <w:pPr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:rsidTr="00BF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350D" w:rsidRDefault="0054350D" w:rsidP="0054350D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noProof/>
                <w:sz w:val="26"/>
                <w:szCs w:val="26"/>
                <w:u w:val="single"/>
              </w:rPr>
              <w:t>Riduzione dei consumi e delle emissioni</w:t>
            </w:r>
          </w:p>
          <w:p w:rsidR="00A41A16" w:rsidRDefault="00A41A16" w:rsidP="00021CD1">
            <w:pPr>
              <w:spacing w:before="240"/>
              <w:jc w:val="both"/>
              <w:outlineLvl w:val="3"/>
              <w:rPr>
                <w:sz w:val="24"/>
                <w:szCs w:val="24"/>
              </w:rPr>
            </w:pPr>
            <w:r w:rsidRPr="00A41A16">
              <w:rPr>
                <w:sz w:val="24"/>
                <w:szCs w:val="24"/>
              </w:rPr>
              <w:t xml:space="preserve">Il progetto comporta la riduzione delle emissioni </w:t>
            </w:r>
            <w:proofErr w:type="gramStart"/>
            <w:r w:rsidRPr="00A41A16">
              <w:rPr>
                <w:sz w:val="24"/>
                <w:szCs w:val="24"/>
              </w:rPr>
              <w:t xml:space="preserve">di </w:t>
            </w:r>
            <w:proofErr w:type="gramEnd"/>
            <w:r w:rsidRPr="00A41A16">
              <w:rPr>
                <w:sz w:val="24"/>
                <w:szCs w:val="24"/>
              </w:rPr>
              <w:t xml:space="preserve">inquinanti atmosferici mediante la sostituzione degli impianti di generazione a combustibili liquidi e solidi con impianti di altra tipologia che riducano i valori </w:t>
            </w:r>
            <w:r>
              <w:rPr>
                <w:sz w:val="24"/>
                <w:szCs w:val="24"/>
              </w:rPr>
              <w:t xml:space="preserve">di  PM </w:t>
            </w:r>
            <w:r w:rsidR="008A0F2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e NOx almeno del 20%.</w:t>
            </w:r>
          </w:p>
          <w:p w:rsidR="0054350D" w:rsidRDefault="00E42DF7" w:rsidP="00021CD1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9299050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021CD1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021CD1">
              <w:rPr>
                <w:sz w:val="24"/>
                <w:szCs w:val="24"/>
              </w:rPr>
              <w:t xml:space="preserve"> </w:t>
            </w:r>
            <w:r w:rsidR="0054350D">
              <w:rPr>
                <w:sz w:val="24"/>
                <w:szCs w:val="24"/>
              </w:rPr>
              <w:t>SI</w:t>
            </w:r>
          </w:p>
          <w:p w:rsidR="00BA63F6" w:rsidRPr="00490783" w:rsidRDefault="00E42DF7" w:rsidP="00021CD1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2673154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021CD1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021CD1">
              <w:rPr>
                <w:sz w:val="24"/>
                <w:szCs w:val="24"/>
              </w:rPr>
              <w:t xml:space="preserve"> </w:t>
            </w:r>
            <w:r w:rsidR="0054350D">
              <w:rPr>
                <w:sz w:val="24"/>
                <w:szCs w:val="24"/>
              </w:rPr>
              <w:t>NO</w:t>
            </w:r>
          </w:p>
          <w:p w:rsidR="0054350D" w:rsidRDefault="0054350D" w:rsidP="00A41A16">
            <w:pPr>
              <w:spacing w:before="240" w:after="240"/>
              <w:jc w:val="both"/>
              <w:outlineLvl w:val="3"/>
              <w:rPr>
                <w:sz w:val="24"/>
                <w:szCs w:val="24"/>
              </w:rPr>
            </w:pPr>
            <w:r>
              <w:rPr>
                <w:noProof/>
                <w:sz w:val="26"/>
                <w:szCs w:val="26"/>
                <w:u w:val="single"/>
              </w:rPr>
              <w:t>G.S.E. e Certificati bianchi</w:t>
            </w:r>
          </w:p>
          <w:p w:rsidR="003C5CA8" w:rsidRPr="003C5CA8" w:rsidRDefault="003C5CA8" w:rsidP="0054350D">
            <w:pPr>
              <w:jc w:val="both"/>
              <w:outlineLvl w:val="3"/>
              <w:rPr>
                <w:sz w:val="24"/>
                <w:szCs w:val="24"/>
              </w:rPr>
            </w:pPr>
            <w:r w:rsidRPr="003C5CA8">
              <w:rPr>
                <w:sz w:val="24"/>
                <w:szCs w:val="24"/>
              </w:rPr>
              <w:t xml:space="preserve">Il progetto sarà realizzato alle condizioni previste dal </w:t>
            </w:r>
            <w:proofErr w:type="gramStart"/>
            <w:r w:rsidRPr="003C5CA8">
              <w:rPr>
                <w:sz w:val="24"/>
                <w:szCs w:val="24"/>
              </w:rPr>
              <w:t>G.S.E.</w:t>
            </w:r>
            <w:proofErr w:type="gramEnd"/>
            <w:r w:rsidRPr="003C5CA8">
              <w:rPr>
                <w:sz w:val="24"/>
                <w:szCs w:val="24"/>
              </w:rPr>
              <w:t xml:space="preserve"> (Gestore Servizi Energetici) ai fini della quantificazione dei risparmi energetici e per l’ottenimento dei Certificati bianchi</w:t>
            </w:r>
            <w:r w:rsidR="003621C8">
              <w:rPr>
                <w:sz w:val="24"/>
                <w:szCs w:val="24"/>
              </w:rPr>
              <w:t>.</w:t>
            </w:r>
          </w:p>
        </w:tc>
      </w:tr>
      <w:tr w:rsidR="003C5CA8" w:rsidRPr="00D63BCE" w:rsidTr="00587F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CD1" w:rsidRDefault="00E42DF7" w:rsidP="00021CD1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9763770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021CD1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021CD1">
              <w:rPr>
                <w:sz w:val="24"/>
                <w:szCs w:val="24"/>
              </w:rPr>
              <w:t xml:space="preserve"> SI</w:t>
            </w:r>
          </w:p>
          <w:p w:rsidR="00021CD1" w:rsidRPr="00490783" w:rsidRDefault="00E42DF7" w:rsidP="00021CD1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49616443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021CD1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021CD1">
              <w:rPr>
                <w:sz w:val="24"/>
                <w:szCs w:val="24"/>
              </w:rPr>
              <w:t xml:space="preserve"> NO</w:t>
            </w:r>
          </w:p>
          <w:p w:rsidR="00D63BCE" w:rsidRPr="00D63BCE" w:rsidRDefault="00D63BCE" w:rsidP="00021CD1">
            <w:pPr>
              <w:spacing w:before="240" w:after="240"/>
              <w:outlineLvl w:val="3"/>
              <w:rPr>
                <w:noProof/>
                <w:sz w:val="26"/>
                <w:szCs w:val="26"/>
                <w:u w:val="single"/>
              </w:rPr>
            </w:pPr>
            <w:r w:rsidRPr="00D63BCE">
              <w:rPr>
                <w:noProof/>
                <w:sz w:val="26"/>
                <w:szCs w:val="26"/>
                <w:u w:val="single"/>
              </w:rPr>
              <w:t>Numero di iscritti agli Istituti</w:t>
            </w:r>
          </w:p>
          <w:p w:rsidR="00D63BCE" w:rsidRDefault="00E42DF7" w:rsidP="00021CD1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6242122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f</w:t>
            </w:r>
            <w:r w:rsidR="00D63BCE" w:rsidRPr="00D63BCE">
              <w:rPr>
                <w:sz w:val="24"/>
                <w:szCs w:val="24"/>
              </w:rPr>
              <w:t>ino a 200</w:t>
            </w:r>
          </w:p>
          <w:p w:rsidR="00D63BCE" w:rsidRDefault="00E42DF7" w:rsidP="00021CD1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20686915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D63BCE">
              <w:rPr>
                <w:sz w:val="24"/>
                <w:szCs w:val="24"/>
              </w:rPr>
              <w:t>da</w:t>
            </w:r>
            <w:proofErr w:type="gramEnd"/>
            <w:r w:rsidR="00D63BCE">
              <w:rPr>
                <w:sz w:val="24"/>
                <w:szCs w:val="24"/>
              </w:rPr>
              <w:t xml:space="preserve"> 201 a 400</w:t>
            </w:r>
          </w:p>
          <w:p w:rsidR="00D63BCE" w:rsidRDefault="00E42DF7" w:rsidP="00021CD1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23944729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D63BCE">
              <w:rPr>
                <w:sz w:val="24"/>
                <w:szCs w:val="24"/>
              </w:rPr>
              <w:t>da</w:t>
            </w:r>
            <w:proofErr w:type="gramEnd"/>
            <w:r w:rsidR="00D63BCE">
              <w:rPr>
                <w:sz w:val="24"/>
                <w:szCs w:val="24"/>
              </w:rPr>
              <w:t xml:space="preserve"> 401 a 700</w:t>
            </w:r>
          </w:p>
          <w:p w:rsidR="00D63BCE" w:rsidRPr="00D63BCE" w:rsidRDefault="00E42DF7" w:rsidP="00021CD1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42461854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D63BCE">
              <w:rPr>
                <w:sz w:val="24"/>
                <w:szCs w:val="24"/>
              </w:rPr>
              <w:t>da</w:t>
            </w:r>
            <w:proofErr w:type="gramEnd"/>
            <w:r w:rsidR="00D63BCE">
              <w:rPr>
                <w:sz w:val="24"/>
                <w:szCs w:val="24"/>
              </w:rPr>
              <w:t xml:space="preserve"> 701 a 900</w:t>
            </w:r>
          </w:p>
          <w:p w:rsidR="00D63BCE" w:rsidRDefault="00E42DF7" w:rsidP="00021CD1">
            <w:pPr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18757746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proofErr w:type="gramStart"/>
            <w:r w:rsidR="00D63BCE">
              <w:rPr>
                <w:sz w:val="24"/>
                <w:szCs w:val="24"/>
              </w:rPr>
              <w:t>oltre</w:t>
            </w:r>
            <w:proofErr w:type="gramEnd"/>
            <w:r w:rsidR="00D63BCE">
              <w:rPr>
                <w:sz w:val="24"/>
                <w:szCs w:val="24"/>
              </w:rPr>
              <w:t xml:space="preserve"> 901</w:t>
            </w:r>
          </w:p>
          <w:p w:rsidR="00D63BCE" w:rsidRPr="003C5CA8" w:rsidRDefault="00D63BCE" w:rsidP="00D63BCE">
            <w:pPr>
              <w:outlineLvl w:val="3"/>
              <w:rPr>
                <w:sz w:val="24"/>
                <w:szCs w:val="24"/>
              </w:rPr>
            </w:pPr>
          </w:p>
        </w:tc>
      </w:tr>
      <w:tr w:rsidR="003C5CA8" w:rsidRPr="003C5CA8" w:rsidTr="00E345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E53D4B">
            <w:pPr>
              <w:spacing w:after="240"/>
              <w:outlineLvl w:val="3"/>
              <w:rPr>
                <w:sz w:val="24"/>
                <w:szCs w:val="24"/>
              </w:rPr>
            </w:pPr>
            <w:r w:rsidRPr="0054350D">
              <w:rPr>
                <w:noProof/>
                <w:sz w:val="26"/>
                <w:szCs w:val="26"/>
                <w:u w:val="single"/>
              </w:rPr>
              <w:t>Livello di cantierabilità</w:t>
            </w:r>
            <w:proofErr w:type="gramStart"/>
            <w:r w:rsidR="00170C45">
              <w:rPr>
                <w:sz w:val="24"/>
                <w:szCs w:val="24"/>
              </w:rPr>
              <w:t xml:space="preserve"> </w:t>
            </w:r>
            <w:r w:rsidR="00E3453D">
              <w:rPr>
                <w:sz w:val="24"/>
                <w:szCs w:val="24"/>
              </w:rPr>
              <w:t xml:space="preserve">                           </w:t>
            </w:r>
            <w:proofErr w:type="gramEnd"/>
            <w:r w:rsidR="00E3453D">
              <w:rPr>
                <w:sz w:val="24"/>
                <w:szCs w:val="24"/>
              </w:rPr>
              <w:t xml:space="preserve">Progettazione </w:t>
            </w:r>
            <w:r w:rsidRPr="003C5CA8">
              <w:rPr>
                <w:sz w:val="24"/>
                <w:szCs w:val="24"/>
              </w:rPr>
              <w:t xml:space="preserve">già </w:t>
            </w:r>
            <w:r w:rsidR="00E3453D">
              <w:rPr>
                <w:sz w:val="24"/>
                <w:szCs w:val="24"/>
              </w:rPr>
              <w:t>acquisita</w:t>
            </w:r>
            <w:r w:rsidRPr="003C5CA8">
              <w:rPr>
                <w:sz w:val="24"/>
                <w:szCs w:val="24"/>
              </w:rPr>
              <w:t xml:space="preserve"> alla data della domanda 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A51218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86991312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r w:rsidR="00170C45">
              <w:rPr>
                <w:sz w:val="24"/>
                <w:szCs w:val="24"/>
              </w:rPr>
              <w:t>preliminare</w:t>
            </w:r>
            <w:proofErr w:type="gramStart"/>
            <w:r w:rsidR="003C5CA8" w:rsidRPr="003C5CA8">
              <w:rPr>
                <w:sz w:val="24"/>
                <w:szCs w:val="24"/>
              </w:rPr>
              <w:t>(</w:t>
            </w:r>
            <w:proofErr w:type="gramEnd"/>
            <w:r w:rsidR="003C5CA8" w:rsidRPr="003C5CA8">
              <w:rPr>
                <w:sz w:val="24"/>
                <w:szCs w:val="24"/>
              </w:rPr>
              <w:t xml:space="preserve">approvata con 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E3453D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E3453D" w:rsidRPr="00B8460A">
              <w:rPr>
                <w:color w:val="FF0000"/>
                <w:sz w:val="20"/>
                <w:szCs w:val="20"/>
              </w:rPr>
            </w:r>
            <w:r w:rsidR="00E3453D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end"/>
            </w:r>
            <w:r w:rsidR="00490783">
              <w:rPr>
                <w:sz w:val="24"/>
                <w:szCs w:val="24"/>
              </w:rPr>
              <w:t xml:space="preserve">/ 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E3453D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E3453D" w:rsidRPr="00B8460A">
              <w:rPr>
                <w:color w:val="FF0000"/>
                <w:sz w:val="20"/>
                <w:szCs w:val="20"/>
              </w:rPr>
            </w:r>
            <w:r w:rsidR="00E3453D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end"/>
            </w:r>
            <w:r w:rsidR="00E3453D" w:rsidRPr="00E3453D">
              <w:rPr>
                <w:sz w:val="24"/>
                <w:szCs w:val="24"/>
              </w:rPr>
              <w:t>)</w:t>
            </w:r>
          </w:p>
        </w:tc>
      </w:tr>
      <w:tr w:rsidR="003C5CA8" w:rsidRPr="003C5CA8" w:rsidTr="00E345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A51218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70704400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r w:rsidR="003C5CA8" w:rsidRPr="003C5CA8">
              <w:rPr>
                <w:sz w:val="24"/>
                <w:szCs w:val="24"/>
              </w:rPr>
              <w:t>definitiva</w:t>
            </w:r>
            <w:proofErr w:type="gramStart"/>
            <w:r w:rsidR="003C5CA8" w:rsidRPr="003C5CA8">
              <w:rPr>
                <w:sz w:val="24"/>
                <w:szCs w:val="24"/>
              </w:rPr>
              <w:t xml:space="preserve"> </w:t>
            </w:r>
            <w:r w:rsidR="00415107">
              <w:rPr>
                <w:sz w:val="24"/>
                <w:szCs w:val="24"/>
              </w:rPr>
              <w:t xml:space="preserve">  </w:t>
            </w:r>
            <w:proofErr w:type="gramEnd"/>
            <w:r w:rsidR="00E3453D" w:rsidRPr="003C5CA8">
              <w:rPr>
                <w:sz w:val="24"/>
                <w:szCs w:val="24"/>
              </w:rPr>
              <w:t xml:space="preserve">(approvata con 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E3453D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E3453D" w:rsidRPr="00B8460A">
              <w:rPr>
                <w:color w:val="FF0000"/>
                <w:sz w:val="20"/>
                <w:szCs w:val="20"/>
              </w:rPr>
            </w:r>
            <w:r w:rsidR="00E3453D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end"/>
            </w:r>
            <w:r w:rsidR="00E3453D">
              <w:rPr>
                <w:sz w:val="24"/>
                <w:szCs w:val="24"/>
              </w:rPr>
              <w:t xml:space="preserve">/ 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E3453D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E3453D" w:rsidRPr="00B8460A">
              <w:rPr>
                <w:color w:val="FF0000"/>
                <w:sz w:val="20"/>
                <w:szCs w:val="20"/>
              </w:rPr>
            </w:r>
            <w:r w:rsidR="00E3453D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end"/>
            </w:r>
            <w:r w:rsidR="00E3453D" w:rsidRPr="00E3453D">
              <w:rPr>
                <w:sz w:val="24"/>
                <w:szCs w:val="24"/>
              </w:rPr>
              <w:t>)</w:t>
            </w:r>
          </w:p>
        </w:tc>
      </w:tr>
      <w:tr w:rsidR="003C5CA8" w:rsidRPr="003C5CA8" w:rsidTr="00E345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0"/>
        </w:trPr>
        <w:tc>
          <w:tcPr>
            <w:tcW w:w="47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3C5CA8" w:rsidP="004403FE">
            <w:pPr>
              <w:numPr>
                <w:ilvl w:val="0"/>
                <w:numId w:val="4"/>
              </w:numPr>
              <w:shd w:val="clear" w:color="auto" w:fill="F9F9F9"/>
              <w:ind w:left="284" w:hanging="284"/>
              <w:jc w:val="both"/>
              <w:rPr>
                <w:rFonts w:ascii="DecimaWE Rg" w:hAnsi="DecimaWE Rg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CA8" w:rsidRPr="003C5CA8" w:rsidRDefault="00E42DF7" w:rsidP="00A51218">
            <w:pPr>
              <w:jc w:val="both"/>
              <w:outlineLvl w:val="3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73435847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A51218">
                  <w:rPr>
                    <w:rFonts w:ascii="MS Gothic" w:eastAsia="MS Gothic" w:hint="eastAsia"/>
                    <w:sz w:val="24"/>
                    <w:szCs w:val="24"/>
                  </w:rPr>
                  <w:t>☐</w:t>
                </w:r>
              </w:sdtContent>
            </w:sdt>
            <w:r w:rsidR="00A51218">
              <w:rPr>
                <w:sz w:val="24"/>
                <w:szCs w:val="24"/>
              </w:rPr>
              <w:t xml:space="preserve"> </w:t>
            </w:r>
            <w:r w:rsidR="00E5257D">
              <w:rPr>
                <w:sz w:val="24"/>
                <w:szCs w:val="24"/>
              </w:rPr>
              <w:t>esecutiva</w:t>
            </w:r>
            <w:proofErr w:type="gramStart"/>
            <w:r w:rsidR="003C5CA8" w:rsidRPr="003C5CA8">
              <w:rPr>
                <w:sz w:val="24"/>
                <w:szCs w:val="24"/>
              </w:rPr>
              <w:t xml:space="preserve"> </w:t>
            </w:r>
            <w:r w:rsidR="00415107">
              <w:rPr>
                <w:sz w:val="24"/>
                <w:szCs w:val="24"/>
              </w:rPr>
              <w:t xml:space="preserve">  </w:t>
            </w:r>
            <w:proofErr w:type="gramEnd"/>
            <w:r w:rsidR="00E3453D" w:rsidRPr="003C5CA8">
              <w:rPr>
                <w:sz w:val="24"/>
                <w:szCs w:val="24"/>
              </w:rPr>
              <w:t xml:space="preserve">(approvata con 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E3453D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E3453D" w:rsidRPr="00B8460A">
              <w:rPr>
                <w:color w:val="FF0000"/>
                <w:sz w:val="20"/>
                <w:szCs w:val="20"/>
              </w:rPr>
            </w:r>
            <w:r w:rsidR="00E3453D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end"/>
            </w:r>
            <w:r w:rsidR="00E3453D">
              <w:rPr>
                <w:sz w:val="24"/>
                <w:szCs w:val="24"/>
              </w:rPr>
              <w:t xml:space="preserve">/ 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E3453D"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E3453D" w:rsidRPr="00B8460A">
              <w:rPr>
                <w:color w:val="FF0000"/>
                <w:sz w:val="20"/>
                <w:szCs w:val="20"/>
              </w:rPr>
            </w:r>
            <w:r w:rsidR="00E3453D" w:rsidRPr="00B8460A">
              <w:rPr>
                <w:color w:val="FF0000"/>
                <w:sz w:val="20"/>
                <w:szCs w:val="20"/>
              </w:rPr>
              <w:fldChar w:fldCharType="separate"/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t> </w:t>
            </w:r>
            <w:r w:rsidR="00E3453D" w:rsidRPr="00B8460A">
              <w:rPr>
                <w:color w:val="FF0000"/>
                <w:sz w:val="20"/>
                <w:szCs w:val="20"/>
              </w:rPr>
              <w:fldChar w:fldCharType="end"/>
            </w:r>
            <w:r w:rsidR="00E3453D" w:rsidRPr="00E3453D">
              <w:rPr>
                <w:sz w:val="24"/>
                <w:szCs w:val="24"/>
              </w:rPr>
              <w:t>)</w:t>
            </w:r>
          </w:p>
        </w:tc>
      </w:tr>
    </w:tbl>
    <w:p w:rsidR="00EB3B78" w:rsidRPr="00FC2759" w:rsidRDefault="00FC2759" w:rsidP="00EB3B78">
      <w:pPr>
        <w:pStyle w:val="Intestazione"/>
        <w:tabs>
          <w:tab w:val="clear" w:pos="4819"/>
          <w:tab w:val="clear" w:pos="9638"/>
        </w:tabs>
        <w:spacing w:after="120"/>
        <w:jc w:val="both"/>
        <w:rPr>
          <w:noProof/>
          <w:sz w:val="24"/>
          <w:szCs w:val="24"/>
          <w:u w:val="single"/>
        </w:rPr>
      </w:pPr>
      <w:r w:rsidRPr="00FC2759">
        <w:rPr>
          <w:noProof/>
          <w:sz w:val="24"/>
          <w:szCs w:val="24"/>
          <w:u w:val="single"/>
        </w:rPr>
        <w:lastRenderedPageBreak/>
        <w:t>3 - INFORMAZIONI DI MONITORAGGIO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1559"/>
        <w:gridCol w:w="1418"/>
        <w:gridCol w:w="1843"/>
        <w:gridCol w:w="1842"/>
      </w:tblGrid>
      <w:tr w:rsidR="00BF1A88" w:rsidRPr="00BF1A88" w:rsidTr="00D01F66">
        <w:trPr>
          <w:trHeight w:val="37"/>
        </w:trPr>
        <w:tc>
          <w:tcPr>
            <w:tcW w:w="10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2759" w:rsidRDefault="007E7485" w:rsidP="00FC2759">
            <w:pPr>
              <w:shd w:val="clear" w:color="auto" w:fill="F9F9F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L’intervallo</w:t>
            </w:r>
            <w:r w:rsidR="00BF1A88" w:rsidRPr="00BF1A88">
              <w:rPr>
                <w:sz w:val="24"/>
                <w:szCs w:val="24"/>
              </w:rPr>
              <w:t xml:space="preserve"> percentuale di riduzione attesa dei consumi energetici e delle emissioni di gas climalteranti dichiarati </w:t>
            </w:r>
            <w:r>
              <w:rPr>
                <w:sz w:val="24"/>
                <w:szCs w:val="24"/>
              </w:rPr>
              <w:t>n</w:t>
            </w:r>
            <w:r w:rsidR="00BF1A88" w:rsidRPr="00BF1A88">
              <w:rPr>
                <w:sz w:val="24"/>
                <w:szCs w:val="24"/>
              </w:rPr>
              <w:t>ella pr</w:t>
            </w:r>
            <w:r>
              <w:rPr>
                <w:sz w:val="24"/>
                <w:szCs w:val="24"/>
              </w:rPr>
              <w:t>esente scheda di progetto, dovrà esse</w:t>
            </w:r>
            <w:r w:rsidR="00BF1A88" w:rsidRPr="00BF1A88">
              <w:rPr>
                <w:sz w:val="24"/>
                <w:szCs w:val="24"/>
              </w:rPr>
              <w:t>re confermat</w:t>
            </w:r>
            <w:r>
              <w:rPr>
                <w:sz w:val="24"/>
                <w:szCs w:val="24"/>
              </w:rPr>
              <w:t>o</w:t>
            </w:r>
            <w:r w:rsidR="00BF1A88" w:rsidRPr="00BF1A88">
              <w:rPr>
                <w:sz w:val="24"/>
                <w:szCs w:val="24"/>
              </w:rPr>
              <w:t>, a pena della revoca dell’assegnazione del contributo e scorrimento della graduatoria, dalla Diagnosi energetica</w:t>
            </w:r>
            <w:r w:rsidR="00A41F1D">
              <w:rPr>
                <w:sz w:val="24"/>
                <w:szCs w:val="24"/>
              </w:rPr>
              <w:t xml:space="preserve">, </w:t>
            </w:r>
            <w:r w:rsidR="00BF1A88" w:rsidRPr="00BF1A88">
              <w:rPr>
                <w:sz w:val="24"/>
                <w:szCs w:val="24"/>
              </w:rPr>
              <w:t xml:space="preserve">redatta conformemente alle norme UNI CEI EN 16247-1, UNI CEI EN 16247 </w:t>
            </w:r>
            <w:r w:rsidR="00963193">
              <w:rPr>
                <w:sz w:val="24"/>
                <w:szCs w:val="24"/>
              </w:rPr>
              <w:t>–</w:t>
            </w:r>
            <w:r w:rsidR="00BF1A88" w:rsidRPr="00BF1A88">
              <w:rPr>
                <w:sz w:val="24"/>
                <w:szCs w:val="24"/>
              </w:rPr>
              <w:t xml:space="preserve"> 2</w:t>
            </w:r>
            <w:r w:rsidR="00963193">
              <w:rPr>
                <w:sz w:val="24"/>
                <w:szCs w:val="24"/>
              </w:rPr>
              <w:t xml:space="preserve"> </w:t>
            </w:r>
            <w:r w:rsidR="00BF1A88" w:rsidRPr="00BF1A88">
              <w:rPr>
                <w:sz w:val="24"/>
                <w:szCs w:val="24"/>
              </w:rPr>
              <w:t xml:space="preserve">che dovrà essere </w:t>
            </w:r>
            <w:r w:rsidR="00E3453D">
              <w:rPr>
                <w:sz w:val="24"/>
                <w:szCs w:val="24"/>
              </w:rPr>
              <w:t>f</w:t>
            </w:r>
            <w:r w:rsidR="00BF1A88" w:rsidRPr="00BF1A88">
              <w:rPr>
                <w:sz w:val="24"/>
                <w:szCs w:val="24"/>
              </w:rPr>
              <w:t>ornita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successivamente</w:t>
            </w:r>
            <w:proofErr w:type="gramEnd"/>
            <w:r>
              <w:rPr>
                <w:sz w:val="24"/>
                <w:szCs w:val="24"/>
              </w:rPr>
              <w:t xml:space="preserve"> alla comunicazion</w:t>
            </w:r>
            <w:r w:rsidR="00A41F1D">
              <w:rPr>
                <w:sz w:val="24"/>
                <w:szCs w:val="24"/>
              </w:rPr>
              <w:t>e di assegnazione del contributo</w:t>
            </w:r>
            <w:r w:rsidR="002F0DEB">
              <w:rPr>
                <w:sz w:val="24"/>
                <w:szCs w:val="24"/>
              </w:rPr>
              <w:t>,</w:t>
            </w:r>
            <w:r w:rsidR="00BF1A88" w:rsidRPr="00BF1A88">
              <w:rPr>
                <w:sz w:val="24"/>
                <w:szCs w:val="24"/>
              </w:rPr>
              <w:t xml:space="preserve"> </w:t>
            </w:r>
            <w:r w:rsidR="00E3453D">
              <w:rPr>
                <w:sz w:val="24"/>
                <w:szCs w:val="24"/>
              </w:rPr>
              <w:t xml:space="preserve">a corredo del progetto </w:t>
            </w:r>
            <w:r w:rsidR="00BF1A88" w:rsidRPr="00BF1A88">
              <w:rPr>
                <w:sz w:val="24"/>
                <w:szCs w:val="24"/>
              </w:rPr>
              <w:t xml:space="preserve">per la </w:t>
            </w:r>
            <w:r>
              <w:rPr>
                <w:sz w:val="24"/>
                <w:szCs w:val="24"/>
              </w:rPr>
              <w:t>conferma</w:t>
            </w:r>
            <w:r w:rsidR="002F0DEB">
              <w:rPr>
                <w:sz w:val="24"/>
                <w:szCs w:val="24"/>
              </w:rPr>
              <w:t xml:space="preserve"> del contributo stesso</w:t>
            </w:r>
            <w:r>
              <w:rPr>
                <w:sz w:val="24"/>
                <w:szCs w:val="24"/>
              </w:rPr>
              <w:t>.</w:t>
            </w:r>
          </w:p>
          <w:p w:rsidR="00BF1A88" w:rsidRPr="00BF1A88" w:rsidRDefault="00BF1A88" w:rsidP="00FC2759">
            <w:pPr>
              <w:shd w:val="clear" w:color="auto" w:fill="F9F9F9"/>
              <w:spacing w:before="240"/>
              <w:jc w:val="both"/>
              <w:rPr>
                <w:sz w:val="24"/>
                <w:szCs w:val="24"/>
              </w:rPr>
            </w:pPr>
            <w:r w:rsidRPr="00BF1A88">
              <w:rPr>
                <w:sz w:val="24"/>
                <w:szCs w:val="24"/>
              </w:rPr>
              <w:t xml:space="preserve">A tale fine si dichiarano i seguenti dati </w:t>
            </w:r>
            <w:proofErr w:type="gramStart"/>
            <w:r w:rsidRPr="00BF1A88">
              <w:rPr>
                <w:sz w:val="24"/>
                <w:szCs w:val="24"/>
              </w:rPr>
              <w:t>relativi a</w:t>
            </w:r>
            <w:r w:rsidR="007256E8">
              <w:rPr>
                <w:sz w:val="24"/>
                <w:szCs w:val="24"/>
              </w:rPr>
              <w:t>lla</w:t>
            </w:r>
            <w:proofErr w:type="gramEnd"/>
            <w:r w:rsidR="007256E8">
              <w:rPr>
                <w:sz w:val="24"/>
                <w:szCs w:val="24"/>
              </w:rPr>
              <w:t xml:space="preserve"> media dei</w:t>
            </w:r>
            <w:r w:rsidRPr="00BF1A88">
              <w:rPr>
                <w:sz w:val="24"/>
                <w:szCs w:val="24"/>
              </w:rPr>
              <w:t xml:space="preserve"> consumi energetici dell’edific</w:t>
            </w:r>
            <w:r w:rsidR="00E3453D">
              <w:rPr>
                <w:sz w:val="24"/>
                <w:szCs w:val="24"/>
              </w:rPr>
              <w:t>io o degli edifici riferiti all</w:t>
            </w:r>
            <w:r w:rsidR="008A36CE">
              <w:rPr>
                <w:sz w:val="24"/>
                <w:szCs w:val="24"/>
              </w:rPr>
              <w:t xml:space="preserve">e </w:t>
            </w:r>
            <w:r w:rsidR="007256E8">
              <w:rPr>
                <w:sz w:val="24"/>
                <w:szCs w:val="24"/>
              </w:rPr>
              <w:t>tre</w:t>
            </w:r>
            <w:r w:rsidRPr="00BF1A88">
              <w:rPr>
                <w:sz w:val="24"/>
                <w:szCs w:val="24"/>
              </w:rPr>
              <w:t xml:space="preserve"> annualità </w:t>
            </w:r>
            <w:r w:rsidR="007256E8">
              <w:rPr>
                <w:sz w:val="24"/>
                <w:szCs w:val="24"/>
              </w:rPr>
              <w:t>precedenti la domanda di contributo</w:t>
            </w:r>
            <w:r w:rsidR="00E3453D">
              <w:rPr>
                <w:sz w:val="24"/>
                <w:szCs w:val="24"/>
              </w:rPr>
              <w:t xml:space="preserve"> </w:t>
            </w:r>
            <w:r w:rsidRPr="00E3453D">
              <w:rPr>
                <w:i/>
                <w:sz w:val="24"/>
                <w:szCs w:val="24"/>
              </w:rPr>
              <w:t>(</w:t>
            </w:r>
            <w:r w:rsidR="000651D9" w:rsidRPr="00E3453D">
              <w:rPr>
                <w:i/>
                <w:sz w:val="24"/>
                <w:szCs w:val="24"/>
              </w:rPr>
              <w:t>2012 – 2014</w:t>
            </w:r>
            <w:r w:rsidR="00ED63B3">
              <w:rPr>
                <w:i/>
                <w:sz w:val="24"/>
                <w:szCs w:val="24"/>
              </w:rPr>
              <w:t xml:space="preserve"> </w:t>
            </w:r>
            <w:r w:rsidRPr="00E3453D">
              <w:rPr>
                <w:i/>
                <w:sz w:val="24"/>
                <w:szCs w:val="24"/>
              </w:rPr>
              <w:t>fonte Resysweb)</w:t>
            </w:r>
            <w:r w:rsidR="00E3453D">
              <w:rPr>
                <w:i/>
                <w:sz w:val="24"/>
                <w:szCs w:val="24"/>
              </w:rPr>
              <w:t>:</w:t>
            </w:r>
          </w:p>
        </w:tc>
      </w:tr>
      <w:tr w:rsidR="00587F7D" w:rsidRPr="00BF1A88" w:rsidTr="00D01F66">
        <w:trPr>
          <w:trHeight w:hRule="exact" w:val="170"/>
        </w:trPr>
        <w:tc>
          <w:tcPr>
            <w:tcW w:w="103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F7D" w:rsidRPr="00BF1A88" w:rsidRDefault="00587F7D" w:rsidP="00587F7D">
            <w:pPr>
              <w:shd w:val="clear" w:color="auto" w:fill="F9F9F9"/>
              <w:spacing w:before="120"/>
              <w:rPr>
                <w:rFonts w:ascii="DecimaWE Rg" w:hAnsi="DecimaWE Rg"/>
                <w:color w:val="000000"/>
                <w:sz w:val="20"/>
                <w:szCs w:val="20"/>
                <w:u w:val="single"/>
              </w:rPr>
            </w:pPr>
          </w:p>
        </w:tc>
      </w:tr>
      <w:tr w:rsidR="00D01F66" w:rsidRPr="00BF1A88" w:rsidTr="00D01F66">
        <w:trPr>
          <w:trHeight w:val="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88" w:rsidRPr="00A41F1D" w:rsidRDefault="00A41F1D" w:rsidP="00532B80">
            <w:pPr>
              <w:shd w:val="clear" w:color="auto" w:fill="F9F9F9"/>
              <w:jc w:val="center"/>
              <w:rPr>
                <w:b/>
                <w:i/>
              </w:rPr>
            </w:pPr>
            <w:r w:rsidRPr="00A41F1D">
              <w:rPr>
                <w:b/>
                <w:i/>
              </w:rPr>
              <w:t>Identificativo</w:t>
            </w:r>
            <w:r w:rsidR="00BF1A88" w:rsidRPr="00A41F1D">
              <w:rPr>
                <w:b/>
                <w:i/>
              </w:rPr>
              <w:t xml:space="preserve"> </w:t>
            </w:r>
            <w:r w:rsidR="00532B80">
              <w:rPr>
                <w:b/>
                <w:i/>
              </w:rPr>
              <w:t>MIUR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88" w:rsidRPr="00BF1A88" w:rsidRDefault="00BF1A88" w:rsidP="00EC51C1">
            <w:pPr>
              <w:jc w:val="center"/>
              <w:rPr>
                <w:b/>
                <w:i/>
              </w:rPr>
            </w:pPr>
            <w:r w:rsidRPr="00BF1A88">
              <w:rPr>
                <w:b/>
                <w:i/>
              </w:rPr>
              <w:t>Vettore energetico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88" w:rsidRPr="00BF1A88" w:rsidRDefault="007256E8" w:rsidP="007256E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Media dei</w:t>
            </w:r>
            <w:proofErr w:type="gramStart"/>
            <w:r>
              <w:rPr>
                <w:b/>
                <w:i/>
              </w:rPr>
              <w:t xml:space="preserve">  </w:t>
            </w:r>
            <w:proofErr w:type="gramEnd"/>
            <w:r w:rsidR="00BF1A88" w:rsidRPr="00BF1A88">
              <w:rPr>
                <w:b/>
                <w:i/>
              </w:rPr>
              <w:t>Consum</w:t>
            </w:r>
            <w:r>
              <w:rPr>
                <w:b/>
                <w:i/>
              </w:rPr>
              <w:t>i</w:t>
            </w:r>
            <w:r w:rsidR="00BF1A88" w:rsidRPr="00BF1A88">
              <w:rPr>
                <w:b/>
                <w:i/>
              </w:rPr>
              <w:t xml:space="preserve"> rilevat</w:t>
            </w:r>
            <w:r>
              <w:rPr>
                <w:b/>
                <w:i/>
              </w:rPr>
              <w:t>i</w:t>
            </w:r>
            <w:r w:rsidR="00BF1A88" w:rsidRPr="00BF1A88">
              <w:rPr>
                <w:b/>
                <w:i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88" w:rsidRPr="00BF1A88" w:rsidRDefault="00BF1A88" w:rsidP="00EC51C1">
            <w:pPr>
              <w:jc w:val="center"/>
              <w:rPr>
                <w:b/>
                <w:i/>
              </w:rPr>
            </w:pPr>
            <w:r w:rsidRPr="00BF1A88">
              <w:rPr>
                <w:b/>
                <w:i/>
              </w:rPr>
              <w:t>Unità di misura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88" w:rsidRPr="00BF1A88" w:rsidRDefault="00BF1A88" w:rsidP="00EC51C1">
            <w:pPr>
              <w:jc w:val="center"/>
              <w:rPr>
                <w:b/>
                <w:i/>
              </w:rPr>
            </w:pPr>
            <w:r w:rsidRPr="00BF1A88">
              <w:rPr>
                <w:b/>
                <w:i/>
              </w:rPr>
              <w:t>Superficie calpestabile mq.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88" w:rsidRPr="00BF1A88" w:rsidRDefault="00BF1A88" w:rsidP="00EC51C1">
            <w:pPr>
              <w:jc w:val="center"/>
              <w:rPr>
                <w:b/>
                <w:i/>
              </w:rPr>
            </w:pPr>
            <w:r w:rsidRPr="00BF1A88">
              <w:rPr>
                <w:b/>
                <w:i/>
              </w:rPr>
              <w:t>Volume lordo</w:t>
            </w:r>
            <w:proofErr w:type="gramStart"/>
            <w:r w:rsidRPr="00BF1A88">
              <w:rPr>
                <w:b/>
                <w:i/>
              </w:rPr>
              <w:t xml:space="preserve">        </w:t>
            </w:r>
            <w:proofErr w:type="gramEnd"/>
            <w:r w:rsidRPr="00BF1A88">
              <w:rPr>
                <w:b/>
                <w:i/>
              </w:rPr>
              <w:t>mc.</w:t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Metano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mc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Gasolio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kg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Gpl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kg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Energia elettrica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kWh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Teriscaldamento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kWh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Teleraffrescamento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kWh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Legna, biomassa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kg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Solare termico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kWh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EC51C1">
            <w:pPr>
              <w:jc w:val="both"/>
              <w:rPr>
                <w:i/>
              </w:rPr>
            </w:pPr>
            <w:r w:rsidRPr="00BF1A88">
              <w:rPr>
                <w:i/>
              </w:rPr>
              <w:t>Solare fotovoltaico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D01F66">
            <w:pPr>
              <w:jc w:val="center"/>
              <w:rPr>
                <w:i/>
              </w:rPr>
            </w:pPr>
            <w:proofErr w:type="gramStart"/>
            <w:r w:rsidRPr="00BF1A88">
              <w:rPr>
                <w:i/>
              </w:rPr>
              <w:t>kWh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0F1389" w:rsidRPr="00BF1A88" w:rsidTr="00FC2759">
        <w:trPr>
          <w:cantSplit/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B8460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8460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B8460A">
              <w:rPr>
                <w:color w:val="FF0000"/>
                <w:sz w:val="20"/>
                <w:szCs w:val="20"/>
              </w:rPr>
            </w:r>
            <w:r w:rsidRPr="00B8460A">
              <w:rPr>
                <w:color w:val="FF0000"/>
                <w:sz w:val="20"/>
                <w:szCs w:val="20"/>
              </w:rPr>
              <w:fldChar w:fldCharType="separate"/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t> </w:t>
            </w:r>
            <w:r w:rsidRPr="00B8460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0F1389" w:rsidP="005F0EB5">
            <w:pPr>
              <w:jc w:val="both"/>
              <w:rPr>
                <w:i/>
              </w:rPr>
            </w:pPr>
            <w:r w:rsidRPr="00BF1A88">
              <w:rPr>
                <w:i/>
              </w:rPr>
              <w:t>Altro</w:t>
            </w:r>
            <w:r w:rsidR="005F0EB5">
              <w:rPr>
                <w:i/>
              </w:rPr>
              <w:t xml:space="preserve"> </w:t>
            </w:r>
            <w:r w:rsidR="005F0EB5" w:rsidRPr="00B5069D">
              <w:rPr>
                <w:color w:val="FF0000"/>
                <w:sz w:val="20"/>
                <w:szCs w:val="20"/>
              </w:rPr>
              <w:t>[</w:t>
            </w:r>
            <w:r w:rsidR="005F0EB5">
              <w:rPr>
                <w:color w:val="FF0000"/>
                <w:sz w:val="20"/>
                <w:szCs w:val="20"/>
              </w:rPr>
              <w:t>specificare</w:t>
            </w:r>
            <w:r w:rsidR="005F0EB5" w:rsidRPr="00B5069D">
              <w:rPr>
                <w:color w:val="FF0000"/>
                <w:sz w:val="20"/>
                <w:szCs w:val="20"/>
              </w:rPr>
              <w:t>]</w:t>
            </w:r>
            <w:r w:rsidR="005F0EB5" w:rsidRPr="00D80942">
              <w:rPr>
                <w:color w:val="FF0000"/>
                <w:sz w:val="20"/>
                <w:szCs w:val="20"/>
              </w:rPr>
              <w:t xml:space="preserve"> </w:t>
            </w:r>
            <w:r w:rsidR="005F0EB5"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="005F0EB5"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="005F0EB5" w:rsidRPr="00D80942">
              <w:rPr>
                <w:color w:val="FF0000"/>
                <w:sz w:val="20"/>
                <w:szCs w:val="20"/>
              </w:rPr>
            </w:r>
            <w:r w:rsidR="005F0EB5" w:rsidRPr="00D80942">
              <w:rPr>
                <w:color w:val="FF0000"/>
                <w:sz w:val="20"/>
                <w:szCs w:val="20"/>
              </w:rPr>
              <w:fldChar w:fldCharType="separate"/>
            </w:r>
            <w:r w:rsidR="005F0EB5" w:rsidRPr="00D80942">
              <w:rPr>
                <w:color w:val="FF0000"/>
                <w:sz w:val="20"/>
                <w:szCs w:val="20"/>
              </w:rPr>
              <w:t> </w:t>
            </w:r>
            <w:r w:rsidR="005F0EB5" w:rsidRPr="00D80942">
              <w:rPr>
                <w:color w:val="FF0000"/>
                <w:sz w:val="20"/>
                <w:szCs w:val="20"/>
              </w:rPr>
              <w:t> </w:t>
            </w:r>
            <w:r w:rsidR="005F0EB5" w:rsidRPr="00D80942">
              <w:rPr>
                <w:color w:val="FF0000"/>
                <w:sz w:val="20"/>
                <w:szCs w:val="20"/>
              </w:rPr>
              <w:t> </w:t>
            </w:r>
            <w:r w:rsidR="005F0EB5" w:rsidRPr="00D80942">
              <w:rPr>
                <w:color w:val="FF0000"/>
                <w:sz w:val="20"/>
                <w:szCs w:val="20"/>
              </w:rPr>
              <w:t> </w:t>
            </w:r>
            <w:r w:rsidR="005F0EB5" w:rsidRPr="00D80942">
              <w:rPr>
                <w:color w:val="FF0000"/>
                <w:sz w:val="20"/>
                <w:szCs w:val="20"/>
              </w:rPr>
              <w:t> </w:t>
            </w:r>
            <w:r w:rsidR="005F0EB5" w:rsidRPr="00D80942">
              <w:rPr>
                <w:color w:val="FF0000"/>
                <w:sz w:val="20"/>
                <w:szCs w:val="20"/>
              </w:rPr>
              <w:fldChar w:fldCharType="end"/>
            </w: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Pr="00BF1A88" w:rsidRDefault="005F0EB5" w:rsidP="00D01F66">
            <w:pPr>
              <w:jc w:val="center"/>
              <w:rPr>
                <w:i/>
              </w:rPr>
            </w:pPr>
            <w:r w:rsidRPr="00D80942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80942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80942">
              <w:rPr>
                <w:color w:val="FF0000"/>
                <w:sz w:val="20"/>
                <w:szCs w:val="20"/>
              </w:rPr>
            </w:r>
            <w:r w:rsidRPr="00D80942">
              <w:rPr>
                <w:color w:val="FF0000"/>
                <w:sz w:val="20"/>
                <w:szCs w:val="20"/>
              </w:rPr>
              <w:fldChar w:fldCharType="separate"/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t> </w:t>
            </w:r>
            <w:r w:rsidRPr="00D80942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755DDA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55DDA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55DDA">
              <w:rPr>
                <w:color w:val="FF0000"/>
                <w:sz w:val="20"/>
                <w:szCs w:val="20"/>
              </w:rPr>
            </w:r>
            <w:r w:rsidRPr="00755DDA">
              <w:rPr>
                <w:color w:val="FF0000"/>
                <w:sz w:val="20"/>
                <w:szCs w:val="20"/>
              </w:rPr>
              <w:fldChar w:fldCharType="separate"/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t> </w:t>
            </w:r>
            <w:r w:rsidRPr="00755DDA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89" w:rsidRDefault="000F1389">
            <w:r w:rsidRPr="00D2345D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D2345D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D2345D">
              <w:rPr>
                <w:color w:val="FF0000"/>
                <w:sz w:val="20"/>
                <w:szCs w:val="20"/>
              </w:rPr>
            </w:r>
            <w:r w:rsidRPr="00D2345D">
              <w:rPr>
                <w:color w:val="FF0000"/>
                <w:sz w:val="20"/>
                <w:szCs w:val="20"/>
              </w:rPr>
              <w:fldChar w:fldCharType="separate"/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t> </w:t>
            </w:r>
            <w:r w:rsidRPr="00D2345D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D01F66" w:rsidRPr="00BF1A88" w:rsidTr="00D01F66">
        <w:trPr>
          <w:trHeight w:val="40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A88" w:rsidRPr="00BF1A88" w:rsidRDefault="00BF1A88" w:rsidP="00EC51C1">
            <w:pPr>
              <w:shd w:val="clear" w:color="auto" w:fill="F9F9F9"/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A88" w:rsidRPr="00BF1A88" w:rsidRDefault="00BF1A88" w:rsidP="00EC51C1">
            <w:pPr>
              <w:shd w:val="clear" w:color="auto" w:fill="F9F9F9"/>
              <w:jc w:val="both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A88" w:rsidRPr="00BF1A88" w:rsidRDefault="00BF1A88" w:rsidP="00EC51C1">
            <w:pPr>
              <w:shd w:val="clear" w:color="auto" w:fill="F9F9F9"/>
              <w:jc w:val="both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A88" w:rsidRPr="00BF1A88" w:rsidRDefault="00BF1A88" w:rsidP="00EC51C1">
            <w:pPr>
              <w:shd w:val="clear" w:color="auto" w:fill="F9F9F9"/>
              <w:jc w:val="both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A88" w:rsidRPr="00BF1A88" w:rsidRDefault="00BF1A88" w:rsidP="00EC51C1">
            <w:pPr>
              <w:shd w:val="clear" w:color="auto" w:fill="F9F9F9"/>
              <w:jc w:val="both"/>
              <w:rPr>
                <w:i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A88" w:rsidRPr="00BF1A88" w:rsidRDefault="00BF1A88" w:rsidP="00EC51C1">
            <w:pPr>
              <w:shd w:val="clear" w:color="auto" w:fill="F9F9F9"/>
              <w:jc w:val="both"/>
              <w:rPr>
                <w:i/>
              </w:rPr>
            </w:pPr>
          </w:p>
        </w:tc>
      </w:tr>
      <w:tr w:rsidR="00BF1A88" w:rsidRPr="00BF1A88" w:rsidTr="00D01F66">
        <w:trPr>
          <w:trHeight w:val="37"/>
        </w:trPr>
        <w:tc>
          <w:tcPr>
            <w:tcW w:w="10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1F66" w:rsidRPr="00FC2759" w:rsidRDefault="00A41F1D" w:rsidP="007E7485">
            <w:pPr>
              <w:jc w:val="both"/>
              <w:outlineLvl w:val="3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Relazione sintetica</w:t>
            </w:r>
            <w:r w:rsidR="00BF1A88" w:rsidRPr="00BF1A88">
              <w:rPr>
                <w:sz w:val="24"/>
                <w:szCs w:val="24"/>
              </w:rPr>
              <w:t xml:space="preserve"> sulle caratteristiche tecniche degli interventi e sul metodo utilizzato per quantificare gli obiettivi di riduzione per </w:t>
            </w:r>
            <w:proofErr w:type="gramEnd"/>
            <w:r w:rsidR="00BF1A88" w:rsidRPr="00BF1A88">
              <w:rPr>
                <w:sz w:val="24"/>
                <w:szCs w:val="24"/>
              </w:rPr>
              <w:t xml:space="preserve">effetto di ciascun intervento di efficientamento energetico previsto: </w:t>
            </w:r>
            <w:r w:rsidR="00FC2759" w:rsidRPr="00B5069D">
              <w:rPr>
                <w:color w:val="FF0000"/>
                <w:sz w:val="20"/>
                <w:szCs w:val="20"/>
              </w:rPr>
              <w:t>[</w:t>
            </w:r>
            <w:r w:rsidR="00FC2759" w:rsidRPr="007E7485">
              <w:rPr>
                <w:color w:val="FF0000"/>
                <w:sz w:val="20"/>
                <w:szCs w:val="20"/>
              </w:rPr>
              <w:t>descrizione</w:t>
            </w:r>
            <w:r w:rsidR="00FC2759" w:rsidRPr="00B5069D">
              <w:rPr>
                <w:color w:val="FF0000"/>
                <w:sz w:val="20"/>
                <w:szCs w:val="20"/>
              </w:rPr>
              <w:t>]</w:t>
            </w:r>
          </w:p>
          <w:p w:rsidR="000F1389" w:rsidRDefault="000F1389" w:rsidP="007E7485">
            <w:pPr>
              <w:jc w:val="both"/>
              <w:outlineLvl w:val="3"/>
              <w:rPr>
                <w:color w:val="FF0000"/>
                <w:sz w:val="20"/>
                <w:szCs w:val="20"/>
              </w:rPr>
            </w:pPr>
          </w:p>
          <w:p w:rsidR="00D01F66" w:rsidRDefault="000F1389" w:rsidP="00FC2759">
            <w:pPr>
              <w:shd w:val="clear" w:color="auto" w:fill="F9F9F9"/>
              <w:jc w:val="both"/>
              <w:rPr>
                <w:color w:val="FF0000"/>
                <w:sz w:val="20"/>
                <w:szCs w:val="20"/>
              </w:rPr>
            </w:pPr>
            <w:r w:rsidRPr="007F1C7C">
              <w:rPr>
                <w:color w:val="FF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7F1C7C">
              <w:rPr>
                <w:color w:val="FF0000"/>
                <w:sz w:val="20"/>
                <w:szCs w:val="20"/>
              </w:rPr>
              <w:instrText xml:space="preserve"> FORMTEXT </w:instrText>
            </w:r>
            <w:r w:rsidRPr="007F1C7C">
              <w:rPr>
                <w:color w:val="FF0000"/>
                <w:sz w:val="20"/>
                <w:szCs w:val="20"/>
              </w:rPr>
            </w:r>
            <w:r w:rsidRPr="007F1C7C">
              <w:rPr>
                <w:color w:val="FF0000"/>
                <w:sz w:val="20"/>
                <w:szCs w:val="20"/>
              </w:rPr>
              <w:fldChar w:fldCharType="separate"/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t> </w:t>
            </w:r>
            <w:r w:rsidRPr="007F1C7C">
              <w:rPr>
                <w:color w:val="FF0000"/>
                <w:sz w:val="20"/>
                <w:szCs w:val="20"/>
              </w:rPr>
              <w:fldChar w:fldCharType="end"/>
            </w:r>
          </w:p>
          <w:p w:rsidR="00092C3C" w:rsidRPr="00092C3C" w:rsidRDefault="00092C3C" w:rsidP="007E7485">
            <w:pPr>
              <w:jc w:val="both"/>
              <w:outlineLvl w:val="3"/>
              <w:rPr>
                <w:color w:val="FF0000"/>
                <w:sz w:val="20"/>
                <w:szCs w:val="20"/>
              </w:rPr>
            </w:pPr>
          </w:p>
        </w:tc>
      </w:tr>
      <w:tr w:rsidR="00BF1A88" w:rsidRPr="00BF1A88" w:rsidTr="00D01F66">
        <w:trPr>
          <w:trHeight w:val="37"/>
        </w:trPr>
        <w:tc>
          <w:tcPr>
            <w:tcW w:w="103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41A16" w:rsidRPr="00E73B9B" w:rsidRDefault="00A41A16" w:rsidP="00A41A16">
            <w:pPr>
              <w:spacing w:after="120"/>
              <w:jc w:val="center"/>
              <w:rPr>
                <w:sz w:val="28"/>
                <w:szCs w:val="28"/>
              </w:rPr>
            </w:pPr>
            <w:proofErr w:type="gramStart"/>
            <w:r w:rsidRPr="00E73B9B">
              <w:rPr>
                <w:sz w:val="28"/>
                <w:szCs w:val="28"/>
              </w:rPr>
              <w:t>dichiara</w:t>
            </w:r>
            <w:proofErr w:type="gramEnd"/>
            <w:r w:rsidRPr="00E73B9B">
              <w:rPr>
                <w:sz w:val="28"/>
                <w:szCs w:val="28"/>
              </w:rPr>
              <w:t xml:space="preserve"> altresì</w:t>
            </w:r>
          </w:p>
          <w:p w:rsidR="00BF1A88" w:rsidRPr="00BF1A88" w:rsidRDefault="00BF1A88" w:rsidP="00734F47">
            <w:pPr>
              <w:spacing w:before="240"/>
              <w:jc w:val="both"/>
              <w:outlineLvl w:val="3"/>
              <w:rPr>
                <w:sz w:val="24"/>
                <w:szCs w:val="24"/>
              </w:rPr>
            </w:pPr>
            <w:r w:rsidRPr="00BF1A88">
              <w:rPr>
                <w:sz w:val="24"/>
                <w:szCs w:val="24"/>
              </w:rPr>
              <w:t xml:space="preserve">Il progetto </w:t>
            </w:r>
            <w:proofErr w:type="gramStart"/>
            <w:r w:rsidRPr="00BF1A88">
              <w:rPr>
                <w:sz w:val="24"/>
                <w:szCs w:val="24"/>
              </w:rPr>
              <w:t>relativo alle</w:t>
            </w:r>
            <w:proofErr w:type="gramEnd"/>
            <w:r w:rsidRPr="00BF1A88">
              <w:rPr>
                <w:sz w:val="24"/>
                <w:szCs w:val="24"/>
              </w:rPr>
              <w:t xml:space="preserve"> opere di cui sopra </w:t>
            </w:r>
            <w:r w:rsidR="004C60DD">
              <w:rPr>
                <w:sz w:val="24"/>
                <w:szCs w:val="24"/>
              </w:rPr>
              <w:t>sarà</w:t>
            </w:r>
            <w:r w:rsidRPr="00BF1A88">
              <w:rPr>
                <w:sz w:val="24"/>
                <w:szCs w:val="24"/>
              </w:rPr>
              <w:t xml:space="preserve"> rispondente alle prescrizioni d</w:t>
            </w:r>
            <w:r w:rsidR="00A41A16">
              <w:rPr>
                <w:sz w:val="24"/>
                <w:szCs w:val="24"/>
              </w:rPr>
              <w:t>e</w:t>
            </w:r>
            <w:r w:rsidRPr="00BF1A88">
              <w:rPr>
                <w:sz w:val="24"/>
                <w:szCs w:val="24"/>
              </w:rPr>
              <w:t>l decreto legislativo 192/2005 s.m.i nonché d</w:t>
            </w:r>
            <w:r w:rsidR="00A41A16">
              <w:rPr>
                <w:sz w:val="24"/>
                <w:szCs w:val="24"/>
              </w:rPr>
              <w:t>e</w:t>
            </w:r>
            <w:r w:rsidRPr="00BF1A88">
              <w:rPr>
                <w:sz w:val="24"/>
                <w:szCs w:val="24"/>
              </w:rPr>
              <w:t>l decreto di cui all’articolo 4, comma 1 del decreto legislativo 192/2005</w:t>
            </w:r>
            <w:r w:rsidR="00A41A16">
              <w:rPr>
                <w:sz w:val="24"/>
                <w:szCs w:val="24"/>
              </w:rPr>
              <w:t xml:space="preserve"> s.m.i.</w:t>
            </w:r>
            <w:r w:rsidRPr="00BF1A88">
              <w:rPr>
                <w:sz w:val="24"/>
                <w:szCs w:val="24"/>
              </w:rPr>
              <w:t>;</w:t>
            </w:r>
          </w:p>
          <w:p w:rsidR="00C51908" w:rsidRPr="00A41A16" w:rsidRDefault="00C51908" w:rsidP="00C51908">
            <w:pPr>
              <w:pStyle w:val="Paragrafoelenco"/>
              <w:spacing w:before="240" w:after="120" w:line="240" w:lineRule="auto"/>
              <w:ind w:left="284" w:hanging="284"/>
              <w:contextualSpacing w:val="0"/>
              <w:jc w:val="both"/>
              <w:rPr>
                <w:rFonts w:ascii="Verdana" w:eastAsia="Times New Roman" w:hAnsi="Verdana"/>
                <w:sz w:val="24"/>
                <w:szCs w:val="24"/>
                <w:lang w:eastAsia="it-IT"/>
              </w:rPr>
            </w:pPr>
            <w:proofErr w:type="gramStart"/>
            <w:r w:rsidRPr="00A41A16">
              <w:rPr>
                <w:rFonts w:ascii="Verdana" w:eastAsia="Times New Roman" w:hAnsi="Verdana"/>
                <w:sz w:val="24"/>
                <w:szCs w:val="24"/>
                <w:lang w:eastAsia="it-IT"/>
              </w:rPr>
              <w:t>di</w:t>
            </w:r>
            <w:proofErr w:type="gramEnd"/>
            <w:r w:rsidRPr="00A41A16">
              <w:rPr>
                <w:rFonts w:ascii="Verdana" w:eastAsia="Times New Roman" w:hAnsi="Verdana"/>
                <w:sz w:val="24"/>
                <w:szCs w:val="24"/>
                <w:lang w:eastAsia="it-IT"/>
              </w:rPr>
              <w:t xml:space="preserve"> acconsentire al trattamento dei dati personali inviati</w:t>
            </w:r>
          </w:p>
        </w:tc>
      </w:tr>
    </w:tbl>
    <w:p w:rsidR="00E970D9" w:rsidRPr="00E970D9" w:rsidRDefault="00E970D9" w:rsidP="00E970D9">
      <w:pPr>
        <w:spacing w:before="240" w:after="120"/>
        <w:ind w:left="284" w:hanging="284"/>
        <w:jc w:val="both"/>
        <w:rPr>
          <w:rFonts w:eastAsia="Calibri"/>
          <w:sz w:val="18"/>
          <w:szCs w:val="18"/>
          <w:lang w:eastAsia="en-US"/>
        </w:rPr>
      </w:pPr>
      <w:r w:rsidRPr="00E970D9">
        <w:rPr>
          <w:sz w:val="24"/>
          <w:szCs w:val="24"/>
        </w:rPr>
        <w:t>Luogo</w:t>
      </w:r>
      <w:r w:rsidRPr="00E970D9">
        <w:rPr>
          <w:rFonts w:eastAsia="Calibri"/>
          <w:sz w:val="18"/>
          <w:szCs w:val="18"/>
          <w:lang w:eastAsia="en-US"/>
        </w:rPr>
        <w:t xml:space="preserve"> </w:t>
      </w:r>
      <w:sdt>
        <w:sdtPr>
          <w:rPr>
            <w:rFonts w:eastAsia="Calibri"/>
            <w:sz w:val="18"/>
            <w:szCs w:val="18"/>
            <w:lang w:eastAsia="en-US"/>
          </w:rPr>
          <w:id w:val="1103609065"/>
          <w:showingPlcHdr/>
        </w:sdtPr>
        <w:sdtEndPr/>
        <w:sdtContent>
          <w:r w:rsidRPr="00E970D9">
            <w:rPr>
              <w:rFonts w:ascii="Calibri" w:eastAsia="Calibri" w:hAnsi="Calibri"/>
              <w:color w:val="808080"/>
              <w:lang w:eastAsia="en-US"/>
            </w:rPr>
            <w:t>Fare clic qui per immettere testo.</w:t>
          </w:r>
          <w:proofErr w:type="gramStart"/>
        </w:sdtContent>
      </w:sdt>
      <w:proofErr w:type="gramEnd"/>
      <w:r w:rsidRPr="00E970D9">
        <w:rPr>
          <w:rFonts w:eastAsia="Calibri"/>
          <w:sz w:val="18"/>
          <w:szCs w:val="18"/>
          <w:lang w:eastAsia="en-US"/>
        </w:rPr>
        <w:t xml:space="preserve"> , </w:t>
      </w:r>
      <w:r w:rsidRPr="00E970D9">
        <w:rPr>
          <w:sz w:val="24"/>
          <w:szCs w:val="24"/>
        </w:rPr>
        <w:t>data</w:t>
      </w:r>
      <w:r w:rsidRPr="00E970D9">
        <w:rPr>
          <w:rFonts w:eastAsia="Calibri"/>
          <w:sz w:val="18"/>
          <w:szCs w:val="18"/>
          <w:lang w:eastAsia="en-US"/>
        </w:rPr>
        <w:t xml:space="preserve"> </w:t>
      </w:r>
      <w:sdt>
        <w:sdtPr>
          <w:rPr>
            <w:rFonts w:eastAsia="Calibri"/>
            <w:sz w:val="18"/>
            <w:szCs w:val="18"/>
            <w:lang w:eastAsia="en-US"/>
          </w:rPr>
          <w:id w:val="1753077597"/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E970D9">
            <w:rPr>
              <w:rFonts w:ascii="Calibri" w:eastAsia="Calibri" w:hAnsi="Calibri"/>
              <w:color w:val="808080"/>
              <w:lang w:eastAsia="en-US"/>
            </w:rPr>
            <w:t>Fare clic qui per immettere una data.</w:t>
          </w:r>
        </w:sdtContent>
      </w:sdt>
    </w:p>
    <w:p w:rsidR="00BF1A88" w:rsidRPr="00BF1A88" w:rsidRDefault="00BF1A88" w:rsidP="00EC51C1">
      <w:pPr>
        <w:shd w:val="clear" w:color="auto" w:fill="F9F9F9"/>
        <w:jc w:val="both"/>
        <w:rPr>
          <w:sz w:val="24"/>
          <w:szCs w:val="24"/>
        </w:rPr>
      </w:pP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 w:rsidR="000F3E7C">
        <w:rPr>
          <w:sz w:val="24"/>
          <w:szCs w:val="24"/>
        </w:rPr>
        <w:t xml:space="preserve">        </w:t>
      </w: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 w:rsidRPr="00BF1A88">
        <w:rPr>
          <w:sz w:val="24"/>
          <w:szCs w:val="24"/>
        </w:rPr>
        <w:tab/>
      </w:r>
      <w:r w:rsidR="000F3E7C">
        <w:rPr>
          <w:sz w:val="24"/>
          <w:szCs w:val="24"/>
        </w:rPr>
        <w:t xml:space="preserve">                      </w:t>
      </w:r>
      <w:r w:rsidR="00E970D9">
        <w:rPr>
          <w:sz w:val="24"/>
          <w:szCs w:val="24"/>
        </w:rPr>
        <w:tab/>
      </w:r>
      <w:r w:rsidR="00E970D9">
        <w:rPr>
          <w:sz w:val="24"/>
          <w:szCs w:val="24"/>
        </w:rPr>
        <w:tab/>
      </w:r>
      <w:r w:rsidRPr="00BF1A88">
        <w:rPr>
          <w:sz w:val="24"/>
          <w:szCs w:val="24"/>
        </w:rPr>
        <w:t>Firma</w:t>
      </w:r>
      <w:r w:rsidRPr="00BF1A88">
        <w:rPr>
          <w:sz w:val="24"/>
          <w:szCs w:val="24"/>
        </w:rPr>
        <w:tab/>
      </w:r>
    </w:p>
    <w:p w:rsidR="00E53D4B" w:rsidRDefault="00E53D4B" w:rsidP="00E53D4B">
      <w:pPr>
        <w:shd w:val="clear" w:color="auto" w:fill="F9F9F9"/>
        <w:jc w:val="both"/>
        <w:rPr>
          <w:color w:val="FF0000"/>
          <w:sz w:val="20"/>
          <w:szCs w:val="20"/>
        </w:rPr>
      </w:pPr>
    </w:p>
    <w:p w:rsidR="00C33A4D" w:rsidRPr="00FC2759" w:rsidRDefault="00BF1A88" w:rsidP="008A4CE1">
      <w:pPr>
        <w:shd w:val="clear" w:color="auto" w:fill="F9F9F9"/>
        <w:jc w:val="both"/>
        <w:rPr>
          <w:sz w:val="20"/>
          <w:szCs w:val="20"/>
        </w:rPr>
      </w:pP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Pr="00FC2759">
        <w:rPr>
          <w:sz w:val="20"/>
          <w:szCs w:val="20"/>
        </w:rPr>
        <w:tab/>
      </w:r>
      <w:r w:rsidR="00E53D4B" w:rsidRPr="00FC2759">
        <w:rPr>
          <w:sz w:val="20"/>
          <w:szCs w:val="20"/>
        </w:rPr>
        <w:tab/>
      </w:r>
      <w:r w:rsidR="00E53D4B" w:rsidRPr="00FC2759">
        <w:rPr>
          <w:sz w:val="20"/>
          <w:szCs w:val="20"/>
        </w:rPr>
        <w:tab/>
      </w:r>
      <w:r w:rsidR="00E53D4B" w:rsidRPr="00FC2759">
        <w:rPr>
          <w:sz w:val="20"/>
          <w:szCs w:val="20"/>
        </w:rPr>
        <w:tab/>
      </w:r>
      <w:sdt>
        <w:sdtPr>
          <w:rPr>
            <w:sz w:val="16"/>
            <w:szCs w:val="16"/>
          </w:rPr>
          <w:id w:val="311379560"/>
          <w:showingPlcHdr/>
        </w:sdtPr>
        <w:sdtEndPr/>
        <w:sdtContent>
          <w:bookmarkStart w:id="0" w:name="_GoBack"/>
          <w:r w:rsidR="00E970D9" w:rsidRPr="00E970D9">
            <w:rPr>
              <w:rFonts w:ascii="Times New Roman" w:hAnsi="Times New Roman"/>
              <w:color w:val="808080"/>
            </w:rPr>
            <w:t>Fare clic qui per immettere testo.</w:t>
          </w:r>
          <w:bookmarkEnd w:id="0"/>
        </w:sdtContent>
      </w:sdt>
      <w:r w:rsidR="00E970D9" w:rsidRPr="00FC2759">
        <w:rPr>
          <w:sz w:val="20"/>
          <w:szCs w:val="20"/>
        </w:rPr>
        <w:t xml:space="preserve"> </w:t>
      </w:r>
    </w:p>
    <w:p w:rsidR="005D567A" w:rsidRPr="00FC2759" w:rsidRDefault="00B009F7" w:rsidP="00556C21">
      <w:pPr>
        <w:shd w:val="clear" w:color="auto" w:fill="F9F9F9"/>
        <w:spacing w:before="120"/>
        <w:jc w:val="both"/>
        <w:rPr>
          <w:sz w:val="20"/>
          <w:szCs w:val="20"/>
        </w:rPr>
      </w:pPr>
      <w:r w:rsidRPr="00FC2759">
        <w:rPr>
          <w:sz w:val="20"/>
          <w:szCs w:val="20"/>
        </w:rPr>
        <w:t xml:space="preserve">Allegato </w:t>
      </w:r>
      <w:proofErr w:type="gramStart"/>
      <w:r w:rsidRPr="00FC2759">
        <w:rPr>
          <w:sz w:val="20"/>
          <w:szCs w:val="20"/>
        </w:rPr>
        <w:t>1</w:t>
      </w:r>
      <w:proofErr w:type="gramEnd"/>
      <w:r w:rsidRPr="00FC2759">
        <w:rPr>
          <w:sz w:val="20"/>
          <w:szCs w:val="20"/>
        </w:rPr>
        <w:t>:</w:t>
      </w:r>
      <w:r w:rsidR="00556C21" w:rsidRPr="00FC2759">
        <w:rPr>
          <w:sz w:val="20"/>
          <w:szCs w:val="20"/>
        </w:rPr>
        <w:t xml:space="preserve"> fotocopia documento d’identità del </w:t>
      </w:r>
      <w:r w:rsidR="000F1389" w:rsidRPr="00FC2759">
        <w:rPr>
          <w:sz w:val="20"/>
          <w:szCs w:val="20"/>
        </w:rPr>
        <w:t>dichiarante</w:t>
      </w:r>
    </w:p>
    <w:p w:rsidR="00B009F7" w:rsidRPr="00FC2759" w:rsidRDefault="00B009F7" w:rsidP="00556C21">
      <w:pPr>
        <w:shd w:val="clear" w:color="auto" w:fill="F9F9F9"/>
        <w:spacing w:before="120"/>
        <w:jc w:val="both"/>
        <w:rPr>
          <w:sz w:val="20"/>
          <w:szCs w:val="20"/>
        </w:rPr>
      </w:pPr>
      <w:r w:rsidRPr="00FC2759">
        <w:rPr>
          <w:sz w:val="20"/>
          <w:szCs w:val="20"/>
        </w:rPr>
        <w:t xml:space="preserve">Allegato </w:t>
      </w:r>
      <w:proofErr w:type="gramStart"/>
      <w:r w:rsidRPr="00FC2759">
        <w:rPr>
          <w:sz w:val="20"/>
          <w:szCs w:val="20"/>
        </w:rPr>
        <w:t>2</w:t>
      </w:r>
      <w:proofErr w:type="gramEnd"/>
      <w:r w:rsidRPr="00FC2759">
        <w:rPr>
          <w:sz w:val="20"/>
          <w:szCs w:val="20"/>
        </w:rPr>
        <w:t xml:space="preserve">: planimetria </w:t>
      </w:r>
      <w:r w:rsidR="000F1389" w:rsidRPr="00FC2759">
        <w:rPr>
          <w:sz w:val="20"/>
          <w:szCs w:val="20"/>
        </w:rPr>
        <w:t xml:space="preserve">in scala </w:t>
      </w:r>
      <w:r w:rsidRPr="00FC2759">
        <w:rPr>
          <w:sz w:val="20"/>
          <w:szCs w:val="20"/>
        </w:rPr>
        <w:t xml:space="preserve">1:500 riportante l’edificio o gli edifici </w:t>
      </w:r>
      <w:r w:rsidR="00C13359" w:rsidRPr="00FC2759">
        <w:rPr>
          <w:sz w:val="20"/>
          <w:szCs w:val="20"/>
        </w:rPr>
        <w:t xml:space="preserve">oggetto di intervento </w:t>
      </w:r>
      <w:r w:rsidRPr="00FC2759">
        <w:rPr>
          <w:sz w:val="20"/>
          <w:szCs w:val="20"/>
        </w:rPr>
        <w:t xml:space="preserve">muniti di identificativo </w:t>
      </w:r>
      <w:r w:rsidR="00532B80" w:rsidRPr="00FC2759">
        <w:rPr>
          <w:sz w:val="20"/>
          <w:szCs w:val="20"/>
        </w:rPr>
        <w:t>meccanografico MIUR,</w:t>
      </w:r>
      <w:r w:rsidRPr="00FC2759">
        <w:rPr>
          <w:sz w:val="20"/>
          <w:szCs w:val="20"/>
        </w:rPr>
        <w:t xml:space="preserve"> nonché l’area di pertinenza. Nella planimetria dovrà </w:t>
      </w:r>
      <w:r w:rsidR="000F1389" w:rsidRPr="00FC2759">
        <w:rPr>
          <w:sz w:val="20"/>
          <w:szCs w:val="20"/>
        </w:rPr>
        <w:t xml:space="preserve">inoltre </w:t>
      </w:r>
      <w:r w:rsidRPr="00FC2759">
        <w:rPr>
          <w:sz w:val="20"/>
          <w:szCs w:val="20"/>
        </w:rPr>
        <w:t>essere indicata la corretta toponomastica e gli identificativi catastali.</w:t>
      </w:r>
    </w:p>
    <w:sectPr w:rsidR="00B009F7" w:rsidRPr="00FC2759" w:rsidSect="001C64E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709" w:bottom="709" w:left="992" w:header="51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F7" w:rsidRDefault="00E42DF7">
      <w:r>
        <w:separator/>
      </w:r>
    </w:p>
  </w:endnote>
  <w:endnote w:type="continuationSeparator" w:id="0">
    <w:p w:rsidR="00E42DF7" w:rsidRDefault="00E4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DecimaWE Rg">
    <w:panose1 w:val="00000000000000000000"/>
    <w:charset w:val="00"/>
    <w:family w:val="auto"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68" w:rsidRDefault="00103F6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68" w:rsidRDefault="00103F6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68" w:rsidRDefault="00103F6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F7" w:rsidRDefault="00E42DF7">
      <w:r>
        <w:separator/>
      </w:r>
    </w:p>
  </w:footnote>
  <w:footnote w:type="continuationSeparator" w:id="0">
    <w:p w:rsidR="00E42DF7" w:rsidRDefault="00E42DF7">
      <w:r>
        <w:continuationSeparator/>
      </w:r>
    </w:p>
  </w:footnote>
  <w:footnote w:id="1">
    <w:p w:rsidR="00AC5959" w:rsidRDefault="00AC5959">
      <w:pPr>
        <w:pStyle w:val="Testonotaapidipagina"/>
      </w:pPr>
      <w:r>
        <w:rPr>
          <w:rStyle w:val="Rimandonotaapidipagina"/>
        </w:rPr>
        <w:footnoteRef/>
      </w:r>
      <w:r>
        <w:t xml:space="preserve"> V</w:t>
      </w:r>
      <w:r w:rsidRPr="00AC5959">
        <w:rPr>
          <w:noProof/>
          <w:sz w:val="20"/>
          <w:szCs w:val="20"/>
        </w:rPr>
        <w:t>edi definizione in art.2 del bando</w:t>
      </w:r>
    </w:p>
  </w:footnote>
  <w:footnote w:id="2">
    <w:p w:rsidR="00AC5959" w:rsidRDefault="00AC59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noProof/>
          <w:sz w:val="20"/>
          <w:szCs w:val="20"/>
        </w:rPr>
        <w:t>Selezionare quelle interessate</w:t>
      </w:r>
    </w:p>
  </w:footnote>
  <w:footnote w:id="3">
    <w:p w:rsidR="00AC5959" w:rsidRDefault="00AC59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116791">
        <w:t xml:space="preserve">Selezionare </w:t>
      </w:r>
      <w:r>
        <w:t xml:space="preserve">una sola fattispecie per ogni </w:t>
      </w:r>
      <w:proofErr w:type="gramStart"/>
      <w:r>
        <w:t>categoria</w:t>
      </w:r>
      <w:proofErr w:type="gramEnd"/>
      <w:r>
        <w:t xml:space="preserve"> </w:t>
      </w:r>
    </w:p>
  </w:footnote>
  <w:footnote w:id="4">
    <w:p w:rsidR="00116791" w:rsidRDefault="0011679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A51218">
        <w:t xml:space="preserve">In caso di più edifici selezionare la fattispecie </w:t>
      </w:r>
      <w:proofErr w:type="gramStart"/>
      <w:r w:rsidR="00A51218">
        <w:t>relativa all’</w:t>
      </w:r>
      <w:proofErr w:type="gramEnd"/>
      <w:r w:rsidR="00A51218">
        <w:t>edificio principale</w:t>
      </w:r>
    </w:p>
  </w:footnote>
  <w:footnote w:id="5">
    <w:p w:rsidR="008A0F2F" w:rsidRDefault="008A0F2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F4501">
        <w:t xml:space="preserve">La riduzione dei gas climalteranti </w:t>
      </w:r>
      <w:proofErr w:type="gramStart"/>
      <w:r w:rsidRPr="00CF4501">
        <w:t xml:space="preserve">si </w:t>
      </w:r>
      <w:proofErr w:type="gramEnd"/>
      <w:r w:rsidRPr="00CF4501">
        <w:t>intende come riduzione  direttamente proporzionale alla riduzione del consumo annuale di energia primaria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68" w:rsidRDefault="00103F6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68" w:rsidRDefault="00103F6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CD" w:rsidRDefault="00774BCD" w:rsidP="00EA4E73">
    <w:pPr>
      <w:tabs>
        <w:tab w:val="left" w:pos="1843"/>
        <w:tab w:val="left" w:pos="2552"/>
      </w:tabs>
      <w:jc w:val="right"/>
      <w:rPr>
        <w:b/>
        <w:color w:val="333399"/>
        <w:sz w:val="16"/>
        <w:szCs w:val="16"/>
      </w:rPr>
    </w:pPr>
    <w:r w:rsidRPr="00301A44">
      <w:rPr>
        <w:b/>
        <w:color w:val="333399"/>
        <w:sz w:val="16"/>
        <w:szCs w:val="16"/>
      </w:rPr>
      <w:t xml:space="preserve">ALLEGATO </w:t>
    </w:r>
    <w:r w:rsidR="0098431C">
      <w:rPr>
        <w:b/>
        <w:color w:val="333399"/>
        <w:sz w:val="16"/>
        <w:szCs w:val="16"/>
      </w:rPr>
      <w:t>A</w:t>
    </w:r>
    <w:r w:rsidR="00103F68">
      <w:rPr>
        <w:b/>
        <w:color w:val="333399"/>
        <w:sz w:val="16"/>
        <w:szCs w:val="16"/>
      </w:rPr>
      <w:t xml:space="preserve"> AL MODELLO DI DOMANDA</w:t>
    </w:r>
  </w:p>
  <w:p w:rsidR="00EA4E73" w:rsidRDefault="00CB5C43" w:rsidP="00EA4E73">
    <w:pPr>
      <w:tabs>
        <w:tab w:val="left" w:pos="1843"/>
        <w:tab w:val="left" w:pos="2552"/>
      </w:tabs>
      <w:jc w:val="center"/>
      <w:rPr>
        <w:b/>
        <w:color w:val="333399"/>
        <w:sz w:val="16"/>
        <w:szCs w:val="16"/>
      </w:rPr>
    </w:pPr>
    <w:r>
      <w:rPr>
        <w:b/>
        <w:noProof/>
        <w:color w:val="333399"/>
        <w:sz w:val="16"/>
        <w:szCs w:val="16"/>
      </w:rPr>
      <w:drawing>
        <wp:inline distT="0" distB="0" distL="0" distR="0" wp14:anchorId="38327DE1" wp14:editId="0413E42D">
          <wp:extent cx="5035550" cy="6889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4BCD" w:rsidRPr="00301A44" w:rsidRDefault="00EE6821" w:rsidP="00EA4E73">
    <w:pPr>
      <w:tabs>
        <w:tab w:val="left" w:pos="1843"/>
        <w:tab w:val="left" w:pos="2552"/>
      </w:tabs>
      <w:jc w:val="right"/>
      <w:rPr>
        <w:b/>
        <w:color w:val="333399"/>
        <w:sz w:val="16"/>
        <w:szCs w:val="16"/>
      </w:rPr>
    </w:pPr>
    <w:r>
      <w:rPr>
        <w:b/>
        <w:color w:val="333399"/>
        <w:sz w:val="16"/>
        <w:szCs w:val="16"/>
      </w:rPr>
      <w:t xml:space="preserve">POR FESR 2014-2020 bando </w:t>
    </w:r>
    <w:r w:rsidR="00675644">
      <w:rPr>
        <w:b/>
        <w:color w:val="333399"/>
        <w:sz w:val="16"/>
        <w:szCs w:val="16"/>
      </w:rPr>
      <w:t>128</w:t>
    </w:r>
    <w:r>
      <w:rPr>
        <w:b/>
        <w:color w:val="333399"/>
        <w:sz w:val="16"/>
        <w:szCs w:val="16"/>
      </w:rPr>
      <w:t>/</w:t>
    </w:r>
    <w:r w:rsidR="00675644">
      <w:rPr>
        <w:b/>
        <w:color w:val="333399"/>
        <w:sz w:val="16"/>
        <w:szCs w:val="16"/>
      </w:rPr>
      <w:t>2016</w:t>
    </w:r>
  </w:p>
  <w:p w:rsidR="00774BCD" w:rsidRPr="001C64E3" w:rsidRDefault="0098431C" w:rsidP="00EA4E73">
    <w:pPr>
      <w:spacing w:after="120"/>
      <w:jc w:val="right"/>
      <w:rPr>
        <w:color w:val="333399"/>
        <w:sz w:val="28"/>
        <w:szCs w:val="28"/>
      </w:rPr>
    </w:pPr>
    <w:r>
      <w:rPr>
        <w:color w:val="333399"/>
        <w:sz w:val="28"/>
        <w:szCs w:val="28"/>
      </w:rPr>
      <w:t xml:space="preserve">Scheda Tecnica di Progetto di Efficientamento </w:t>
    </w:r>
    <w:proofErr w:type="gramStart"/>
    <w:r>
      <w:rPr>
        <w:color w:val="333399"/>
        <w:sz w:val="28"/>
        <w:szCs w:val="28"/>
      </w:rPr>
      <w:t>Energetico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BD14565_"/>
      </v:shape>
    </w:pict>
  </w:numPicBullet>
  <w:abstractNum w:abstractNumId="0">
    <w:nsid w:val="1A5D2541"/>
    <w:multiLevelType w:val="hybridMultilevel"/>
    <w:tmpl w:val="D20A527A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A1026"/>
    <w:multiLevelType w:val="hybridMultilevel"/>
    <w:tmpl w:val="2D14A322"/>
    <w:lvl w:ilvl="0" w:tplc="D2B064FE">
      <w:start w:val="1"/>
      <w:numFmt w:val="bullet"/>
      <w:pStyle w:val="elenco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2E06E3A0">
      <w:start w:val="1"/>
      <w:numFmt w:val="lowerLetter"/>
      <w:pStyle w:val="elencoalfabetico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20DB10">
      <w:start w:val="1"/>
      <w:numFmt w:val="decimal"/>
      <w:pStyle w:val="elenconumerato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1501D"/>
    <w:multiLevelType w:val="hybridMultilevel"/>
    <w:tmpl w:val="3E9EBAAC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E0A27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7D775C3"/>
    <w:multiLevelType w:val="hybridMultilevel"/>
    <w:tmpl w:val="2B4A264C"/>
    <w:lvl w:ilvl="0" w:tplc="CC36D51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53AF1"/>
    <w:multiLevelType w:val="hybridMultilevel"/>
    <w:tmpl w:val="E34EDC9A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C2A37"/>
    <w:multiLevelType w:val="hybridMultilevel"/>
    <w:tmpl w:val="B8841F74"/>
    <w:lvl w:ilvl="0" w:tplc="2DA0C0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E599B"/>
    <w:multiLevelType w:val="hybridMultilevel"/>
    <w:tmpl w:val="B4B658B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10220C8"/>
    <w:multiLevelType w:val="hybridMultilevel"/>
    <w:tmpl w:val="7BAE44C2"/>
    <w:lvl w:ilvl="0" w:tplc="38E63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A85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14D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268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AD7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461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885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CE9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A0D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1C85C79"/>
    <w:multiLevelType w:val="hybridMultilevel"/>
    <w:tmpl w:val="D53ACD3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5046D2"/>
    <w:multiLevelType w:val="hybridMultilevel"/>
    <w:tmpl w:val="9B0E0A6E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10F4A"/>
    <w:multiLevelType w:val="hybridMultilevel"/>
    <w:tmpl w:val="53C401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2784D"/>
    <w:multiLevelType w:val="hybridMultilevel"/>
    <w:tmpl w:val="AF7CAC40"/>
    <w:lvl w:ilvl="0" w:tplc="F364C75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>
    <w:nsid w:val="6B9449ED"/>
    <w:multiLevelType w:val="hybridMultilevel"/>
    <w:tmpl w:val="B582B6A4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C742A"/>
    <w:multiLevelType w:val="hybridMultilevel"/>
    <w:tmpl w:val="97901EDC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116A09"/>
    <w:multiLevelType w:val="hybridMultilevel"/>
    <w:tmpl w:val="F306F092"/>
    <w:lvl w:ilvl="0" w:tplc="B380B212">
      <w:start w:val="21"/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401C21"/>
    <w:multiLevelType w:val="hybridMultilevel"/>
    <w:tmpl w:val="C83EA9EA"/>
    <w:lvl w:ilvl="0" w:tplc="E1F64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5C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F24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E4C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906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EE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C64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BCF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18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5"/>
  </w:num>
  <w:num w:numId="5">
    <w:abstractNumId w:val="8"/>
  </w:num>
  <w:num w:numId="6">
    <w:abstractNumId w:val="13"/>
  </w:num>
  <w:num w:numId="7">
    <w:abstractNumId w:val="5"/>
  </w:num>
  <w:num w:numId="8">
    <w:abstractNumId w:val="14"/>
  </w:num>
  <w:num w:numId="9">
    <w:abstractNumId w:val="9"/>
  </w:num>
  <w:num w:numId="10">
    <w:abstractNumId w:val="10"/>
  </w:num>
  <w:num w:numId="11">
    <w:abstractNumId w:val="2"/>
  </w:num>
  <w:num w:numId="12">
    <w:abstractNumId w:val="0"/>
  </w:num>
  <w:num w:numId="13">
    <w:abstractNumId w:val="7"/>
  </w:num>
  <w:num w:numId="14">
    <w:abstractNumId w:val="4"/>
  </w:num>
  <w:num w:numId="15">
    <w:abstractNumId w:val="6"/>
  </w:num>
  <w:num w:numId="16">
    <w:abstractNumId w:val="16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it-IT" w:vendorID="3" w:dllVersion="517" w:checkStyle="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I5+HUHoWhrYdZQY2z8I8ZwNVyaI=" w:salt="1tDEXnpp9EYxqSvXFeQwtg=="/>
  <w:autoFormatOverride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B"/>
    <w:rsid w:val="00003A8A"/>
    <w:rsid w:val="00006B16"/>
    <w:rsid w:val="00007E0E"/>
    <w:rsid w:val="00011C97"/>
    <w:rsid w:val="00013949"/>
    <w:rsid w:val="00013F36"/>
    <w:rsid w:val="00016CBA"/>
    <w:rsid w:val="00021658"/>
    <w:rsid w:val="00021CD1"/>
    <w:rsid w:val="00023140"/>
    <w:rsid w:val="00025A6F"/>
    <w:rsid w:val="00025F25"/>
    <w:rsid w:val="00026930"/>
    <w:rsid w:val="00030267"/>
    <w:rsid w:val="0003095A"/>
    <w:rsid w:val="0003457A"/>
    <w:rsid w:val="000351B8"/>
    <w:rsid w:val="00035507"/>
    <w:rsid w:val="000365EC"/>
    <w:rsid w:val="00036F3D"/>
    <w:rsid w:val="00040D91"/>
    <w:rsid w:val="00041F9B"/>
    <w:rsid w:val="00042EE1"/>
    <w:rsid w:val="00044D48"/>
    <w:rsid w:val="00046BE0"/>
    <w:rsid w:val="00052087"/>
    <w:rsid w:val="0005216D"/>
    <w:rsid w:val="000522C3"/>
    <w:rsid w:val="00052410"/>
    <w:rsid w:val="000530B4"/>
    <w:rsid w:val="000541A4"/>
    <w:rsid w:val="00062ADE"/>
    <w:rsid w:val="00063B2F"/>
    <w:rsid w:val="000651D9"/>
    <w:rsid w:val="00066960"/>
    <w:rsid w:val="000672C9"/>
    <w:rsid w:val="00071B93"/>
    <w:rsid w:val="00073DF9"/>
    <w:rsid w:val="000751A6"/>
    <w:rsid w:val="00076389"/>
    <w:rsid w:val="00077542"/>
    <w:rsid w:val="000805F4"/>
    <w:rsid w:val="000809FC"/>
    <w:rsid w:val="000810C5"/>
    <w:rsid w:val="000816EF"/>
    <w:rsid w:val="00081BBA"/>
    <w:rsid w:val="00082156"/>
    <w:rsid w:val="00083A5C"/>
    <w:rsid w:val="00084E6E"/>
    <w:rsid w:val="0009155D"/>
    <w:rsid w:val="00092C3C"/>
    <w:rsid w:val="00093A4A"/>
    <w:rsid w:val="00093C04"/>
    <w:rsid w:val="000954EB"/>
    <w:rsid w:val="00096316"/>
    <w:rsid w:val="00097544"/>
    <w:rsid w:val="000A03E3"/>
    <w:rsid w:val="000A0814"/>
    <w:rsid w:val="000A0AB1"/>
    <w:rsid w:val="000A2FC2"/>
    <w:rsid w:val="000A5275"/>
    <w:rsid w:val="000A5520"/>
    <w:rsid w:val="000A623D"/>
    <w:rsid w:val="000A6BAA"/>
    <w:rsid w:val="000A72C2"/>
    <w:rsid w:val="000B0F69"/>
    <w:rsid w:val="000B1924"/>
    <w:rsid w:val="000B64A9"/>
    <w:rsid w:val="000B64F9"/>
    <w:rsid w:val="000B7528"/>
    <w:rsid w:val="000C103A"/>
    <w:rsid w:val="000C1BC3"/>
    <w:rsid w:val="000C54EE"/>
    <w:rsid w:val="000C6666"/>
    <w:rsid w:val="000C74B1"/>
    <w:rsid w:val="000D14B6"/>
    <w:rsid w:val="000D2374"/>
    <w:rsid w:val="000D3638"/>
    <w:rsid w:val="000D3911"/>
    <w:rsid w:val="000D48F7"/>
    <w:rsid w:val="000D592B"/>
    <w:rsid w:val="000E0B70"/>
    <w:rsid w:val="000E1C8B"/>
    <w:rsid w:val="000E5858"/>
    <w:rsid w:val="000F0A41"/>
    <w:rsid w:val="000F1389"/>
    <w:rsid w:val="000F1FA7"/>
    <w:rsid w:val="000F3E7C"/>
    <w:rsid w:val="000F4822"/>
    <w:rsid w:val="000F5E69"/>
    <w:rsid w:val="000F71D3"/>
    <w:rsid w:val="00103340"/>
    <w:rsid w:val="00103F68"/>
    <w:rsid w:val="00103FFF"/>
    <w:rsid w:val="001057BF"/>
    <w:rsid w:val="0010611B"/>
    <w:rsid w:val="00107C84"/>
    <w:rsid w:val="00111710"/>
    <w:rsid w:val="001132C8"/>
    <w:rsid w:val="00115E78"/>
    <w:rsid w:val="00116791"/>
    <w:rsid w:val="0012035B"/>
    <w:rsid w:val="00122925"/>
    <w:rsid w:val="00123191"/>
    <w:rsid w:val="00124157"/>
    <w:rsid w:val="00127534"/>
    <w:rsid w:val="00133A2B"/>
    <w:rsid w:val="0013418A"/>
    <w:rsid w:val="001350C0"/>
    <w:rsid w:val="00142394"/>
    <w:rsid w:val="00144BC4"/>
    <w:rsid w:val="0014607C"/>
    <w:rsid w:val="001460B8"/>
    <w:rsid w:val="001507DD"/>
    <w:rsid w:val="00154628"/>
    <w:rsid w:val="001559EE"/>
    <w:rsid w:val="001562E2"/>
    <w:rsid w:val="00156A48"/>
    <w:rsid w:val="00160076"/>
    <w:rsid w:val="00161F5D"/>
    <w:rsid w:val="001626AF"/>
    <w:rsid w:val="0016353F"/>
    <w:rsid w:val="001639FE"/>
    <w:rsid w:val="001643D9"/>
    <w:rsid w:val="00166572"/>
    <w:rsid w:val="00166619"/>
    <w:rsid w:val="00170C45"/>
    <w:rsid w:val="00170F95"/>
    <w:rsid w:val="00171043"/>
    <w:rsid w:val="00173FFF"/>
    <w:rsid w:val="001748DA"/>
    <w:rsid w:val="00176CF6"/>
    <w:rsid w:val="0018066A"/>
    <w:rsid w:val="00182DC4"/>
    <w:rsid w:val="00185BDD"/>
    <w:rsid w:val="00186129"/>
    <w:rsid w:val="00186141"/>
    <w:rsid w:val="00187E28"/>
    <w:rsid w:val="00193C26"/>
    <w:rsid w:val="0019520C"/>
    <w:rsid w:val="00195F86"/>
    <w:rsid w:val="0019650E"/>
    <w:rsid w:val="001A0270"/>
    <w:rsid w:val="001A49ED"/>
    <w:rsid w:val="001A5DED"/>
    <w:rsid w:val="001A7F7B"/>
    <w:rsid w:val="001B2810"/>
    <w:rsid w:val="001B2E20"/>
    <w:rsid w:val="001B30EC"/>
    <w:rsid w:val="001B38E9"/>
    <w:rsid w:val="001B53EA"/>
    <w:rsid w:val="001B5633"/>
    <w:rsid w:val="001C1581"/>
    <w:rsid w:val="001C2CBC"/>
    <w:rsid w:val="001C36EE"/>
    <w:rsid w:val="001C4527"/>
    <w:rsid w:val="001C64E3"/>
    <w:rsid w:val="001C764F"/>
    <w:rsid w:val="001D0FCD"/>
    <w:rsid w:val="001D19DD"/>
    <w:rsid w:val="001D2E0E"/>
    <w:rsid w:val="001D4D3B"/>
    <w:rsid w:val="001E0C6F"/>
    <w:rsid w:val="001E10CE"/>
    <w:rsid w:val="001E198B"/>
    <w:rsid w:val="001E47B0"/>
    <w:rsid w:val="001F01D2"/>
    <w:rsid w:val="001F0D79"/>
    <w:rsid w:val="001F121F"/>
    <w:rsid w:val="001F19EA"/>
    <w:rsid w:val="001F333C"/>
    <w:rsid w:val="001F558C"/>
    <w:rsid w:val="001F68A4"/>
    <w:rsid w:val="001F7094"/>
    <w:rsid w:val="001F7CF8"/>
    <w:rsid w:val="00201976"/>
    <w:rsid w:val="0020688B"/>
    <w:rsid w:val="00217526"/>
    <w:rsid w:val="00217B46"/>
    <w:rsid w:val="00222CD0"/>
    <w:rsid w:val="00224FC7"/>
    <w:rsid w:val="00226503"/>
    <w:rsid w:val="00231C35"/>
    <w:rsid w:val="002339ED"/>
    <w:rsid w:val="00234785"/>
    <w:rsid w:val="00234BA9"/>
    <w:rsid w:val="002356BF"/>
    <w:rsid w:val="0023722A"/>
    <w:rsid w:val="002424B8"/>
    <w:rsid w:val="002428A2"/>
    <w:rsid w:val="00243ACF"/>
    <w:rsid w:val="00243D08"/>
    <w:rsid w:val="0024789F"/>
    <w:rsid w:val="002518EE"/>
    <w:rsid w:val="00251D5E"/>
    <w:rsid w:val="002618FC"/>
    <w:rsid w:val="00261EC4"/>
    <w:rsid w:val="00262965"/>
    <w:rsid w:val="00263802"/>
    <w:rsid w:val="0026442B"/>
    <w:rsid w:val="0026471C"/>
    <w:rsid w:val="00266A7B"/>
    <w:rsid w:val="00271321"/>
    <w:rsid w:val="00271CB4"/>
    <w:rsid w:val="0027347A"/>
    <w:rsid w:val="00273F78"/>
    <w:rsid w:val="00275329"/>
    <w:rsid w:val="00275D0C"/>
    <w:rsid w:val="002767BF"/>
    <w:rsid w:val="00277190"/>
    <w:rsid w:val="002771E0"/>
    <w:rsid w:val="002779B8"/>
    <w:rsid w:val="002830F0"/>
    <w:rsid w:val="00285F13"/>
    <w:rsid w:val="00286BF4"/>
    <w:rsid w:val="002919FA"/>
    <w:rsid w:val="00291E45"/>
    <w:rsid w:val="00292089"/>
    <w:rsid w:val="00292FF4"/>
    <w:rsid w:val="002976FD"/>
    <w:rsid w:val="002A052D"/>
    <w:rsid w:val="002A05F2"/>
    <w:rsid w:val="002A695D"/>
    <w:rsid w:val="002B19BC"/>
    <w:rsid w:val="002B61AF"/>
    <w:rsid w:val="002C0C0E"/>
    <w:rsid w:val="002C0F9D"/>
    <w:rsid w:val="002C15CB"/>
    <w:rsid w:val="002C1832"/>
    <w:rsid w:val="002C198C"/>
    <w:rsid w:val="002C23AA"/>
    <w:rsid w:val="002C7D58"/>
    <w:rsid w:val="002D313C"/>
    <w:rsid w:val="002D40B0"/>
    <w:rsid w:val="002D4732"/>
    <w:rsid w:val="002E105E"/>
    <w:rsid w:val="002E22A0"/>
    <w:rsid w:val="002E5C52"/>
    <w:rsid w:val="002F0DEB"/>
    <w:rsid w:val="002F0E7E"/>
    <w:rsid w:val="002F18B8"/>
    <w:rsid w:val="002F2255"/>
    <w:rsid w:val="002F24DF"/>
    <w:rsid w:val="002F321F"/>
    <w:rsid w:val="002F60BA"/>
    <w:rsid w:val="002F799E"/>
    <w:rsid w:val="00302A6C"/>
    <w:rsid w:val="00307338"/>
    <w:rsid w:val="00307F1C"/>
    <w:rsid w:val="0031152F"/>
    <w:rsid w:val="00312C19"/>
    <w:rsid w:val="0031439B"/>
    <w:rsid w:val="00317894"/>
    <w:rsid w:val="00320BF8"/>
    <w:rsid w:val="00323188"/>
    <w:rsid w:val="00325920"/>
    <w:rsid w:val="00325F79"/>
    <w:rsid w:val="003308FC"/>
    <w:rsid w:val="003315F6"/>
    <w:rsid w:val="00333034"/>
    <w:rsid w:val="00333087"/>
    <w:rsid w:val="003330B8"/>
    <w:rsid w:val="003341B4"/>
    <w:rsid w:val="003349E4"/>
    <w:rsid w:val="00336E18"/>
    <w:rsid w:val="00336E87"/>
    <w:rsid w:val="00340E12"/>
    <w:rsid w:val="003427CA"/>
    <w:rsid w:val="003473F6"/>
    <w:rsid w:val="00353BD2"/>
    <w:rsid w:val="00354471"/>
    <w:rsid w:val="0035524A"/>
    <w:rsid w:val="00356AD7"/>
    <w:rsid w:val="00360339"/>
    <w:rsid w:val="003621C8"/>
    <w:rsid w:val="00364143"/>
    <w:rsid w:val="00367EED"/>
    <w:rsid w:val="00373521"/>
    <w:rsid w:val="00373946"/>
    <w:rsid w:val="00375A7D"/>
    <w:rsid w:val="00376E41"/>
    <w:rsid w:val="003770CF"/>
    <w:rsid w:val="00377A08"/>
    <w:rsid w:val="00380967"/>
    <w:rsid w:val="00381429"/>
    <w:rsid w:val="00382874"/>
    <w:rsid w:val="00384E59"/>
    <w:rsid w:val="00391971"/>
    <w:rsid w:val="00392AFA"/>
    <w:rsid w:val="00393C17"/>
    <w:rsid w:val="003A062F"/>
    <w:rsid w:val="003A0DB9"/>
    <w:rsid w:val="003A2992"/>
    <w:rsid w:val="003A2DCA"/>
    <w:rsid w:val="003A2E10"/>
    <w:rsid w:val="003A3092"/>
    <w:rsid w:val="003A47FE"/>
    <w:rsid w:val="003A74FB"/>
    <w:rsid w:val="003A773A"/>
    <w:rsid w:val="003A7926"/>
    <w:rsid w:val="003A7A55"/>
    <w:rsid w:val="003B0799"/>
    <w:rsid w:val="003B10AE"/>
    <w:rsid w:val="003B1B2E"/>
    <w:rsid w:val="003B271F"/>
    <w:rsid w:val="003B30F1"/>
    <w:rsid w:val="003B52F4"/>
    <w:rsid w:val="003B5B39"/>
    <w:rsid w:val="003B7C4D"/>
    <w:rsid w:val="003C3454"/>
    <w:rsid w:val="003C54FB"/>
    <w:rsid w:val="003C5CA8"/>
    <w:rsid w:val="003D068A"/>
    <w:rsid w:val="003D2723"/>
    <w:rsid w:val="003D35A4"/>
    <w:rsid w:val="003D5975"/>
    <w:rsid w:val="003D5DF3"/>
    <w:rsid w:val="003D6ED4"/>
    <w:rsid w:val="003D71DF"/>
    <w:rsid w:val="003D7232"/>
    <w:rsid w:val="003D7B36"/>
    <w:rsid w:val="003E1F64"/>
    <w:rsid w:val="003E26BF"/>
    <w:rsid w:val="003E29DF"/>
    <w:rsid w:val="003E2C91"/>
    <w:rsid w:val="003E426E"/>
    <w:rsid w:val="003E45FD"/>
    <w:rsid w:val="003E511F"/>
    <w:rsid w:val="003E7158"/>
    <w:rsid w:val="003F0572"/>
    <w:rsid w:val="003F0E1B"/>
    <w:rsid w:val="003F2F4C"/>
    <w:rsid w:val="003F4563"/>
    <w:rsid w:val="003F4722"/>
    <w:rsid w:val="003F4768"/>
    <w:rsid w:val="003F778F"/>
    <w:rsid w:val="004015CF"/>
    <w:rsid w:val="004052FB"/>
    <w:rsid w:val="0040689F"/>
    <w:rsid w:val="00412059"/>
    <w:rsid w:val="00413F22"/>
    <w:rsid w:val="00414342"/>
    <w:rsid w:val="00415107"/>
    <w:rsid w:val="00416C04"/>
    <w:rsid w:val="00417AE6"/>
    <w:rsid w:val="00420044"/>
    <w:rsid w:val="004214FD"/>
    <w:rsid w:val="004225FE"/>
    <w:rsid w:val="004231BF"/>
    <w:rsid w:val="00425658"/>
    <w:rsid w:val="00425935"/>
    <w:rsid w:val="00426F6E"/>
    <w:rsid w:val="00427AEF"/>
    <w:rsid w:val="004326BF"/>
    <w:rsid w:val="00433365"/>
    <w:rsid w:val="00435914"/>
    <w:rsid w:val="0043594F"/>
    <w:rsid w:val="00436F2C"/>
    <w:rsid w:val="00437784"/>
    <w:rsid w:val="004403FE"/>
    <w:rsid w:val="004434E4"/>
    <w:rsid w:val="00444510"/>
    <w:rsid w:val="00445506"/>
    <w:rsid w:val="00446C04"/>
    <w:rsid w:val="00450AF2"/>
    <w:rsid w:val="00453023"/>
    <w:rsid w:val="00453C77"/>
    <w:rsid w:val="00456791"/>
    <w:rsid w:val="004575F2"/>
    <w:rsid w:val="00460662"/>
    <w:rsid w:val="004617DA"/>
    <w:rsid w:val="004626FF"/>
    <w:rsid w:val="00462FAC"/>
    <w:rsid w:val="004642A2"/>
    <w:rsid w:val="00464BB7"/>
    <w:rsid w:val="0047223D"/>
    <w:rsid w:val="00473540"/>
    <w:rsid w:val="00474674"/>
    <w:rsid w:val="00476372"/>
    <w:rsid w:val="00477328"/>
    <w:rsid w:val="004774DC"/>
    <w:rsid w:val="0048436A"/>
    <w:rsid w:val="00485506"/>
    <w:rsid w:val="0048679F"/>
    <w:rsid w:val="00487307"/>
    <w:rsid w:val="00490783"/>
    <w:rsid w:val="00491EF4"/>
    <w:rsid w:val="00493B64"/>
    <w:rsid w:val="00494E59"/>
    <w:rsid w:val="004965BF"/>
    <w:rsid w:val="004A0D17"/>
    <w:rsid w:val="004A165B"/>
    <w:rsid w:val="004A1C5B"/>
    <w:rsid w:val="004A58CD"/>
    <w:rsid w:val="004A6F48"/>
    <w:rsid w:val="004B326F"/>
    <w:rsid w:val="004B6513"/>
    <w:rsid w:val="004C04D1"/>
    <w:rsid w:val="004C0F23"/>
    <w:rsid w:val="004C1455"/>
    <w:rsid w:val="004C4929"/>
    <w:rsid w:val="004C60DD"/>
    <w:rsid w:val="004C68FC"/>
    <w:rsid w:val="004C7813"/>
    <w:rsid w:val="004D1CA2"/>
    <w:rsid w:val="004D22B4"/>
    <w:rsid w:val="004D55DB"/>
    <w:rsid w:val="004D6459"/>
    <w:rsid w:val="004E0EA3"/>
    <w:rsid w:val="004E1F28"/>
    <w:rsid w:val="004E2C8D"/>
    <w:rsid w:val="004E727E"/>
    <w:rsid w:val="004F234C"/>
    <w:rsid w:val="004F2E74"/>
    <w:rsid w:val="004F2FC2"/>
    <w:rsid w:val="004F34C4"/>
    <w:rsid w:val="005001AC"/>
    <w:rsid w:val="00501A68"/>
    <w:rsid w:val="005043DB"/>
    <w:rsid w:val="005053DB"/>
    <w:rsid w:val="005054C8"/>
    <w:rsid w:val="005057F4"/>
    <w:rsid w:val="00506AB2"/>
    <w:rsid w:val="005126B6"/>
    <w:rsid w:val="00512F51"/>
    <w:rsid w:val="00515835"/>
    <w:rsid w:val="00526453"/>
    <w:rsid w:val="00532ABC"/>
    <w:rsid w:val="00532B80"/>
    <w:rsid w:val="00532E59"/>
    <w:rsid w:val="00533956"/>
    <w:rsid w:val="0053648E"/>
    <w:rsid w:val="005415EE"/>
    <w:rsid w:val="0054350D"/>
    <w:rsid w:val="00543DA4"/>
    <w:rsid w:val="00544211"/>
    <w:rsid w:val="00544EB8"/>
    <w:rsid w:val="00546CFD"/>
    <w:rsid w:val="00550897"/>
    <w:rsid w:val="00551F51"/>
    <w:rsid w:val="0055430D"/>
    <w:rsid w:val="00554983"/>
    <w:rsid w:val="005552C9"/>
    <w:rsid w:val="005565EC"/>
    <w:rsid w:val="00556C21"/>
    <w:rsid w:val="0056218B"/>
    <w:rsid w:val="005660F7"/>
    <w:rsid w:val="0056638F"/>
    <w:rsid w:val="00567EB3"/>
    <w:rsid w:val="0057110B"/>
    <w:rsid w:val="005711FF"/>
    <w:rsid w:val="005731DB"/>
    <w:rsid w:val="005737FE"/>
    <w:rsid w:val="00573E96"/>
    <w:rsid w:val="00574217"/>
    <w:rsid w:val="005755C3"/>
    <w:rsid w:val="00577536"/>
    <w:rsid w:val="0058018B"/>
    <w:rsid w:val="00581356"/>
    <w:rsid w:val="00583949"/>
    <w:rsid w:val="00586B95"/>
    <w:rsid w:val="00586BAC"/>
    <w:rsid w:val="00587490"/>
    <w:rsid w:val="00587F7D"/>
    <w:rsid w:val="00590A91"/>
    <w:rsid w:val="0059317A"/>
    <w:rsid w:val="0059389F"/>
    <w:rsid w:val="00596361"/>
    <w:rsid w:val="005A6085"/>
    <w:rsid w:val="005A69EC"/>
    <w:rsid w:val="005A6BF2"/>
    <w:rsid w:val="005A7433"/>
    <w:rsid w:val="005A780C"/>
    <w:rsid w:val="005B169B"/>
    <w:rsid w:val="005B18B1"/>
    <w:rsid w:val="005B2255"/>
    <w:rsid w:val="005B2401"/>
    <w:rsid w:val="005B2A1C"/>
    <w:rsid w:val="005B55F6"/>
    <w:rsid w:val="005C0207"/>
    <w:rsid w:val="005C0B43"/>
    <w:rsid w:val="005C1CCC"/>
    <w:rsid w:val="005C3214"/>
    <w:rsid w:val="005C384B"/>
    <w:rsid w:val="005C5219"/>
    <w:rsid w:val="005C6288"/>
    <w:rsid w:val="005C633E"/>
    <w:rsid w:val="005C6787"/>
    <w:rsid w:val="005D00C0"/>
    <w:rsid w:val="005D23AD"/>
    <w:rsid w:val="005D3F29"/>
    <w:rsid w:val="005D4433"/>
    <w:rsid w:val="005D4773"/>
    <w:rsid w:val="005D567A"/>
    <w:rsid w:val="005D7CC1"/>
    <w:rsid w:val="005E0A5A"/>
    <w:rsid w:val="005E3B85"/>
    <w:rsid w:val="005E3E43"/>
    <w:rsid w:val="005E449C"/>
    <w:rsid w:val="005F0EB5"/>
    <w:rsid w:val="005F196E"/>
    <w:rsid w:val="005F2ABD"/>
    <w:rsid w:val="005F7555"/>
    <w:rsid w:val="0060000B"/>
    <w:rsid w:val="00601BD6"/>
    <w:rsid w:val="00603E36"/>
    <w:rsid w:val="00607DA9"/>
    <w:rsid w:val="00611C66"/>
    <w:rsid w:val="00614BC6"/>
    <w:rsid w:val="00616452"/>
    <w:rsid w:val="006166C7"/>
    <w:rsid w:val="006204A5"/>
    <w:rsid w:val="00620C5B"/>
    <w:rsid w:val="0062418B"/>
    <w:rsid w:val="00626937"/>
    <w:rsid w:val="006361EC"/>
    <w:rsid w:val="00643521"/>
    <w:rsid w:val="00643672"/>
    <w:rsid w:val="006466DE"/>
    <w:rsid w:val="00646755"/>
    <w:rsid w:val="00646E29"/>
    <w:rsid w:val="00650318"/>
    <w:rsid w:val="00652FFE"/>
    <w:rsid w:val="00653439"/>
    <w:rsid w:val="00654569"/>
    <w:rsid w:val="00656F53"/>
    <w:rsid w:val="006572AB"/>
    <w:rsid w:val="006600A8"/>
    <w:rsid w:val="0066263D"/>
    <w:rsid w:val="006642C1"/>
    <w:rsid w:val="006654CA"/>
    <w:rsid w:val="00666593"/>
    <w:rsid w:val="0066733A"/>
    <w:rsid w:val="00671349"/>
    <w:rsid w:val="006715AC"/>
    <w:rsid w:val="00673C3B"/>
    <w:rsid w:val="006745F0"/>
    <w:rsid w:val="00675306"/>
    <w:rsid w:val="00675644"/>
    <w:rsid w:val="006759F7"/>
    <w:rsid w:val="00676A21"/>
    <w:rsid w:val="00677F80"/>
    <w:rsid w:val="0068129A"/>
    <w:rsid w:val="00681613"/>
    <w:rsid w:val="00682E6F"/>
    <w:rsid w:val="00683528"/>
    <w:rsid w:val="00685AE6"/>
    <w:rsid w:val="00686480"/>
    <w:rsid w:val="00691600"/>
    <w:rsid w:val="00691F53"/>
    <w:rsid w:val="0069428C"/>
    <w:rsid w:val="006945DA"/>
    <w:rsid w:val="00696CF6"/>
    <w:rsid w:val="006A093B"/>
    <w:rsid w:val="006A5549"/>
    <w:rsid w:val="006A70BF"/>
    <w:rsid w:val="006B2D68"/>
    <w:rsid w:val="006B3D55"/>
    <w:rsid w:val="006B700C"/>
    <w:rsid w:val="006B70F2"/>
    <w:rsid w:val="006C0E36"/>
    <w:rsid w:val="006C21B1"/>
    <w:rsid w:val="006C4A0B"/>
    <w:rsid w:val="006C678E"/>
    <w:rsid w:val="006C7B3D"/>
    <w:rsid w:val="006D0020"/>
    <w:rsid w:val="006D0143"/>
    <w:rsid w:val="006D542E"/>
    <w:rsid w:val="006D67B5"/>
    <w:rsid w:val="006D7212"/>
    <w:rsid w:val="006D72EC"/>
    <w:rsid w:val="006D7AA7"/>
    <w:rsid w:val="006E1B5B"/>
    <w:rsid w:val="006E2F72"/>
    <w:rsid w:val="006F02D3"/>
    <w:rsid w:val="006F0991"/>
    <w:rsid w:val="006F1050"/>
    <w:rsid w:val="006F1E45"/>
    <w:rsid w:val="006F30AE"/>
    <w:rsid w:val="006F3204"/>
    <w:rsid w:val="006F3B12"/>
    <w:rsid w:val="006F3F1B"/>
    <w:rsid w:val="006F624F"/>
    <w:rsid w:val="006F6E62"/>
    <w:rsid w:val="006F763E"/>
    <w:rsid w:val="00701A84"/>
    <w:rsid w:val="0070482E"/>
    <w:rsid w:val="0070486D"/>
    <w:rsid w:val="00706693"/>
    <w:rsid w:val="0070746B"/>
    <w:rsid w:val="00711BEB"/>
    <w:rsid w:val="0071222F"/>
    <w:rsid w:val="00713894"/>
    <w:rsid w:val="007151C4"/>
    <w:rsid w:val="00716C29"/>
    <w:rsid w:val="00716CDA"/>
    <w:rsid w:val="007213FE"/>
    <w:rsid w:val="00724A0B"/>
    <w:rsid w:val="007256E8"/>
    <w:rsid w:val="00726226"/>
    <w:rsid w:val="00726417"/>
    <w:rsid w:val="00727553"/>
    <w:rsid w:val="00730C51"/>
    <w:rsid w:val="00731546"/>
    <w:rsid w:val="007326C2"/>
    <w:rsid w:val="00732B27"/>
    <w:rsid w:val="00734672"/>
    <w:rsid w:val="00734F47"/>
    <w:rsid w:val="00735A57"/>
    <w:rsid w:val="00735BA9"/>
    <w:rsid w:val="00737F74"/>
    <w:rsid w:val="0074041A"/>
    <w:rsid w:val="0074452B"/>
    <w:rsid w:val="007451F5"/>
    <w:rsid w:val="00746277"/>
    <w:rsid w:val="00746869"/>
    <w:rsid w:val="00755D29"/>
    <w:rsid w:val="0075777F"/>
    <w:rsid w:val="007614A4"/>
    <w:rsid w:val="00761653"/>
    <w:rsid w:val="00762786"/>
    <w:rsid w:val="0076374D"/>
    <w:rsid w:val="00766B3D"/>
    <w:rsid w:val="00773FDD"/>
    <w:rsid w:val="00774BCD"/>
    <w:rsid w:val="00775B0E"/>
    <w:rsid w:val="00781602"/>
    <w:rsid w:val="007822FA"/>
    <w:rsid w:val="00783B34"/>
    <w:rsid w:val="007849C4"/>
    <w:rsid w:val="007864AA"/>
    <w:rsid w:val="00786AD0"/>
    <w:rsid w:val="00787825"/>
    <w:rsid w:val="00793F0A"/>
    <w:rsid w:val="00796DF5"/>
    <w:rsid w:val="00797070"/>
    <w:rsid w:val="007A238A"/>
    <w:rsid w:val="007A26CA"/>
    <w:rsid w:val="007A4055"/>
    <w:rsid w:val="007B01F1"/>
    <w:rsid w:val="007B25A9"/>
    <w:rsid w:val="007B2627"/>
    <w:rsid w:val="007B5D50"/>
    <w:rsid w:val="007C4922"/>
    <w:rsid w:val="007C4DDF"/>
    <w:rsid w:val="007C58F9"/>
    <w:rsid w:val="007C5CD0"/>
    <w:rsid w:val="007C65F2"/>
    <w:rsid w:val="007C70C4"/>
    <w:rsid w:val="007C766A"/>
    <w:rsid w:val="007C7756"/>
    <w:rsid w:val="007C7B7E"/>
    <w:rsid w:val="007D4551"/>
    <w:rsid w:val="007D45A7"/>
    <w:rsid w:val="007D4617"/>
    <w:rsid w:val="007D6B54"/>
    <w:rsid w:val="007E1F01"/>
    <w:rsid w:val="007E3197"/>
    <w:rsid w:val="007E352A"/>
    <w:rsid w:val="007E7485"/>
    <w:rsid w:val="007E7768"/>
    <w:rsid w:val="007F0BCA"/>
    <w:rsid w:val="007F1C7C"/>
    <w:rsid w:val="007F2C58"/>
    <w:rsid w:val="008007AA"/>
    <w:rsid w:val="00802D84"/>
    <w:rsid w:val="00806AFE"/>
    <w:rsid w:val="00810C6C"/>
    <w:rsid w:val="00812AAF"/>
    <w:rsid w:val="0081338C"/>
    <w:rsid w:val="00815B66"/>
    <w:rsid w:val="008178D4"/>
    <w:rsid w:val="008201E5"/>
    <w:rsid w:val="0082036B"/>
    <w:rsid w:val="00820E42"/>
    <w:rsid w:val="0082460B"/>
    <w:rsid w:val="00825115"/>
    <w:rsid w:val="008254C0"/>
    <w:rsid w:val="008255A3"/>
    <w:rsid w:val="00827780"/>
    <w:rsid w:val="00827D17"/>
    <w:rsid w:val="00827F6C"/>
    <w:rsid w:val="0083037D"/>
    <w:rsid w:val="00831001"/>
    <w:rsid w:val="0083241A"/>
    <w:rsid w:val="00835321"/>
    <w:rsid w:val="00835392"/>
    <w:rsid w:val="00836196"/>
    <w:rsid w:val="00843B81"/>
    <w:rsid w:val="008445C3"/>
    <w:rsid w:val="00846C34"/>
    <w:rsid w:val="0084766D"/>
    <w:rsid w:val="00850BD7"/>
    <w:rsid w:val="00851831"/>
    <w:rsid w:val="00860FBF"/>
    <w:rsid w:val="00864B8D"/>
    <w:rsid w:val="00866D9B"/>
    <w:rsid w:val="00866E17"/>
    <w:rsid w:val="00870014"/>
    <w:rsid w:val="008709C3"/>
    <w:rsid w:val="00872B72"/>
    <w:rsid w:val="00873390"/>
    <w:rsid w:val="008746F9"/>
    <w:rsid w:val="00875588"/>
    <w:rsid w:val="0088151F"/>
    <w:rsid w:val="00884E1A"/>
    <w:rsid w:val="00884E56"/>
    <w:rsid w:val="00885A18"/>
    <w:rsid w:val="00885FFE"/>
    <w:rsid w:val="00890EBD"/>
    <w:rsid w:val="00892552"/>
    <w:rsid w:val="00894B26"/>
    <w:rsid w:val="008953B5"/>
    <w:rsid w:val="008957E3"/>
    <w:rsid w:val="008968F6"/>
    <w:rsid w:val="00896E64"/>
    <w:rsid w:val="008A0F2F"/>
    <w:rsid w:val="008A277C"/>
    <w:rsid w:val="008A2F66"/>
    <w:rsid w:val="008A36CE"/>
    <w:rsid w:val="008A4CE1"/>
    <w:rsid w:val="008A55A6"/>
    <w:rsid w:val="008A64BC"/>
    <w:rsid w:val="008B0968"/>
    <w:rsid w:val="008B3F49"/>
    <w:rsid w:val="008B505B"/>
    <w:rsid w:val="008B55C5"/>
    <w:rsid w:val="008B5D3B"/>
    <w:rsid w:val="008B5F07"/>
    <w:rsid w:val="008B6833"/>
    <w:rsid w:val="008B6DF9"/>
    <w:rsid w:val="008B72A0"/>
    <w:rsid w:val="008B7409"/>
    <w:rsid w:val="008C02E4"/>
    <w:rsid w:val="008C26D5"/>
    <w:rsid w:val="008C6614"/>
    <w:rsid w:val="008D3252"/>
    <w:rsid w:val="008D377E"/>
    <w:rsid w:val="008D5381"/>
    <w:rsid w:val="008E2117"/>
    <w:rsid w:val="008F0557"/>
    <w:rsid w:val="008F28B3"/>
    <w:rsid w:val="008F4E76"/>
    <w:rsid w:val="008F6F36"/>
    <w:rsid w:val="00900892"/>
    <w:rsid w:val="00900BD9"/>
    <w:rsid w:val="00906DE5"/>
    <w:rsid w:val="009102AF"/>
    <w:rsid w:val="00912E68"/>
    <w:rsid w:val="00914A51"/>
    <w:rsid w:val="00914AD8"/>
    <w:rsid w:val="00915380"/>
    <w:rsid w:val="00916C33"/>
    <w:rsid w:val="0091719A"/>
    <w:rsid w:val="009204E4"/>
    <w:rsid w:val="00920B1C"/>
    <w:rsid w:val="009216D8"/>
    <w:rsid w:val="00922909"/>
    <w:rsid w:val="0092356C"/>
    <w:rsid w:val="009246FB"/>
    <w:rsid w:val="009313C7"/>
    <w:rsid w:val="009314A3"/>
    <w:rsid w:val="0093189D"/>
    <w:rsid w:val="0093258B"/>
    <w:rsid w:val="00932FD2"/>
    <w:rsid w:val="00933544"/>
    <w:rsid w:val="00935401"/>
    <w:rsid w:val="009359DB"/>
    <w:rsid w:val="00940EF4"/>
    <w:rsid w:val="009419BC"/>
    <w:rsid w:val="00944024"/>
    <w:rsid w:val="0094752A"/>
    <w:rsid w:val="00947A04"/>
    <w:rsid w:val="00950FD6"/>
    <w:rsid w:val="0095354A"/>
    <w:rsid w:val="009545D6"/>
    <w:rsid w:val="00955A36"/>
    <w:rsid w:val="009564C5"/>
    <w:rsid w:val="009566C4"/>
    <w:rsid w:val="009604E1"/>
    <w:rsid w:val="00960E6F"/>
    <w:rsid w:val="009628EC"/>
    <w:rsid w:val="00962ED2"/>
    <w:rsid w:val="00963193"/>
    <w:rsid w:val="00966980"/>
    <w:rsid w:val="00967EBB"/>
    <w:rsid w:val="00973762"/>
    <w:rsid w:val="0097494E"/>
    <w:rsid w:val="00975AA5"/>
    <w:rsid w:val="0098040C"/>
    <w:rsid w:val="00982157"/>
    <w:rsid w:val="0098431C"/>
    <w:rsid w:val="00987EEB"/>
    <w:rsid w:val="009919D1"/>
    <w:rsid w:val="0099216A"/>
    <w:rsid w:val="00994216"/>
    <w:rsid w:val="009954E8"/>
    <w:rsid w:val="00996769"/>
    <w:rsid w:val="009A40DF"/>
    <w:rsid w:val="009A4C07"/>
    <w:rsid w:val="009A4D94"/>
    <w:rsid w:val="009A575F"/>
    <w:rsid w:val="009A7AD0"/>
    <w:rsid w:val="009B1228"/>
    <w:rsid w:val="009B13DF"/>
    <w:rsid w:val="009B1CF4"/>
    <w:rsid w:val="009B2FEB"/>
    <w:rsid w:val="009B4225"/>
    <w:rsid w:val="009C20F7"/>
    <w:rsid w:val="009C32F1"/>
    <w:rsid w:val="009C3691"/>
    <w:rsid w:val="009C75E3"/>
    <w:rsid w:val="009D00B3"/>
    <w:rsid w:val="009D1CEE"/>
    <w:rsid w:val="009D1D17"/>
    <w:rsid w:val="009D4243"/>
    <w:rsid w:val="009D4427"/>
    <w:rsid w:val="009D63A2"/>
    <w:rsid w:val="009D7358"/>
    <w:rsid w:val="009E0304"/>
    <w:rsid w:val="009E0706"/>
    <w:rsid w:val="009E3F04"/>
    <w:rsid w:val="009E7A33"/>
    <w:rsid w:val="009F28B9"/>
    <w:rsid w:val="009F2CC8"/>
    <w:rsid w:val="009F40E8"/>
    <w:rsid w:val="009F4CFB"/>
    <w:rsid w:val="009F68FF"/>
    <w:rsid w:val="009F7BF8"/>
    <w:rsid w:val="00A00C4E"/>
    <w:rsid w:val="00A034A3"/>
    <w:rsid w:val="00A04E5C"/>
    <w:rsid w:val="00A05E61"/>
    <w:rsid w:val="00A07A10"/>
    <w:rsid w:val="00A104A2"/>
    <w:rsid w:val="00A131C1"/>
    <w:rsid w:val="00A13942"/>
    <w:rsid w:val="00A15346"/>
    <w:rsid w:val="00A17088"/>
    <w:rsid w:val="00A20705"/>
    <w:rsid w:val="00A213F4"/>
    <w:rsid w:val="00A22219"/>
    <w:rsid w:val="00A27507"/>
    <w:rsid w:val="00A27624"/>
    <w:rsid w:val="00A27BE7"/>
    <w:rsid w:val="00A30001"/>
    <w:rsid w:val="00A302E5"/>
    <w:rsid w:val="00A31207"/>
    <w:rsid w:val="00A32DEB"/>
    <w:rsid w:val="00A35744"/>
    <w:rsid w:val="00A36CF4"/>
    <w:rsid w:val="00A36DDB"/>
    <w:rsid w:val="00A40702"/>
    <w:rsid w:val="00A40C8E"/>
    <w:rsid w:val="00A41A16"/>
    <w:rsid w:val="00A41F1D"/>
    <w:rsid w:val="00A42294"/>
    <w:rsid w:val="00A44AE8"/>
    <w:rsid w:val="00A47BA4"/>
    <w:rsid w:val="00A47EFA"/>
    <w:rsid w:val="00A5065C"/>
    <w:rsid w:val="00A5080E"/>
    <w:rsid w:val="00A50B4C"/>
    <w:rsid w:val="00A51218"/>
    <w:rsid w:val="00A51D6C"/>
    <w:rsid w:val="00A5790A"/>
    <w:rsid w:val="00A711EF"/>
    <w:rsid w:val="00A74A51"/>
    <w:rsid w:val="00A76FAA"/>
    <w:rsid w:val="00A779D9"/>
    <w:rsid w:val="00A80559"/>
    <w:rsid w:val="00A80A2A"/>
    <w:rsid w:val="00A8224A"/>
    <w:rsid w:val="00A907E8"/>
    <w:rsid w:val="00A90BD5"/>
    <w:rsid w:val="00A94288"/>
    <w:rsid w:val="00A94FE9"/>
    <w:rsid w:val="00A95953"/>
    <w:rsid w:val="00AA140C"/>
    <w:rsid w:val="00AA1BF8"/>
    <w:rsid w:val="00AA5B64"/>
    <w:rsid w:val="00AA65B7"/>
    <w:rsid w:val="00AA7AE8"/>
    <w:rsid w:val="00AB2383"/>
    <w:rsid w:val="00AB26BB"/>
    <w:rsid w:val="00AB3C08"/>
    <w:rsid w:val="00AB46AA"/>
    <w:rsid w:val="00AB47C5"/>
    <w:rsid w:val="00AB5742"/>
    <w:rsid w:val="00AC0757"/>
    <w:rsid w:val="00AC08A9"/>
    <w:rsid w:val="00AC1543"/>
    <w:rsid w:val="00AC1981"/>
    <w:rsid w:val="00AC50F6"/>
    <w:rsid w:val="00AC5861"/>
    <w:rsid w:val="00AC5959"/>
    <w:rsid w:val="00AC5FF0"/>
    <w:rsid w:val="00AC71FA"/>
    <w:rsid w:val="00AD149F"/>
    <w:rsid w:val="00AD2F1A"/>
    <w:rsid w:val="00AD377E"/>
    <w:rsid w:val="00AD616E"/>
    <w:rsid w:val="00AD66EE"/>
    <w:rsid w:val="00AD6912"/>
    <w:rsid w:val="00AD6C75"/>
    <w:rsid w:val="00AE077E"/>
    <w:rsid w:val="00AE495F"/>
    <w:rsid w:val="00AE6605"/>
    <w:rsid w:val="00AE6D1C"/>
    <w:rsid w:val="00AE7326"/>
    <w:rsid w:val="00AF242C"/>
    <w:rsid w:val="00AF3039"/>
    <w:rsid w:val="00AF3DFF"/>
    <w:rsid w:val="00AF45BC"/>
    <w:rsid w:val="00AF4D3E"/>
    <w:rsid w:val="00AF5F99"/>
    <w:rsid w:val="00AF6199"/>
    <w:rsid w:val="00AF70FA"/>
    <w:rsid w:val="00B009F7"/>
    <w:rsid w:val="00B00ACE"/>
    <w:rsid w:val="00B04983"/>
    <w:rsid w:val="00B06E12"/>
    <w:rsid w:val="00B07FE5"/>
    <w:rsid w:val="00B12BD8"/>
    <w:rsid w:val="00B132A2"/>
    <w:rsid w:val="00B13B68"/>
    <w:rsid w:val="00B13C8A"/>
    <w:rsid w:val="00B14A4D"/>
    <w:rsid w:val="00B14DF8"/>
    <w:rsid w:val="00B16147"/>
    <w:rsid w:val="00B163B3"/>
    <w:rsid w:val="00B20CE1"/>
    <w:rsid w:val="00B215A2"/>
    <w:rsid w:val="00B21D69"/>
    <w:rsid w:val="00B22E39"/>
    <w:rsid w:val="00B24D67"/>
    <w:rsid w:val="00B25E41"/>
    <w:rsid w:val="00B30EBF"/>
    <w:rsid w:val="00B33B72"/>
    <w:rsid w:val="00B33CB4"/>
    <w:rsid w:val="00B3624B"/>
    <w:rsid w:val="00B401A4"/>
    <w:rsid w:val="00B453B8"/>
    <w:rsid w:val="00B5069D"/>
    <w:rsid w:val="00B52132"/>
    <w:rsid w:val="00B52494"/>
    <w:rsid w:val="00B54101"/>
    <w:rsid w:val="00B54739"/>
    <w:rsid w:val="00B56A5A"/>
    <w:rsid w:val="00B601FE"/>
    <w:rsid w:val="00B6109E"/>
    <w:rsid w:val="00B657B7"/>
    <w:rsid w:val="00B65A84"/>
    <w:rsid w:val="00B66045"/>
    <w:rsid w:val="00B67C06"/>
    <w:rsid w:val="00B70EF5"/>
    <w:rsid w:val="00B73A96"/>
    <w:rsid w:val="00B7505D"/>
    <w:rsid w:val="00B75186"/>
    <w:rsid w:val="00B80A89"/>
    <w:rsid w:val="00B80F38"/>
    <w:rsid w:val="00B81800"/>
    <w:rsid w:val="00B8423B"/>
    <w:rsid w:val="00B921A7"/>
    <w:rsid w:val="00B93B3D"/>
    <w:rsid w:val="00B94D6A"/>
    <w:rsid w:val="00B95299"/>
    <w:rsid w:val="00B97786"/>
    <w:rsid w:val="00B97A73"/>
    <w:rsid w:val="00B97E18"/>
    <w:rsid w:val="00BA0AF5"/>
    <w:rsid w:val="00BA1158"/>
    <w:rsid w:val="00BA225F"/>
    <w:rsid w:val="00BA63F6"/>
    <w:rsid w:val="00BA6BFE"/>
    <w:rsid w:val="00BA739A"/>
    <w:rsid w:val="00BB0F54"/>
    <w:rsid w:val="00BB3027"/>
    <w:rsid w:val="00BB3A01"/>
    <w:rsid w:val="00BB3CF3"/>
    <w:rsid w:val="00BB50E1"/>
    <w:rsid w:val="00BB7034"/>
    <w:rsid w:val="00BC12E0"/>
    <w:rsid w:val="00BC439C"/>
    <w:rsid w:val="00BC5AAC"/>
    <w:rsid w:val="00BC5D5C"/>
    <w:rsid w:val="00BC771B"/>
    <w:rsid w:val="00BD06F1"/>
    <w:rsid w:val="00BD2D6F"/>
    <w:rsid w:val="00BD307C"/>
    <w:rsid w:val="00BD3EF5"/>
    <w:rsid w:val="00BD3F3D"/>
    <w:rsid w:val="00BD4A7B"/>
    <w:rsid w:val="00BD54BC"/>
    <w:rsid w:val="00BD7BD9"/>
    <w:rsid w:val="00BE044A"/>
    <w:rsid w:val="00BE51CC"/>
    <w:rsid w:val="00BE54A3"/>
    <w:rsid w:val="00BF0FE4"/>
    <w:rsid w:val="00BF1A88"/>
    <w:rsid w:val="00BF1C7C"/>
    <w:rsid w:val="00BF1FC5"/>
    <w:rsid w:val="00BF260A"/>
    <w:rsid w:val="00BF44B5"/>
    <w:rsid w:val="00BF4A09"/>
    <w:rsid w:val="00BF7A9B"/>
    <w:rsid w:val="00C020F1"/>
    <w:rsid w:val="00C033B8"/>
    <w:rsid w:val="00C03DF1"/>
    <w:rsid w:val="00C0577B"/>
    <w:rsid w:val="00C06B86"/>
    <w:rsid w:val="00C06D38"/>
    <w:rsid w:val="00C11D7A"/>
    <w:rsid w:val="00C12CE8"/>
    <w:rsid w:val="00C13359"/>
    <w:rsid w:val="00C13D14"/>
    <w:rsid w:val="00C13FA2"/>
    <w:rsid w:val="00C1458D"/>
    <w:rsid w:val="00C17097"/>
    <w:rsid w:val="00C205AD"/>
    <w:rsid w:val="00C22E89"/>
    <w:rsid w:val="00C24E84"/>
    <w:rsid w:val="00C24EF5"/>
    <w:rsid w:val="00C2519E"/>
    <w:rsid w:val="00C267AE"/>
    <w:rsid w:val="00C306AB"/>
    <w:rsid w:val="00C3079F"/>
    <w:rsid w:val="00C33889"/>
    <w:rsid w:val="00C33A4D"/>
    <w:rsid w:val="00C34BC0"/>
    <w:rsid w:val="00C362BB"/>
    <w:rsid w:val="00C36A02"/>
    <w:rsid w:val="00C370F6"/>
    <w:rsid w:val="00C40233"/>
    <w:rsid w:val="00C414EC"/>
    <w:rsid w:val="00C43EAA"/>
    <w:rsid w:val="00C445EA"/>
    <w:rsid w:val="00C46B8C"/>
    <w:rsid w:val="00C47C34"/>
    <w:rsid w:val="00C51908"/>
    <w:rsid w:val="00C54F89"/>
    <w:rsid w:val="00C559C9"/>
    <w:rsid w:val="00C55D8E"/>
    <w:rsid w:val="00C57377"/>
    <w:rsid w:val="00C57DEF"/>
    <w:rsid w:val="00C60009"/>
    <w:rsid w:val="00C60DDE"/>
    <w:rsid w:val="00C637C3"/>
    <w:rsid w:val="00C63B8F"/>
    <w:rsid w:val="00C652AC"/>
    <w:rsid w:val="00C675E9"/>
    <w:rsid w:val="00C6760C"/>
    <w:rsid w:val="00C67778"/>
    <w:rsid w:val="00C725BF"/>
    <w:rsid w:val="00C73ABF"/>
    <w:rsid w:val="00C80A1B"/>
    <w:rsid w:val="00C81F75"/>
    <w:rsid w:val="00C8262E"/>
    <w:rsid w:val="00C828BE"/>
    <w:rsid w:val="00C83637"/>
    <w:rsid w:val="00C84212"/>
    <w:rsid w:val="00C84912"/>
    <w:rsid w:val="00C85D41"/>
    <w:rsid w:val="00C904F3"/>
    <w:rsid w:val="00C91756"/>
    <w:rsid w:val="00C9271C"/>
    <w:rsid w:val="00C93845"/>
    <w:rsid w:val="00C94174"/>
    <w:rsid w:val="00C95534"/>
    <w:rsid w:val="00C95E70"/>
    <w:rsid w:val="00C96F3E"/>
    <w:rsid w:val="00C974FC"/>
    <w:rsid w:val="00C97BEF"/>
    <w:rsid w:val="00C97FF3"/>
    <w:rsid w:val="00CA0787"/>
    <w:rsid w:val="00CA0DD3"/>
    <w:rsid w:val="00CA4605"/>
    <w:rsid w:val="00CA553A"/>
    <w:rsid w:val="00CA5CB8"/>
    <w:rsid w:val="00CA6BDA"/>
    <w:rsid w:val="00CB5C43"/>
    <w:rsid w:val="00CB5D78"/>
    <w:rsid w:val="00CB639A"/>
    <w:rsid w:val="00CC016B"/>
    <w:rsid w:val="00CC1EF8"/>
    <w:rsid w:val="00CC3278"/>
    <w:rsid w:val="00CC6C92"/>
    <w:rsid w:val="00CC724E"/>
    <w:rsid w:val="00CC7656"/>
    <w:rsid w:val="00CD0B91"/>
    <w:rsid w:val="00CD1AE6"/>
    <w:rsid w:val="00CD2595"/>
    <w:rsid w:val="00CD28B0"/>
    <w:rsid w:val="00CD7A1D"/>
    <w:rsid w:val="00CD7D52"/>
    <w:rsid w:val="00CE100B"/>
    <w:rsid w:val="00CE3E02"/>
    <w:rsid w:val="00CE560A"/>
    <w:rsid w:val="00CE7446"/>
    <w:rsid w:val="00CF33B9"/>
    <w:rsid w:val="00CF4501"/>
    <w:rsid w:val="00CF7913"/>
    <w:rsid w:val="00D00A19"/>
    <w:rsid w:val="00D00D98"/>
    <w:rsid w:val="00D01F66"/>
    <w:rsid w:val="00D114FC"/>
    <w:rsid w:val="00D1195E"/>
    <w:rsid w:val="00D124F6"/>
    <w:rsid w:val="00D12BAA"/>
    <w:rsid w:val="00D176B9"/>
    <w:rsid w:val="00D1792B"/>
    <w:rsid w:val="00D22216"/>
    <w:rsid w:val="00D241E6"/>
    <w:rsid w:val="00D249D9"/>
    <w:rsid w:val="00D26127"/>
    <w:rsid w:val="00D2659C"/>
    <w:rsid w:val="00D26F35"/>
    <w:rsid w:val="00D27204"/>
    <w:rsid w:val="00D3029E"/>
    <w:rsid w:val="00D302DD"/>
    <w:rsid w:val="00D30A21"/>
    <w:rsid w:val="00D30B4C"/>
    <w:rsid w:val="00D31590"/>
    <w:rsid w:val="00D37C8A"/>
    <w:rsid w:val="00D41096"/>
    <w:rsid w:val="00D41FAC"/>
    <w:rsid w:val="00D46128"/>
    <w:rsid w:val="00D47D7B"/>
    <w:rsid w:val="00D50258"/>
    <w:rsid w:val="00D503A8"/>
    <w:rsid w:val="00D51140"/>
    <w:rsid w:val="00D5669E"/>
    <w:rsid w:val="00D57CE5"/>
    <w:rsid w:val="00D604CD"/>
    <w:rsid w:val="00D63BCE"/>
    <w:rsid w:val="00D65257"/>
    <w:rsid w:val="00D670E6"/>
    <w:rsid w:val="00D672DA"/>
    <w:rsid w:val="00D67BD2"/>
    <w:rsid w:val="00D7087C"/>
    <w:rsid w:val="00D7324F"/>
    <w:rsid w:val="00D75DB8"/>
    <w:rsid w:val="00D7746E"/>
    <w:rsid w:val="00D7749F"/>
    <w:rsid w:val="00D809EE"/>
    <w:rsid w:val="00D81C4E"/>
    <w:rsid w:val="00D82531"/>
    <w:rsid w:val="00D82DA9"/>
    <w:rsid w:val="00D8717B"/>
    <w:rsid w:val="00D872C8"/>
    <w:rsid w:val="00D904CC"/>
    <w:rsid w:val="00D90F6E"/>
    <w:rsid w:val="00D91940"/>
    <w:rsid w:val="00D93058"/>
    <w:rsid w:val="00D9355F"/>
    <w:rsid w:val="00D96E35"/>
    <w:rsid w:val="00DA2312"/>
    <w:rsid w:val="00DA41F9"/>
    <w:rsid w:val="00DA58DC"/>
    <w:rsid w:val="00DA6B0B"/>
    <w:rsid w:val="00DA6FDC"/>
    <w:rsid w:val="00DB191E"/>
    <w:rsid w:val="00DB38E0"/>
    <w:rsid w:val="00DB3C21"/>
    <w:rsid w:val="00DB55B0"/>
    <w:rsid w:val="00DC0D8C"/>
    <w:rsid w:val="00DC1ADC"/>
    <w:rsid w:val="00DC214A"/>
    <w:rsid w:val="00DC386E"/>
    <w:rsid w:val="00DC3BD3"/>
    <w:rsid w:val="00DC3FDB"/>
    <w:rsid w:val="00DC405E"/>
    <w:rsid w:val="00DC6D7C"/>
    <w:rsid w:val="00DC7076"/>
    <w:rsid w:val="00DD04A9"/>
    <w:rsid w:val="00DD42C8"/>
    <w:rsid w:val="00DD604F"/>
    <w:rsid w:val="00DE0CE0"/>
    <w:rsid w:val="00DE166F"/>
    <w:rsid w:val="00DE17A6"/>
    <w:rsid w:val="00DE1E00"/>
    <w:rsid w:val="00DE5357"/>
    <w:rsid w:val="00DE5F8F"/>
    <w:rsid w:val="00DE64C9"/>
    <w:rsid w:val="00DF0D3A"/>
    <w:rsid w:val="00DF381D"/>
    <w:rsid w:val="00DF68CD"/>
    <w:rsid w:val="00DF735B"/>
    <w:rsid w:val="00DF7429"/>
    <w:rsid w:val="00E0198B"/>
    <w:rsid w:val="00E021DA"/>
    <w:rsid w:val="00E02DED"/>
    <w:rsid w:val="00E05B02"/>
    <w:rsid w:val="00E06970"/>
    <w:rsid w:val="00E072ED"/>
    <w:rsid w:val="00E107F5"/>
    <w:rsid w:val="00E131D7"/>
    <w:rsid w:val="00E13427"/>
    <w:rsid w:val="00E135DF"/>
    <w:rsid w:val="00E1458C"/>
    <w:rsid w:val="00E20A09"/>
    <w:rsid w:val="00E23324"/>
    <w:rsid w:val="00E25B6A"/>
    <w:rsid w:val="00E26545"/>
    <w:rsid w:val="00E269EC"/>
    <w:rsid w:val="00E27F68"/>
    <w:rsid w:val="00E3078B"/>
    <w:rsid w:val="00E30F52"/>
    <w:rsid w:val="00E3453D"/>
    <w:rsid w:val="00E34BD4"/>
    <w:rsid w:val="00E35133"/>
    <w:rsid w:val="00E35940"/>
    <w:rsid w:val="00E4213C"/>
    <w:rsid w:val="00E42B57"/>
    <w:rsid w:val="00E42DF7"/>
    <w:rsid w:val="00E42E79"/>
    <w:rsid w:val="00E5086B"/>
    <w:rsid w:val="00E5257D"/>
    <w:rsid w:val="00E526D5"/>
    <w:rsid w:val="00E53006"/>
    <w:rsid w:val="00E53D4B"/>
    <w:rsid w:val="00E53F8A"/>
    <w:rsid w:val="00E558E7"/>
    <w:rsid w:val="00E60D27"/>
    <w:rsid w:val="00E61C6A"/>
    <w:rsid w:val="00E61E72"/>
    <w:rsid w:val="00E635D0"/>
    <w:rsid w:val="00E70E7C"/>
    <w:rsid w:val="00E72644"/>
    <w:rsid w:val="00E733A3"/>
    <w:rsid w:val="00E73B9B"/>
    <w:rsid w:val="00E7410B"/>
    <w:rsid w:val="00E770EF"/>
    <w:rsid w:val="00E777B6"/>
    <w:rsid w:val="00E77882"/>
    <w:rsid w:val="00E83074"/>
    <w:rsid w:val="00E87C96"/>
    <w:rsid w:val="00E90D18"/>
    <w:rsid w:val="00E91D7D"/>
    <w:rsid w:val="00E92439"/>
    <w:rsid w:val="00E93738"/>
    <w:rsid w:val="00E93904"/>
    <w:rsid w:val="00E941BC"/>
    <w:rsid w:val="00E94D98"/>
    <w:rsid w:val="00E970D9"/>
    <w:rsid w:val="00EA089C"/>
    <w:rsid w:val="00EA101C"/>
    <w:rsid w:val="00EA1F71"/>
    <w:rsid w:val="00EA2CAE"/>
    <w:rsid w:val="00EA4E73"/>
    <w:rsid w:val="00EA52EF"/>
    <w:rsid w:val="00EA6837"/>
    <w:rsid w:val="00EA728F"/>
    <w:rsid w:val="00EA74D1"/>
    <w:rsid w:val="00EB004D"/>
    <w:rsid w:val="00EB006B"/>
    <w:rsid w:val="00EB3B78"/>
    <w:rsid w:val="00EB3F90"/>
    <w:rsid w:val="00EB5899"/>
    <w:rsid w:val="00EC0AE3"/>
    <w:rsid w:val="00EC0CB6"/>
    <w:rsid w:val="00EC0EDC"/>
    <w:rsid w:val="00EC2D36"/>
    <w:rsid w:val="00EC51C1"/>
    <w:rsid w:val="00EC7327"/>
    <w:rsid w:val="00ED0DC0"/>
    <w:rsid w:val="00ED107E"/>
    <w:rsid w:val="00ED498E"/>
    <w:rsid w:val="00ED54C0"/>
    <w:rsid w:val="00ED564F"/>
    <w:rsid w:val="00ED63B3"/>
    <w:rsid w:val="00ED7049"/>
    <w:rsid w:val="00EE0389"/>
    <w:rsid w:val="00EE0A4E"/>
    <w:rsid w:val="00EE3091"/>
    <w:rsid w:val="00EE326A"/>
    <w:rsid w:val="00EE33A7"/>
    <w:rsid w:val="00EE675C"/>
    <w:rsid w:val="00EE6821"/>
    <w:rsid w:val="00EE71C9"/>
    <w:rsid w:val="00EF0DBB"/>
    <w:rsid w:val="00F00B84"/>
    <w:rsid w:val="00F0274C"/>
    <w:rsid w:val="00F02D1E"/>
    <w:rsid w:val="00F02DA5"/>
    <w:rsid w:val="00F06A13"/>
    <w:rsid w:val="00F11670"/>
    <w:rsid w:val="00F12A9E"/>
    <w:rsid w:val="00F12CC6"/>
    <w:rsid w:val="00F159E5"/>
    <w:rsid w:val="00F16D73"/>
    <w:rsid w:val="00F230DD"/>
    <w:rsid w:val="00F2358F"/>
    <w:rsid w:val="00F2499E"/>
    <w:rsid w:val="00F2516D"/>
    <w:rsid w:val="00F2661A"/>
    <w:rsid w:val="00F308F8"/>
    <w:rsid w:val="00F31F4D"/>
    <w:rsid w:val="00F46BFE"/>
    <w:rsid w:val="00F47267"/>
    <w:rsid w:val="00F50978"/>
    <w:rsid w:val="00F532FB"/>
    <w:rsid w:val="00F537BC"/>
    <w:rsid w:val="00F55BD1"/>
    <w:rsid w:val="00F567C5"/>
    <w:rsid w:val="00F57AF4"/>
    <w:rsid w:val="00F61C6E"/>
    <w:rsid w:val="00F621F1"/>
    <w:rsid w:val="00F636A9"/>
    <w:rsid w:val="00F63836"/>
    <w:rsid w:val="00F666EF"/>
    <w:rsid w:val="00F70885"/>
    <w:rsid w:val="00F730C3"/>
    <w:rsid w:val="00F7390C"/>
    <w:rsid w:val="00F740F3"/>
    <w:rsid w:val="00F76445"/>
    <w:rsid w:val="00F82C22"/>
    <w:rsid w:val="00F862C7"/>
    <w:rsid w:val="00F86B76"/>
    <w:rsid w:val="00F91CE7"/>
    <w:rsid w:val="00F939E7"/>
    <w:rsid w:val="00F96283"/>
    <w:rsid w:val="00F969F1"/>
    <w:rsid w:val="00FA07E2"/>
    <w:rsid w:val="00FA278C"/>
    <w:rsid w:val="00FA29E5"/>
    <w:rsid w:val="00FA41BE"/>
    <w:rsid w:val="00FA5C62"/>
    <w:rsid w:val="00FA5E6F"/>
    <w:rsid w:val="00FA7BBA"/>
    <w:rsid w:val="00FB31B7"/>
    <w:rsid w:val="00FB3578"/>
    <w:rsid w:val="00FB4786"/>
    <w:rsid w:val="00FB4D6C"/>
    <w:rsid w:val="00FB5C19"/>
    <w:rsid w:val="00FB618A"/>
    <w:rsid w:val="00FC036A"/>
    <w:rsid w:val="00FC03B4"/>
    <w:rsid w:val="00FC2759"/>
    <w:rsid w:val="00FC6781"/>
    <w:rsid w:val="00FC7104"/>
    <w:rsid w:val="00FC74BE"/>
    <w:rsid w:val="00FC7D26"/>
    <w:rsid w:val="00FD2D3D"/>
    <w:rsid w:val="00FD2FFB"/>
    <w:rsid w:val="00FD4BA8"/>
    <w:rsid w:val="00FD5666"/>
    <w:rsid w:val="00FD7CEC"/>
    <w:rsid w:val="00FE00D4"/>
    <w:rsid w:val="00FE0390"/>
    <w:rsid w:val="00FE0E37"/>
    <w:rsid w:val="00FE18D2"/>
    <w:rsid w:val="00FE324F"/>
    <w:rsid w:val="00FE35E6"/>
    <w:rsid w:val="00FE3DB7"/>
    <w:rsid w:val="00FE3F5B"/>
    <w:rsid w:val="00FE6E1D"/>
    <w:rsid w:val="00FF2C83"/>
    <w:rsid w:val="00FF4414"/>
    <w:rsid w:val="00FF4FCA"/>
    <w:rsid w:val="00FF60E0"/>
    <w:rsid w:val="00FF66D9"/>
    <w:rsid w:val="00FF6B11"/>
    <w:rsid w:val="00FF6C76"/>
    <w:rsid w:val="00FF73DF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4A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21CD1"/>
    <w:rPr>
      <w:rFonts w:ascii="Verdana" w:hAnsi="Verdana"/>
      <w:sz w:val="22"/>
      <w:szCs w:val="22"/>
    </w:rPr>
  </w:style>
  <w:style w:type="paragraph" w:styleId="Titolo1">
    <w:name w:val="heading 1"/>
    <w:basedOn w:val="Normale"/>
    <w:next w:val="Normale"/>
    <w:autoRedefine/>
    <w:qFormat/>
    <w:rsid w:val="00E94D98"/>
    <w:pPr>
      <w:keepNext/>
      <w:tabs>
        <w:tab w:val="left" w:pos="2376"/>
      </w:tabs>
      <w:spacing w:before="240" w:after="60"/>
      <w:contextualSpacing/>
      <w:outlineLvl w:val="0"/>
    </w:pPr>
    <w:rPr>
      <w:kern w:val="28"/>
      <w:sz w:val="32"/>
      <w:szCs w:val="32"/>
    </w:rPr>
  </w:style>
  <w:style w:type="paragraph" w:styleId="Titolo2">
    <w:name w:val="heading 2"/>
    <w:basedOn w:val="Normale"/>
    <w:next w:val="Normale"/>
    <w:qFormat/>
    <w:rsid w:val="00AE6D1C"/>
    <w:pPr>
      <w:keepNext/>
      <w:spacing w:before="120" w:after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after="240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5C384B"/>
    <w:pPr>
      <w:keepNext/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pPr>
      <w:spacing w:before="120" w:after="60"/>
      <w:outlineLvl w:val="4"/>
    </w:pPr>
    <w:rPr>
      <w:b/>
      <w:bCs/>
      <w:i/>
      <w:iCs/>
      <w:szCs w:val="26"/>
    </w:rPr>
  </w:style>
  <w:style w:type="paragraph" w:styleId="Titolo6">
    <w:name w:val="heading 6"/>
    <w:basedOn w:val="Normale"/>
    <w:next w:val="Normale"/>
    <w:autoRedefine/>
    <w:qFormat/>
    <w:rsid w:val="00081BBA"/>
    <w:pPr>
      <w:keepNext/>
      <w:ind w:left="357" w:hanging="357"/>
      <w:outlineLvl w:val="5"/>
    </w:p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niceTesto">
    <w:name w:val="CorniceTesto"/>
    <w:basedOn w:val="Normale"/>
    <w:rsid w:val="00307338"/>
    <w:pPr>
      <w:ind w:firstLine="284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120"/>
      <w:jc w:val="center"/>
    </w:pPr>
    <w:rPr>
      <w:b/>
      <w:sz w:val="28"/>
    </w:rPr>
  </w:style>
  <w:style w:type="table" w:styleId="Grigliatabella">
    <w:name w:val="Table Grid"/>
    <w:basedOn w:val="Tabellanormale"/>
    <w:rsid w:val="006C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jc w:val="both"/>
    </w:pPr>
  </w:style>
  <w:style w:type="paragraph" w:styleId="Testocommento">
    <w:name w:val="annotation text"/>
    <w:basedOn w:val="Normale"/>
    <w:semiHidden/>
  </w:style>
  <w:style w:type="paragraph" w:styleId="Sommario1">
    <w:name w:val="toc 1"/>
    <w:basedOn w:val="Normale"/>
    <w:next w:val="Normale"/>
    <w:autoRedefine/>
    <w:semiHidden/>
    <w:rsid w:val="00307338"/>
    <w:pPr>
      <w:tabs>
        <w:tab w:val="left" w:pos="1100"/>
        <w:tab w:val="right" w:leader="dot" w:pos="10195"/>
      </w:tabs>
      <w:spacing w:after="120"/>
    </w:pPr>
    <w:rPr>
      <w:sz w:val="28"/>
      <w:szCs w:val="28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uiPriority w:val="99"/>
    <w:semiHidden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Wingdings"/>
      <w:sz w:val="16"/>
      <w:szCs w:val="16"/>
    </w:rPr>
  </w:style>
  <w:style w:type="paragraph" w:customStyle="1" w:styleId="Allegato">
    <w:name w:val="Allegato"/>
    <w:basedOn w:val="Normale"/>
    <w:pPr>
      <w:ind w:left="1276"/>
      <w:jc w:val="right"/>
      <w:outlineLvl w:val="0"/>
    </w:pPr>
    <w:rPr>
      <w:b/>
      <w:i/>
      <w:sz w:val="24"/>
      <w:szCs w:val="20"/>
      <w:u w:val="single"/>
    </w:rPr>
  </w:style>
  <w:style w:type="paragraph" w:customStyle="1" w:styleId="Note">
    <w:name w:val="Note"/>
    <w:basedOn w:val="Normale"/>
    <w:rPr>
      <w:i/>
      <w:szCs w:val="20"/>
    </w:rPr>
  </w:style>
  <w:style w:type="paragraph" w:styleId="Sommario2">
    <w:name w:val="toc 2"/>
    <w:basedOn w:val="Normale"/>
    <w:next w:val="Normale"/>
    <w:autoRedefine/>
    <w:semiHidden/>
    <w:rsid w:val="00734672"/>
    <w:pPr>
      <w:tabs>
        <w:tab w:val="right" w:leader="dot" w:pos="9344"/>
      </w:tabs>
      <w:ind w:left="220"/>
    </w:pPr>
    <w:rPr>
      <w:noProof/>
    </w:rPr>
  </w:style>
  <w:style w:type="paragraph" w:styleId="Sommario3">
    <w:name w:val="toc 3"/>
    <w:basedOn w:val="Normale"/>
    <w:next w:val="Normale"/>
    <w:autoRedefine/>
    <w:semiHidden/>
    <w:pPr>
      <w:ind w:left="440"/>
    </w:pPr>
  </w:style>
  <w:style w:type="paragraph" w:styleId="Sommario4">
    <w:name w:val="toc 4"/>
    <w:basedOn w:val="Normale"/>
    <w:next w:val="Normale"/>
    <w:autoRedefine/>
    <w:semiHidden/>
    <w:pPr>
      <w:ind w:left="660"/>
    </w:pPr>
  </w:style>
  <w:style w:type="paragraph" w:styleId="Sommario5">
    <w:name w:val="toc 5"/>
    <w:basedOn w:val="Normale"/>
    <w:next w:val="Normale"/>
    <w:autoRedefine/>
    <w:semiHidden/>
    <w:pPr>
      <w:ind w:left="880"/>
    </w:pPr>
  </w:style>
  <w:style w:type="paragraph" w:styleId="Sommario6">
    <w:name w:val="toc 6"/>
    <w:basedOn w:val="Normale"/>
    <w:next w:val="Normale"/>
    <w:autoRedefine/>
    <w:semiHidden/>
    <w:pPr>
      <w:ind w:left="1100"/>
    </w:pPr>
  </w:style>
  <w:style w:type="paragraph" w:styleId="Sommario7">
    <w:name w:val="toc 7"/>
    <w:basedOn w:val="Normale"/>
    <w:next w:val="Normale"/>
    <w:autoRedefine/>
    <w:semiHidden/>
    <w:pPr>
      <w:ind w:left="1320"/>
    </w:pPr>
  </w:style>
  <w:style w:type="paragraph" w:styleId="Sommario8">
    <w:name w:val="toc 8"/>
    <w:basedOn w:val="Normale"/>
    <w:next w:val="Normale"/>
    <w:autoRedefine/>
    <w:semiHidden/>
    <w:pPr>
      <w:ind w:left="1540"/>
    </w:pPr>
  </w:style>
  <w:style w:type="paragraph" w:styleId="Sommario9">
    <w:name w:val="toc 9"/>
    <w:basedOn w:val="Normale"/>
    <w:next w:val="Normale"/>
    <w:autoRedefine/>
    <w:semiHidden/>
    <w:pPr>
      <w:ind w:left="1760"/>
    </w:pPr>
  </w:style>
  <w:style w:type="paragraph" w:styleId="Testonotadichiusura">
    <w:name w:val="endnote text"/>
    <w:basedOn w:val="Normale"/>
    <w:semiHidden/>
    <w:rPr>
      <w:sz w:val="20"/>
      <w:szCs w:val="20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Carattere1CarattereCarattereCarattereCarattereCarattereCarattere">
    <w:name w:val="Carattere1 Carattere Carattere Carattere Carattere Carattere Carattere"/>
    <w:basedOn w:val="Normale"/>
    <w:rsid w:val="0031439B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elenco">
    <w:name w:val="elenco"/>
    <w:basedOn w:val="Normale"/>
    <w:rsid w:val="00453023"/>
    <w:pPr>
      <w:numPr>
        <w:numId w:val="1"/>
      </w:numPr>
      <w:tabs>
        <w:tab w:val="clear" w:pos="720"/>
        <w:tab w:val="num" w:pos="284"/>
      </w:tabs>
      <w:spacing w:before="120"/>
      <w:ind w:left="284" w:hanging="284"/>
    </w:pPr>
  </w:style>
  <w:style w:type="paragraph" w:customStyle="1" w:styleId="elenconumerato">
    <w:name w:val="elenco numerato"/>
    <w:basedOn w:val="Normale"/>
    <w:rsid w:val="00476372"/>
    <w:pPr>
      <w:numPr>
        <w:ilvl w:val="2"/>
        <w:numId w:val="1"/>
      </w:numPr>
      <w:tabs>
        <w:tab w:val="clear" w:pos="2340"/>
        <w:tab w:val="num" w:pos="284"/>
      </w:tabs>
      <w:ind w:hanging="2340"/>
    </w:pPr>
  </w:style>
  <w:style w:type="paragraph" w:styleId="Elenco0">
    <w:name w:val="List"/>
    <w:basedOn w:val="Normale"/>
    <w:rsid w:val="00476372"/>
    <w:pPr>
      <w:ind w:left="283" w:hanging="283"/>
    </w:pPr>
  </w:style>
  <w:style w:type="paragraph" w:styleId="Elenco2">
    <w:name w:val="List 2"/>
    <w:basedOn w:val="Normale"/>
    <w:rsid w:val="00476372"/>
    <w:pPr>
      <w:ind w:left="566" w:hanging="283"/>
    </w:pPr>
  </w:style>
  <w:style w:type="paragraph" w:styleId="Elenco3">
    <w:name w:val="List 3"/>
    <w:basedOn w:val="Normale"/>
    <w:rsid w:val="00476372"/>
    <w:pPr>
      <w:ind w:left="849" w:hanging="283"/>
    </w:pPr>
  </w:style>
  <w:style w:type="paragraph" w:styleId="Elencocontinua">
    <w:name w:val="List Continue"/>
    <w:basedOn w:val="Normale"/>
    <w:rsid w:val="00476372"/>
    <w:pPr>
      <w:spacing w:after="120"/>
      <w:ind w:left="283"/>
    </w:pPr>
  </w:style>
  <w:style w:type="paragraph" w:customStyle="1" w:styleId="elencoalfabetico">
    <w:name w:val="elenco alfabetico"/>
    <w:basedOn w:val="elenconumerato"/>
    <w:rsid w:val="00476372"/>
    <w:pPr>
      <w:numPr>
        <w:ilvl w:val="1"/>
      </w:numPr>
      <w:tabs>
        <w:tab w:val="clear" w:pos="1440"/>
        <w:tab w:val="num" w:pos="284"/>
      </w:tabs>
      <w:ind w:hanging="1440"/>
    </w:pPr>
  </w:style>
  <w:style w:type="numbering" w:styleId="111111">
    <w:name w:val="Outline List 2"/>
    <w:basedOn w:val="Nessunelenco"/>
    <w:rsid w:val="00476372"/>
    <w:pPr>
      <w:numPr>
        <w:numId w:val="2"/>
      </w:numPr>
    </w:pPr>
  </w:style>
  <w:style w:type="character" w:styleId="AcronimoHTML">
    <w:name w:val="HTML Acronym"/>
    <w:basedOn w:val="Carpredefinitoparagrafo"/>
    <w:rsid w:val="00476372"/>
  </w:style>
  <w:style w:type="character" w:customStyle="1" w:styleId="caratteregrassetto">
    <w:name w:val="carattere grassetto"/>
    <w:rsid w:val="00476372"/>
    <w:rPr>
      <w:rFonts w:ascii="Verdana" w:hAnsi="Verdana"/>
      <w:b/>
      <w:sz w:val="22"/>
    </w:rPr>
  </w:style>
  <w:style w:type="paragraph" w:styleId="Corpodeltesto3">
    <w:name w:val="Body Text 3"/>
    <w:basedOn w:val="Normale"/>
    <w:rsid w:val="003E426E"/>
    <w:pPr>
      <w:spacing w:after="120"/>
    </w:pPr>
    <w:rPr>
      <w:sz w:val="16"/>
      <w:szCs w:val="16"/>
    </w:rPr>
  </w:style>
  <w:style w:type="paragraph" w:styleId="Paragrafoelenco">
    <w:name w:val="List Paragraph"/>
    <w:aliases w:val="Table of contents numbered,List Paragraph1,Normal bullet 2,List Paragraph11,Bullet 1,Elenco num ARGEA,Bullet list,Numbered List,1st level - Bullet List Paragraph,Lettre d'introduction,List Paragraph à moi,Paragraph,Bullet EY,Ha"/>
    <w:basedOn w:val="Normale"/>
    <w:link w:val="ParagrafoelencoCarattere"/>
    <w:qFormat/>
    <w:rsid w:val="00C5190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ParagrafoelencoCarattere">
    <w:name w:val="Paragrafo elenco Carattere"/>
    <w:aliases w:val="Table of contents numbered Carattere,List Paragraph1 Carattere,Normal bullet 2 Carattere,List Paragraph11 Carattere,Bullet 1 Carattere,Elenco num ARGEA Carattere,Bullet list Carattere,Numbered List Carattere,Ha Carattere"/>
    <w:link w:val="Paragrafoelenco"/>
    <w:locked/>
    <w:rsid w:val="00C51908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C5190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21CD1"/>
    <w:rPr>
      <w:rFonts w:ascii="Verdana" w:hAnsi="Verdana"/>
      <w:sz w:val="22"/>
      <w:szCs w:val="22"/>
    </w:rPr>
  </w:style>
  <w:style w:type="paragraph" w:styleId="Titolo1">
    <w:name w:val="heading 1"/>
    <w:basedOn w:val="Normale"/>
    <w:next w:val="Normale"/>
    <w:autoRedefine/>
    <w:qFormat/>
    <w:rsid w:val="00E94D98"/>
    <w:pPr>
      <w:keepNext/>
      <w:tabs>
        <w:tab w:val="left" w:pos="2376"/>
      </w:tabs>
      <w:spacing w:before="240" w:after="60"/>
      <w:contextualSpacing/>
      <w:outlineLvl w:val="0"/>
    </w:pPr>
    <w:rPr>
      <w:kern w:val="28"/>
      <w:sz w:val="32"/>
      <w:szCs w:val="32"/>
    </w:rPr>
  </w:style>
  <w:style w:type="paragraph" w:styleId="Titolo2">
    <w:name w:val="heading 2"/>
    <w:basedOn w:val="Normale"/>
    <w:next w:val="Normale"/>
    <w:qFormat/>
    <w:rsid w:val="00AE6D1C"/>
    <w:pPr>
      <w:keepNext/>
      <w:spacing w:before="120" w:after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after="240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5C384B"/>
    <w:pPr>
      <w:keepNext/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pPr>
      <w:spacing w:before="120" w:after="60"/>
      <w:outlineLvl w:val="4"/>
    </w:pPr>
    <w:rPr>
      <w:b/>
      <w:bCs/>
      <w:i/>
      <w:iCs/>
      <w:szCs w:val="26"/>
    </w:rPr>
  </w:style>
  <w:style w:type="paragraph" w:styleId="Titolo6">
    <w:name w:val="heading 6"/>
    <w:basedOn w:val="Normale"/>
    <w:next w:val="Normale"/>
    <w:autoRedefine/>
    <w:qFormat/>
    <w:rsid w:val="00081BBA"/>
    <w:pPr>
      <w:keepNext/>
      <w:ind w:left="357" w:hanging="357"/>
      <w:outlineLvl w:val="5"/>
    </w:p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niceTesto">
    <w:name w:val="CorniceTesto"/>
    <w:basedOn w:val="Normale"/>
    <w:rsid w:val="00307338"/>
    <w:pPr>
      <w:ind w:firstLine="284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120"/>
      <w:jc w:val="center"/>
    </w:pPr>
    <w:rPr>
      <w:b/>
      <w:sz w:val="28"/>
    </w:rPr>
  </w:style>
  <w:style w:type="table" w:styleId="Grigliatabella">
    <w:name w:val="Table Grid"/>
    <w:basedOn w:val="Tabellanormale"/>
    <w:rsid w:val="006C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jc w:val="both"/>
    </w:pPr>
  </w:style>
  <w:style w:type="paragraph" w:styleId="Testocommento">
    <w:name w:val="annotation text"/>
    <w:basedOn w:val="Normale"/>
    <w:semiHidden/>
  </w:style>
  <w:style w:type="paragraph" w:styleId="Sommario1">
    <w:name w:val="toc 1"/>
    <w:basedOn w:val="Normale"/>
    <w:next w:val="Normale"/>
    <w:autoRedefine/>
    <w:semiHidden/>
    <w:rsid w:val="00307338"/>
    <w:pPr>
      <w:tabs>
        <w:tab w:val="left" w:pos="1100"/>
        <w:tab w:val="right" w:leader="dot" w:pos="10195"/>
      </w:tabs>
      <w:spacing w:after="120"/>
    </w:pPr>
    <w:rPr>
      <w:sz w:val="28"/>
      <w:szCs w:val="28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uiPriority w:val="99"/>
    <w:semiHidden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Wingdings"/>
      <w:sz w:val="16"/>
      <w:szCs w:val="16"/>
    </w:rPr>
  </w:style>
  <w:style w:type="paragraph" w:customStyle="1" w:styleId="Allegato">
    <w:name w:val="Allegato"/>
    <w:basedOn w:val="Normale"/>
    <w:pPr>
      <w:ind w:left="1276"/>
      <w:jc w:val="right"/>
      <w:outlineLvl w:val="0"/>
    </w:pPr>
    <w:rPr>
      <w:b/>
      <w:i/>
      <w:sz w:val="24"/>
      <w:szCs w:val="20"/>
      <w:u w:val="single"/>
    </w:rPr>
  </w:style>
  <w:style w:type="paragraph" w:customStyle="1" w:styleId="Note">
    <w:name w:val="Note"/>
    <w:basedOn w:val="Normale"/>
    <w:rPr>
      <w:i/>
      <w:szCs w:val="20"/>
    </w:rPr>
  </w:style>
  <w:style w:type="paragraph" w:styleId="Sommario2">
    <w:name w:val="toc 2"/>
    <w:basedOn w:val="Normale"/>
    <w:next w:val="Normale"/>
    <w:autoRedefine/>
    <w:semiHidden/>
    <w:rsid w:val="00734672"/>
    <w:pPr>
      <w:tabs>
        <w:tab w:val="right" w:leader="dot" w:pos="9344"/>
      </w:tabs>
      <w:ind w:left="220"/>
    </w:pPr>
    <w:rPr>
      <w:noProof/>
    </w:rPr>
  </w:style>
  <w:style w:type="paragraph" w:styleId="Sommario3">
    <w:name w:val="toc 3"/>
    <w:basedOn w:val="Normale"/>
    <w:next w:val="Normale"/>
    <w:autoRedefine/>
    <w:semiHidden/>
    <w:pPr>
      <w:ind w:left="440"/>
    </w:pPr>
  </w:style>
  <w:style w:type="paragraph" w:styleId="Sommario4">
    <w:name w:val="toc 4"/>
    <w:basedOn w:val="Normale"/>
    <w:next w:val="Normale"/>
    <w:autoRedefine/>
    <w:semiHidden/>
    <w:pPr>
      <w:ind w:left="660"/>
    </w:pPr>
  </w:style>
  <w:style w:type="paragraph" w:styleId="Sommario5">
    <w:name w:val="toc 5"/>
    <w:basedOn w:val="Normale"/>
    <w:next w:val="Normale"/>
    <w:autoRedefine/>
    <w:semiHidden/>
    <w:pPr>
      <w:ind w:left="880"/>
    </w:pPr>
  </w:style>
  <w:style w:type="paragraph" w:styleId="Sommario6">
    <w:name w:val="toc 6"/>
    <w:basedOn w:val="Normale"/>
    <w:next w:val="Normale"/>
    <w:autoRedefine/>
    <w:semiHidden/>
    <w:pPr>
      <w:ind w:left="1100"/>
    </w:pPr>
  </w:style>
  <w:style w:type="paragraph" w:styleId="Sommario7">
    <w:name w:val="toc 7"/>
    <w:basedOn w:val="Normale"/>
    <w:next w:val="Normale"/>
    <w:autoRedefine/>
    <w:semiHidden/>
    <w:pPr>
      <w:ind w:left="1320"/>
    </w:pPr>
  </w:style>
  <w:style w:type="paragraph" w:styleId="Sommario8">
    <w:name w:val="toc 8"/>
    <w:basedOn w:val="Normale"/>
    <w:next w:val="Normale"/>
    <w:autoRedefine/>
    <w:semiHidden/>
    <w:pPr>
      <w:ind w:left="1540"/>
    </w:pPr>
  </w:style>
  <w:style w:type="paragraph" w:styleId="Sommario9">
    <w:name w:val="toc 9"/>
    <w:basedOn w:val="Normale"/>
    <w:next w:val="Normale"/>
    <w:autoRedefine/>
    <w:semiHidden/>
    <w:pPr>
      <w:ind w:left="1760"/>
    </w:pPr>
  </w:style>
  <w:style w:type="paragraph" w:styleId="Testonotadichiusura">
    <w:name w:val="endnote text"/>
    <w:basedOn w:val="Normale"/>
    <w:semiHidden/>
    <w:rPr>
      <w:sz w:val="20"/>
      <w:szCs w:val="20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Carattere1CarattereCarattereCarattereCarattereCarattereCarattere">
    <w:name w:val="Carattere1 Carattere Carattere Carattere Carattere Carattere Carattere"/>
    <w:basedOn w:val="Normale"/>
    <w:rsid w:val="0031439B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elenco">
    <w:name w:val="elenco"/>
    <w:basedOn w:val="Normale"/>
    <w:rsid w:val="00453023"/>
    <w:pPr>
      <w:numPr>
        <w:numId w:val="1"/>
      </w:numPr>
      <w:tabs>
        <w:tab w:val="clear" w:pos="720"/>
        <w:tab w:val="num" w:pos="284"/>
      </w:tabs>
      <w:spacing w:before="120"/>
      <w:ind w:left="284" w:hanging="284"/>
    </w:pPr>
  </w:style>
  <w:style w:type="paragraph" w:customStyle="1" w:styleId="elenconumerato">
    <w:name w:val="elenco numerato"/>
    <w:basedOn w:val="Normale"/>
    <w:rsid w:val="00476372"/>
    <w:pPr>
      <w:numPr>
        <w:ilvl w:val="2"/>
        <w:numId w:val="1"/>
      </w:numPr>
      <w:tabs>
        <w:tab w:val="clear" w:pos="2340"/>
        <w:tab w:val="num" w:pos="284"/>
      </w:tabs>
      <w:ind w:hanging="2340"/>
    </w:pPr>
  </w:style>
  <w:style w:type="paragraph" w:styleId="Elenco0">
    <w:name w:val="List"/>
    <w:basedOn w:val="Normale"/>
    <w:rsid w:val="00476372"/>
    <w:pPr>
      <w:ind w:left="283" w:hanging="283"/>
    </w:pPr>
  </w:style>
  <w:style w:type="paragraph" w:styleId="Elenco2">
    <w:name w:val="List 2"/>
    <w:basedOn w:val="Normale"/>
    <w:rsid w:val="00476372"/>
    <w:pPr>
      <w:ind w:left="566" w:hanging="283"/>
    </w:pPr>
  </w:style>
  <w:style w:type="paragraph" w:styleId="Elenco3">
    <w:name w:val="List 3"/>
    <w:basedOn w:val="Normale"/>
    <w:rsid w:val="00476372"/>
    <w:pPr>
      <w:ind w:left="849" w:hanging="283"/>
    </w:pPr>
  </w:style>
  <w:style w:type="paragraph" w:styleId="Elencocontinua">
    <w:name w:val="List Continue"/>
    <w:basedOn w:val="Normale"/>
    <w:rsid w:val="00476372"/>
    <w:pPr>
      <w:spacing w:after="120"/>
      <w:ind w:left="283"/>
    </w:pPr>
  </w:style>
  <w:style w:type="paragraph" w:customStyle="1" w:styleId="elencoalfabetico">
    <w:name w:val="elenco alfabetico"/>
    <w:basedOn w:val="elenconumerato"/>
    <w:rsid w:val="00476372"/>
    <w:pPr>
      <w:numPr>
        <w:ilvl w:val="1"/>
      </w:numPr>
      <w:tabs>
        <w:tab w:val="clear" w:pos="1440"/>
        <w:tab w:val="num" w:pos="284"/>
      </w:tabs>
      <w:ind w:hanging="1440"/>
    </w:pPr>
  </w:style>
  <w:style w:type="numbering" w:styleId="111111">
    <w:name w:val="Outline List 2"/>
    <w:basedOn w:val="Nessunelenco"/>
    <w:rsid w:val="00476372"/>
    <w:pPr>
      <w:numPr>
        <w:numId w:val="2"/>
      </w:numPr>
    </w:pPr>
  </w:style>
  <w:style w:type="character" w:styleId="AcronimoHTML">
    <w:name w:val="HTML Acronym"/>
    <w:basedOn w:val="Carpredefinitoparagrafo"/>
    <w:rsid w:val="00476372"/>
  </w:style>
  <w:style w:type="character" w:customStyle="1" w:styleId="caratteregrassetto">
    <w:name w:val="carattere grassetto"/>
    <w:rsid w:val="00476372"/>
    <w:rPr>
      <w:rFonts w:ascii="Verdana" w:hAnsi="Verdana"/>
      <w:b/>
      <w:sz w:val="22"/>
    </w:rPr>
  </w:style>
  <w:style w:type="paragraph" w:styleId="Corpodeltesto3">
    <w:name w:val="Body Text 3"/>
    <w:basedOn w:val="Normale"/>
    <w:rsid w:val="003E426E"/>
    <w:pPr>
      <w:spacing w:after="120"/>
    </w:pPr>
    <w:rPr>
      <w:sz w:val="16"/>
      <w:szCs w:val="16"/>
    </w:rPr>
  </w:style>
  <w:style w:type="paragraph" w:styleId="Paragrafoelenco">
    <w:name w:val="List Paragraph"/>
    <w:aliases w:val="Table of contents numbered,List Paragraph1,Normal bullet 2,List Paragraph11,Bullet 1,Elenco num ARGEA,Bullet list,Numbered List,1st level - Bullet List Paragraph,Lettre d'introduction,List Paragraph à moi,Paragraph,Bullet EY,Ha"/>
    <w:basedOn w:val="Normale"/>
    <w:link w:val="ParagrafoelencoCarattere"/>
    <w:qFormat/>
    <w:rsid w:val="00C5190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ParagrafoelencoCarattere">
    <w:name w:val="Paragrafo elenco Carattere"/>
    <w:aliases w:val="Table of contents numbered Carattere,List Paragraph1 Carattere,Normal bullet 2 Carattere,List Paragraph11 Carattere,Bullet 1 Carattere,Elenco num ARGEA Carattere,Bullet list Carattere,Numbered List Carattere,Ha Carattere"/>
    <w:link w:val="Paragrafoelenco"/>
    <w:locked/>
    <w:rsid w:val="00C51908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C5190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d01.leggiditalia.it/cgi-bin/FulShow?TIPO=5&amp;NOTXT=1&amp;KEY=01LX0000144828ART8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bd01.leggiditalia.it/cgi-bin/FulShow?TIPO=5&amp;NOTXT=1&amp;KEY=01LX0000144828ART8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bd01.leggiditalia.it/cgi-bin/FulShow?TIPO=5&amp;NOTXT=1&amp;KEY=01LX0000144828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ORMATIVA\REGOLAMENTO\2011%20MODICHE%20REGOLAMENTO\web\All_1_LR47_relazione_proget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B3412E788C16478D97B746ABC15675" ma:contentTypeVersion="" ma:contentTypeDescription="Creare un nuovo documento." ma:contentTypeScope="" ma:versionID="7a85b12c25b5c0dbf1c5475f7eb8aa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3FD2-34CE-4BBB-B402-D98854343D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5AC72FC-D449-4828-AB41-74E9C9FD6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EF002-CBBA-46D7-9FB0-06D9D4BD5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831467-8477-4DE6-927C-051EF2F6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All_1_LR47_relazione_progetto.dot</Template>
  <TotalTime>1</TotalTime>
  <Pages>5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 L.R.30 Capo VIII</vt:lpstr>
    </vt:vector>
  </TitlesOfParts>
  <Manager>dott. Massimo Zanini</Manager>
  <Company>Regione Autonoma FVG</Company>
  <LinksUpToDate>false</LinksUpToDate>
  <CharactersWithSpaces>10342</CharactersWithSpaces>
  <SharedDoc>false</SharedDoc>
  <HLinks>
    <vt:vector size="18" baseType="variant">
      <vt:variant>
        <vt:i4>4259864</vt:i4>
      </vt:variant>
      <vt:variant>
        <vt:i4>21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18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15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domanda L.R.30 Capo VIII</dc:title>
  <dc:subject>Domanda di contributo</dc:subject>
  <dc:creator>utente</dc:creator>
  <cp:lastModifiedBy>Abbondanza Oscar</cp:lastModifiedBy>
  <cp:revision>2</cp:revision>
  <cp:lastPrinted>2016-01-27T07:35:00Z</cp:lastPrinted>
  <dcterms:created xsi:type="dcterms:W3CDTF">2016-02-09T11:26:00Z</dcterms:created>
  <dcterms:modified xsi:type="dcterms:W3CDTF">2016-02-09T11:26:00Z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completamento">
    <vt:filetime>2003-01-19T23:00:00Z</vt:filetime>
  </property>
  <property fmtid="{D5CDD505-2E9C-101B-9397-08002B2CF9AE}" pid="3" name="Ufficio">
    <vt:lpwstr>Servizio sviluppo industriale</vt:lpwstr>
  </property>
  <property fmtid="{D5CDD505-2E9C-101B-9397-08002B2CF9AE}" pid="4" name="Controllato da">
    <vt:lpwstr>dott. Calandra di Roccolino</vt:lpwstr>
  </property>
  <property fmtid="{D5CDD505-2E9C-101B-9397-08002B2CF9AE}" pid="5" name="Destinazione">
    <vt:lpwstr>sito internet Regione FVG</vt:lpwstr>
  </property>
  <property fmtid="{D5CDD505-2E9C-101B-9397-08002B2CF9AE}" pid="6" name="Ultima Revisione">
    <vt:filetime>2003-08-17T22:00:00Z</vt:filetime>
  </property>
  <property fmtid="{D5CDD505-2E9C-101B-9397-08002B2CF9AE}" pid="7" name="ContentTypeId">
    <vt:lpwstr>0x01010006B3412E788C16478D97B746ABC15675</vt:lpwstr>
  </property>
</Properties>
</file>